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BB1" w:rsidRPr="00167B17" w:rsidRDefault="00135BB1" w:rsidP="00135BB1">
      <w:bookmarkStart w:id="0" w:name="_GoBack"/>
      <w:bookmarkEnd w:id="0"/>
    </w:p>
    <w:p w:rsidR="00135BB1" w:rsidRPr="00167B17" w:rsidRDefault="00135BB1" w:rsidP="00135BB1">
      <w:pPr>
        <w:rPr>
          <w:sz w:val="22"/>
          <w:szCs w:val="22"/>
        </w:rPr>
      </w:pPr>
    </w:p>
    <w:p w:rsidR="00135BB1" w:rsidRPr="00167B17" w:rsidRDefault="00135BB1" w:rsidP="00135BB1">
      <w:pPr>
        <w:rPr>
          <w:sz w:val="22"/>
          <w:szCs w:val="22"/>
        </w:rPr>
      </w:pPr>
    </w:p>
    <w:p w:rsidR="00135BB1" w:rsidRPr="00167B17" w:rsidRDefault="00135BB1" w:rsidP="00135BB1">
      <w:pPr>
        <w:rPr>
          <w:sz w:val="22"/>
          <w:szCs w:val="22"/>
        </w:rPr>
      </w:pPr>
    </w:p>
    <w:tbl>
      <w:tblPr>
        <w:tblpPr w:leftFromText="141" w:rightFromText="141" w:vertAnchor="text" w:horzAnchor="margin" w:tblpXSpec="right" w:tblpY="-5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</w:tblGrid>
      <w:tr w:rsidR="00F20A9B" w:rsidRPr="00B405ED" w:rsidTr="0088508B">
        <w:trPr>
          <w:trHeight w:val="936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A9B" w:rsidRPr="00367C37" w:rsidRDefault="00F20A9B" w:rsidP="00367C37">
            <w:pPr>
              <w:ind w:left="142" w:right="-69"/>
              <w:rPr>
                <w:b/>
                <w:sz w:val="20"/>
                <w:szCs w:val="22"/>
              </w:rPr>
            </w:pPr>
            <w:r w:rsidRPr="00367C37">
              <w:rPr>
                <w:b/>
                <w:sz w:val="20"/>
                <w:szCs w:val="22"/>
              </w:rPr>
              <w:t>DRK-Landesverband</w:t>
            </w:r>
          </w:p>
          <w:p w:rsidR="00F20A9B" w:rsidRPr="00367C37" w:rsidRDefault="00F20A9B" w:rsidP="00367C37">
            <w:pPr>
              <w:ind w:left="142" w:right="-69"/>
              <w:rPr>
                <w:b/>
                <w:sz w:val="20"/>
                <w:szCs w:val="22"/>
              </w:rPr>
            </w:pPr>
            <w:r w:rsidRPr="00367C37">
              <w:rPr>
                <w:b/>
                <w:sz w:val="20"/>
                <w:szCs w:val="22"/>
              </w:rPr>
              <w:t>Westfalen-Lippe e. V.</w:t>
            </w:r>
          </w:p>
          <w:p w:rsidR="00F20A9B" w:rsidRPr="00367C37" w:rsidRDefault="00F20A9B" w:rsidP="00367C37">
            <w:pPr>
              <w:ind w:left="142" w:right="-69"/>
              <w:rPr>
                <w:b/>
                <w:sz w:val="20"/>
                <w:szCs w:val="22"/>
              </w:rPr>
            </w:pPr>
          </w:p>
          <w:p w:rsidR="00F20A9B" w:rsidRPr="00367C37" w:rsidRDefault="00F20A9B" w:rsidP="00367C37">
            <w:pPr>
              <w:ind w:left="142" w:right="-69"/>
              <w:rPr>
                <w:b/>
                <w:sz w:val="20"/>
                <w:szCs w:val="22"/>
              </w:rPr>
            </w:pPr>
          </w:p>
          <w:p w:rsidR="00F20A9B" w:rsidRPr="00367C37" w:rsidRDefault="00FB72AD" w:rsidP="00367C37">
            <w:pPr>
              <w:tabs>
                <w:tab w:val="left" w:pos="7680"/>
              </w:tabs>
              <w:ind w:left="142" w:right="-69"/>
              <w:rPr>
                <w:sz w:val="20"/>
                <w:szCs w:val="22"/>
              </w:rPr>
            </w:pPr>
            <w:r w:rsidRPr="00367C37">
              <w:rPr>
                <w:sz w:val="20"/>
                <w:szCs w:val="22"/>
              </w:rPr>
              <w:t>Abteilung II</w:t>
            </w:r>
          </w:p>
          <w:p w:rsidR="00F20A9B" w:rsidRPr="00367C37" w:rsidRDefault="00FB72AD" w:rsidP="00367C37">
            <w:pPr>
              <w:tabs>
                <w:tab w:val="left" w:pos="7680"/>
              </w:tabs>
              <w:ind w:left="142" w:right="-69"/>
              <w:rPr>
                <w:sz w:val="20"/>
                <w:szCs w:val="22"/>
              </w:rPr>
            </w:pPr>
            <w:r w:rsidRPr="00367C37">
              <w:rPr>
                <w:sz w:val="20"/>
                <w:szCs w:val="22"/>
              </w:rPr>
              <w:t>Wohlfahrts- und Sozialarbeit</w:t>
            </w:r>
          </w:p>
          <w:p w:rsidR="00F20A9B" w:rsidRPr="00367C37" w:rsidRDefault="009E3F5E" w:rsidP="00367C37">
            <w:pPr>
              <w:tabs>
                <w:tab w:val="left" w:pos="7680"/>
              </w:tabs>
              <w:ind w:left="142" w:right="-69"/>
              <w:rPr>
                <w:sz w:val="20"/>
                <w:szCs w:val="22"/>
              </w:rPr>
            </w:pPr>
            <w:r w:rsidRPr="00367C37">
              <w:rPr>
                <w:sz w:val="20"/>
                <w:szCs w:val="22"/>
              </w:rPr>
              <w:t>Fachbereich</w:t>
            </w:r>
            <w:r w:rsidR="00B405ED">
              <w:rPr>
                <w:sz w:val="20"/>
                <w:szCs w:val="22"/>
              </w:rPr>
              <w:br/>
              <w:t>Jugend</w:t>
            </w:r>
          </w:p>
          <w:p w:rsidR="009E3F5E" w:rsidRPr="00367C37" w:rsidRDefault="009E3F5E" w:rsidP="00367C37">
            <w:pPr>
              <w:tabs>
                <w:tab w:val="left" w:pos="7680"/>
              </w:tabs>
              <w:ind w:left="142" w:right="-69"/>
              <w:rPr>
                <w:sz w:val="20"/>
                <w:szCs w:val="22"/>
              </w:rPr>
            </w:pPr>
          </w:p>
          <w:p w:rsidR="00581EF3" w:rsidRPr="00367C37" w:rsidRDefault="00581EF3" w:rsidP="00367C37">
            <w:pPr>
              <w:tabs>
                <w:tab w:val="left" w:pos="7680"/>
              </w:tabs>
              <w:ind w:left="142" w:right="-69"/>
              <w:rPr>
                <w:sz w:val="20"/>
                <w:szCs w:val="22"/>
              </w:rPr>
            </w:pPr>
          </w:p>
          <w:p w:rsidR="009E3F5E" w:rsidRPr="00367C37" w:rsidRDefault="009E3F5E" w:rsidP="00367C37">
            <w:pPr>
              <w:tabs>
                <w:tab w:val="left" w:pos="7680"/>
              </w:tabs>
              <w:ind w:left="142" w:right="-69"/>
              <w:rPr>
                <w:sz w:val="20"/>
                <w:szCs w:val="22"/>
              </w:rPr>
            </w:pPr>
          </w:p>
          <w:p w:rsidR="00F20A9B" w:rsidRPr="00367C37" w:rsidRDefault="00F20A9B" w:rsidP="00367C37">
            <w:pPr>
              <w:tabs>
                <w:tab w:val="left" w:pos="7680"/>
              </w:tabs>
              <w:ind w:left="142" w:right="-69"/>
              <w:rPr>
                <w:sz w:val="20"/>
                <w:szCs w:val="22"/>
              </w:rPr>
            </w:pPr>
            <w:r w:rsidRPr="00367C37">
              <w:rPr>
                <w:sz w:val="20"/>
                <w:szCs w:val="22"/>
              </w:rPr>
              <w:t>Sperlichstraße 25</w:t>
            </w:r>
          </w:p>
          <w:p w:rsidR="00F20A9B" w:rsidRPr="00367C37" w:rsidRDefault="00F20A9B" w:rsidP="00367C37">
            <w:pPr>
              <w:tabs>
                <w:tab w:val="left" w:pos="7680"/>
              </w:tabs>
              <w:ind w:left="142" w:right="-69"/>
              <w:rPr>
                <w:sz w:val="20"/>
                <w:szCs w:val="22"/>
              </w:rPr>
            </w:pPr>
            <w:r w:rsidRPr="00367C37">
              <w:rPr>
                <w:sz w:val="20"/>
                <w:szCs w:val="22"/>
              </w:rPr>
              <w:t>48151 Münster</w:t>
            </w:r>
          </w:p>
          <w:p w:rsidR="00344E2F" w:rsidRPr="00367C37" w:rsidRDefault="00763CBD" w:rsidP="00367C37">
            <w:pPr>
              <w:ind w:left="142" w:right="-69"/>
              <w:rPr>
                <w:sz w:val="20"/>
                <w:szCs w:val="22"/>
              </w:rPr>
            </w:pPr>
            <w:hyperlink r:id="rId7" w:history="1">
              <w:r w:rsidR="00344E2F" w:rsidRPr="00367C37">
                <w:rPr>
                  <w:rStyle w:val="Hyperlink"/>
                  <w:sz w:val="20"/>
                  <w:szCs w:val="22"/>
                </w:rPr>
                <w:t>www.drk-westfalen.de</w:t>
              </w:r>
            </w:hyperlink>
          </w:p>
          <w:p w:rsidR="00F20A9B" w:rsidRPr="00367C37" w:rsidRDefault="00F20A9B" w:rsidP="00367C37">
            <w:pPr>
              <w:ind w:left="142" w:right="-69"/>
              <w:rPr>
                <w:sz w:val="20"/>
                <w:szCs w:val="22"/>
              </w:rPr>
            </w:pPr>
          </w:p>
          <w:p w:rsidR="00F20A9B" w:rsidRPr="00367C37" w:rsidRDefault="00F20A9B" w:rsidP="00367C37">
            <w:pPr>
              <w:tabs>
                <w:tab w:val="left" w:pos="7680"/>
              </w:tabs>
              <w:ind w:left="142" w:right="-69"/>
              <w:rPr>
                <w:sz w:val="20"/>
                <w:szCs w:val="22"/>
              </w:rPr>
            </w:pPr>
          </w:p>
          <w:p w:rsidR="00F20A9B" w:rsidRPr="00367C37" w:rsidRDefault="00F20A9B" w:rsidP="00367C37">
            <w:pPr>
              <w:tabs>
                <w:tab w:val="left" w:pos="7680"/>
              </w:tabs>
              <w:ind w:left="142" w:right="-69"/>
              <w:rPr>
                <w:sz w:val="20"/>
                <w:szCs w:val="22"/>
              </w:rPr>
            </w:pPr>
            <w:r w:rsidRPr="00367C37">
              <w:rPr>
                <w:sz w:val="20"/>
                <w:szCs w:val="22"/>
              </w:rPr>
              <w:t>Bearbeiter/in:</w:t>
            </w:r>
          </w:p>
          <w:p w:rsidR="00F20A9B" w:rsidRPr="00367C37" w:rsidRDefault="00674C0E" w:rsidP="00367C37">
            <w:pPr>
              <w:tabs>
                <w:tab w:val="left" w:pos="7680"/>
              </w:tabs>
              <w:ind w:left="142" w:right="-69"/>
              <w:rPr>
                <w:sz w:val="20"/>
                <w:szCs w:val="22"/>
              </w:rPr>
            </w:pPr>
            <w:r w:rsidRPr="00367C37">
              <w:rPr>
                <w:sz w:val="20"/>
                <w:szCs w:val="22"/>
              </w:rPr>
              <w:t>Ursula Hölscher</w:t>
            </w:r>
          </w:p>
          <w:p w:rsidR="00581EF3" w:rsidRPr="00367C37" w:rsidRDefault="00581EF3" w:rsidP="00367C37">
            <w:pPr>
              <w:tabs>
                <w:tab w:val="left" w:pos="7680"/>
              </w:tabs>
              <w:ind w:left="142" w:right="-69"/>
              <w:rPr>
                <w:sz w:val="20"/>
                <w:szCs w:val="22"/>
              </w:rPr>
            </w:pPr>
          </w:p>
          <w:p w:rsidR="009E3F5E" w:rsidRPr="00367C37" w:rsidRDefault="009E3F5E" w:rsidP="00367C37">
            <w:pPr>
              <w:tabs>
                <w:tab w:val="left" w:pos="7680"/>
              </w:tabs>
              <w:ind w:left="142" w:right="-69"/>
              <w:rPr>
                <w:sz w:val="20"/>
                <w:szCs w:val="22"/>
              </w:rPr>
            </w:pPr>
          </w:p>
          <w:p w:rsidR="00F20A9B" w:rsidRPr="00367C37" w:rsidRDefault="00FB72AD" w:rsidP="00367C37">
            <w:pPr>
              <w:tabs>
                <w:tab w:val="left" w:pos="7680"/>
              </w:tabs>
              <w:ind w:left="142" w:right="-69"/>
              <w:rPr>
                <w:sz w:val="20"/>
                <w:szCs w:val="22"/>
              </w:rPr>
            </w:pPr>
            <w:r w:rsidRPr="00367C37">
              <w:rPr>
                <w:sz w:val="20"/>
                <w:szCs w:val="22"/>
              </w:rPr>
              <w:t xml:space="preserve">Tel. 0251 9739 </w:t>
            </w:r>
            <w:r w:rsidR="00674C0E" w:rsidRPr="00367C37">
              <w:rPr>
                <w:sz w:val="20"/>
                <w:szCs w:val="22"/>
              </w:rPr>
              <w:t>- 219</w:t>
            </w:r>
          </w:p>
          <w:p w:rsidR="00F20A9B" w:rsidRPr="00367C37" w:rsidRDefault="00674C0E" w:rsidP="00367C37">
            <w:pPr>
              <w:tabs>
                <w:tab w:val="left" w:pos="7680"/>
              </w:tabs>
              <w:ind w:left="142" w:right="-69"/>
              <w:rPr>
                <w:sz w:val="20"/>
                <w:szCs w:val="22"/>
                <w:lang w:val="en-US"/>
              </w:rPr>
            </w:pPr>
            <w:r w:rsidRPr="00367C37">
              <w:rPr>
                <w:sz w:val="20"/>
                <w:szCs w:val="22"/>
                <w:lang w:val="en-US"/>
              </w:rPr>
              <w:t>Fax 0251 93394973</w:t>
            </w:r>
          </w:p>
          <w:p w:rsidR="00F1267D" w:rsidRPr="00367C37" w:rsidRDefault="00F1267D" w:rsidP="00367C37">
            <w:pPr>
              <w:ind w:left="142" w:right="-69"/>
              <w:rPr>
                <w:sz w:val="20"/>
                <w:szCs w:val="22"/>
                <w:lang w:val="en-US"/>
              </w:rPr>
            </w:pPr>
          </w:p>
          <w:p w:rsidR="00F20A9B" w:rsidRPr="00367C37" w:rsidRDefault="00983B00" w:rsidP="00367C37">
            <w:pPr>
              <w:ind w:left="142" w:right="-69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  <w:lang w:val="en-US"/>
              </w:rPr>
              <w:t>Ursula.Hoe</w:t>
            </w:r>
            <w:r w:rsidR="00F1267D" w:rsidRPr="00367C37">
              <w:rPr>
                <w:sz w:val="20"/>
                <w:szCs w:val="22"/>
                <w:lang w:val="en-US"/>
              </w:rPr>
              <w:t>lscher</w:t>
            </w:r>
            <w:r w:rsidR="009E3F5E" w:rsidRPr="00367C37">
              <w:rPr>
                <w:sz w:val="20"/>
                <w:szCs w:val="22"/>
                <w:lang w:val="en-US"/>
              </w:rPr>
              <w:t>@drk-westfalen.de</w:t>
            </w:r>
          </w:p>
          <w:p w:rsidR="009E3F5E" w:rsidRPr="00316316" w:rsidRDefault="009E3F5E" w:rsidP="00367C37">
            <w:pPr>
              <w:ind w:left="142" w:right="-69"/>
              <w:rPr>
                <w:sz w:val="16"/>
                <w:szCs w:val="16"/>
                <w:lang w:val="en-US"/>
              </w:rPr>
            </w:pPr>
          </w:p>
          <w:p w:rsidR="009E3F5E" w:rsidRPr="00316316" w:rsidRDefault="009E3F5E" w:rsidP="00367C37">
            <w:pPr>
              <w:ind w:left="142" w:right="-69"/>
              <w:rPr>
                <w:sz w:val="16"/>
                <w:szCs w:val="16"/>
                <w:lang w:val="en-US"/>
              </w:rPr>
            </w:pPr>
          </w:p>
          <w:p w:rsidR="009E3F5E" w:rsidRPr="00316316" w:rsidRDefault="009E3F5E" w:rsidP="002371F5">
            <w:pPr>
              <w:ind w:left="284"/>
              <w:rPr>
                <w:sz w:val="16"/>
                <w:szCs w:val="16"/>
                <w:lang w:val="en-US"/>
              </w:rPr>
            </w:pPr>
          </w:p>
          <w:p w:rsidR="00F20A9B" w:rsidRPr="00316316" w:rsidRDefault="00F20A9B" w:rsidP="002371F5">
            <w:pPr>
              <w:ind w:left="284"/>
              <w:rPr>
                <w:sz w:val="16"/>
                <w:szCs w:val="16"/>
                <w:lang w:val="en-US"/>
              </w:rPr>
            </w:pPr>
          </w:p>
          <w:p w:rsidR="0088508B" w:rsidRPr="00316316" w:rsidRDefault="0088508B" w:rsidP="002D73A3">
            <w:pPr>
              <w:rPr>
                <w:lang w:val="en-US"/>
              </w:rPr>
            </w:pPr>
          </w:p>
        </w:tc>
      </w:tr>
    </w:tbl>
    <w:p w:rsidR="00135BB1" w:rsidRPr="00316316" w:rsidRDefault="00135BB1" w:rsidP="00135BB1">
      <w:pPr>
        <w:rPr>
          <w:sz w:val="22"/>
          <w:szCs w:val="22"/>
          <w:lang w:val="en-US"/>
        </w:rPr>
      </w:pPr>
    </w:p>
    <w:tbl>
      <w:tblPr>
        <w:tblW w:w="0" w:type="auto"/>
        <w:tblInd w:w="1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4"/>
      </w:tblGrid>
      <w:tr w:rsidR="00410983" w:rsidRPr="00B405ED" w:rsidTr="006E491C">
        <w:trPr>
          <w:trHeight w:hRule="exact" w:val="397"/>
        </w:trPr>
        <w:tc>
          <w:tcPr>
            <w:tcW w:w="5154" w:type="dxa"/>
          </w:tcPr>
          <w:p w:rsidR="00410983" w:rsidRPr="00316316" w:rsidRDefault="00410983" w:rsidP="00410983">
            <w:pPr>
              <w:framePr w:hSpace="51" w:wrap="around" w:vAnchor="page" w:hAnchor="page" w:x="1316" w:y="2836"/>
              <w:spacing w:line="140" w:lineRule="exact"/>
              <w:jc w:val="both"/>
              <w:rPr>
                <w:sz w:val="12"/>
                <w:szCs w:val="12"/>
                <w:lang w:val="en-US"/>
              </w:rPr>
            </w:pPr>
          </w:p>
        </w:tc>
      </w:tr>
      <w:tr w:rsidR="00920EAC" w:rsidRPr="00410983" w:rsidTr="006E491C">
        <w:trPr>
          <w:trHeight w:hRule="exact" w:val="2268"/>
        </w:trPr>
        <w:tc>
          <w:tcPr>
            <w:tcW w:w="5154" w:type="dxa"/>
          </w:tcPr>
          <w:p w:rsidR="00C24C90" w:rsidRPr="0081413B" w:rsidRDefault="00C24C90" w:rsidP="00920EAC">
            <w:pPr>
              <w:pStyle w:val="Empfngeradresse"/>
              <w:framePr w:hSpace="51" w:wrap="around" w:vAnchor="page" w:hAnchor="page" w:x="1316" w:y="2836"/>
              <w:rPr>
                <w:b/>
                <w:sz w:val="18"/>
                <w:szCs w:val="18"/>
                <w:lang w:val="en-US"/>
              </w:rPr>
            </w:pPr>
          </w:p>
          <w:p w:rsidR="00C24C90" w:rsidRPr="006E491C" w:rsidRDefault="00920EAC" w:rsidP="006E491C">
            <w:pPr>
              <w:pStyle w:val="Empfngeradresse"/>
              <w:framePr w:hSpace="51" w:wrap="around" w:vAnchor="page" w:hAnchor="page" w:x="1316" w:y="2836"/>
              <w:spacing w:line="240" w:lineRule="auto"/>
              <w:rPr>
                <w:sz w:val="24"/>
                <w:szCs w:val="24"/>
              </w:rPr>
            </w:pPr>
            <w:r w:rsidRPr="006E491C">
              <w:rPr>
                <w:sz w:val="24"/>
                <w:szCs w:val="24"/>
              </w:rPr>
              <w:t>An die DRK-Kreisverbände</w:t>
            </w:r>
          </w:p>
          <w:p w:rsidR="00920EAC" w:rsidRPr="006E491C" w:rsidRDefault="00C24C90" w:rsidP="006E491C">
            <w:pPr>
              <w:pStyle w:val="Empfngeradresse"/>
              <w:framePr w:hSpace="51" w:wrap="around" w:vAnchor="page" w:hAnchor="page" w:x="1316" w:y="2836"/>
              <w:spacing w:line="240" w:lineRule="auto"/>
              <w:rPr>
                <w:sz w:val="24"/>
                <w:szCs w:val="24"/>
              </w:rPr>
            </w:pPr>
            <w:r w:rsidRPr="006E491C">
              <w:rPr>
                <w:sz w:val="24"/>
                <w:szCs w:val="24"/>
              </w:rPr>
              <w:t>DRK-Schwesternschaft</w:t>
            </w:r>
            <w:r w:rsidR="00920EAC" w:rsidRPr="006E491C">
              <w:rPr>
                <w:sz w:val="24"/>
                <w:szCs w:val="24"/>
              </w:rPr>
              <w:br/>
              <w:t>im DRK-Landesverband Westfalen-Lippe</w:t>
            </w:r>
          </w:p>
          <w:p w:rsidR="00920EAC" w:rsidRPr="00920EAC" w:rsidRDefault="00920EAC" w:rsidP="00920EAC">
            <w:pPr>
              <w:pStyle w:val="Empfngeradresse"/>
              <w:framePr w:hSpace="51" w:wrap="around" w:vAnchor="page" w:hAnchor="page" w:x="1316" w:y="2836"/>
              <w:rPr>
                <w:sz w:val="18"/>
                <w:szCs w:val="18"/>
              </w:rPr>
            </w:pPr>
          </w:p>
        </w:tc>
      </w:tr>
    </w:tbl>
    <w:p w:rsidR="00135BB1" w:rsidRPr="0088508B" w:rsidRDefault="001506CA" w:rsidP="00135BB1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CF7B51" wp14:editId="42BAC5E4">
                <wp:simplePos x="0" y="0"/>
                <wp:positionH relativeFrom="column">
                  <wp:posOffset>-152400</wp:posOffset>
                </wp:positionH>
                <wp:positionV relativeFrom="paragraph">
                  <wp:posOffset>113665</wp:posOffset>
                </wp:positionV>
                <wp:extent cx="2667000" cy="0"/>
                <wp:effectExtent l="0" t="0" r="0" b="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25EFA9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pt,8.95pt" to="198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" stroked="f" strokecolor="gray"/>
            </w:pict>
          </mc:Fallback>
        </mc:AlternateContent>
      </w:r>
    </w:p>
    <w:p w:rsidR="00135BB1" w:rsidRPr="0088508B" w:rsidRDefault="00135BB1" w:rsidP="00926BA6">
      <w:pPr>
        <w:rPr>
          <w:sz w:val="22"/>
          <w:szCs w:val="22"/>
        </w:rPr>
      </w:pPr>
    </w:p>
    <w:p w:rsidR="00135BB1" w:rsidRPr="0088508B" w:rsidRDefault="00135BB1" w:rsidP="00135BB1">
      <w:pPr>
        <w:rPr>
          <w:sz w:val="22"/>
          <w:szCs w:val="22"/>
        </w:rPr>
      </w:pPr>
    </w:p>
    <w:p w:rsidR="00135BB1" w:rsidRPr="0088508B" w:rsidRDefault="00135BB1" w:rsidP="00135BB1">
      <w:pPr>
        <w:rPr>
          <w:sz w:val="22"/>
          <w:szCs w:val="22"/>
        </w:rPr>
      </w:pPr>
    </w:p>
    <w:p w:rsidR="00135BB1" w:rsidRPr="0088508B" w:rsidRDefault="00135BB1" w:rsidP="00135BB1">
      <w:pPr>
        <w:rPr>
          <w:sz w:val="22"/>
          <w:szCs w:val="22"/>
        </w:rPr>
      </w:pPr>
    </w:p>
    <w:p w:rsidR="00135BB1" w:rsidRPr="0088508B" w:rsidRDefault="00135BB1" w:rsidP="00135BB1">
      <w:pPr>
        <w:rPr>
          <w:sz w:val="22"/>
          <w:szCs w:val="22"/>
        </w:rPr>
      </w:pPr>
    </w:p>
    <w:p w:rsidR="00135BB1" w:rsidRPr="0088508B" w:rsidRDefault="00135BB1" w:rsidP="00135BB1">
      <w:pPr>
        <w:rPr>
          <w:sz w:val="22"/>
          <w:szCs w:val="22"/>
        </w:rPr>
      </w:pPr>
    </w:p>
    <w:p w:rsidR="00135BB1" w:rsidRPr="0088508B" w:rsidRDefault="00135BB1" w:rsidP="00135BB1">
      <w:pPr>
        <w:rPr>
          <w:sz w:val="22"/>
          <w:szCs w:val="22"/>
        </w:rPr>
      </w:pPr>
    </w:p>
    <w:p w:rsidR="00135BB1" w:rsidRPr="0088508B" w:rsidRDefault="00135BB1" w:rsidP="00135BB1">
      <w:pPr>
        <w:rPr>
          <w:sz w:val="22"/>
          <w:szCs w:val="22"/>
        </w:rPr>
      </w:pPr>
    </w:p>
    <w:p w:rsidR="00135BB1" w:rsidRPr="0088508B" w:rsidRDefault="00135BB1" w:rsidP="00135BB1">
      <w:pPr>
        <w:rPr>
          <w:sz w:val="22"/>
          <w:szCs w:val="22"/>
        </w:rPr>
      </w:pPr>
    </w:p>
    <w:p w:rsidR="00135BB1" w:rsidRPr="0088508B" w:rsidRDefault="00135BB1" w:rsidP="00135BB1"/>
    <w:p w:rsidR="00410983" w:rsidRDefault="00410983" w:rsidP="00135BB1"/>
    <w:p w:rsidR="00410983" w:rsidRDefault="00410983" w:rsidP="00135BB1"/>
    <w:p w:rsidR="00135BB1" w:rsidRPr="002B1FA3" w:rsidRDefault="00167B17" w:rsidP="00135BB1">
      <w:pPr>
        <w:rPr>
          <w:sz w:val="22"/>
          <w:szCs w:val="22"/>
        </w:rPr>
      </w:pPr>
      <w:r w:rsidRPr="002B1FA3">
        <w:rPr>
          <w:sz w:val="22"/>
          <w:szCs w:val="22"/>
        </w:rPr>
        <w:t>Münster, den</w:t>
      </w:r>
      <w:r w:rsidR="00200947" w:rsidRPr="002B1FA3">
        <w:rPr>
          <w:sz w:val="22"/>
          <w:szCs w:val="22"/>
        </w:rPr>
        <w:t xml:space="preserve"> </w:t>
      </w:r>
      <w:r w:rsidR="00046A6B">
        <w:rPr>
          <w:sz w:val="22"/>
          <w:szCs w:val="22"/>
        </w:rPr>
        <w:t>18.05.2017</w:t>
      </w:r>
    </w:p>
    <w:p w:rsidR="00920EAC" w:rsidRPr="002B1FA3" w:rsidRDefault="00920EAC" w:rsidP="00135BB1">
      <w:pPr>
        <w:rPr>
          <w:sz w:val="22"/>
          <w:szCs w:val="22"/>
        </w:rPr>
      </w:pPr>
    </w:p>
    <w:p w:rsidR="002B1FA3" w:rsidRPr="00046A6B" w:rsidRDefault="00920EAC" w:rsidP="002B1FA3">
      <w:pPr>
        <w:spacing w:line="360" w:lineRule="auto"/>
        <w:rPr>
          <w:b/>
          <w:sz w:val="22"/>
          <w:szCs w:val="22"/>
        </w:rPr>
      </w:pPr>
      <w:r w:rsidRPr="00046A6B">
        <w:rPr>
          <w:b/>
          <w:sz w:val="22"/>
          <w:szCs w:val="22"/>
        </w:rPr>
        <w:t>Rundschreiben N</w:t>
      </w:r>
      <w:r w:rsidR="00DD18C8" w:rsidRPr="00046A6B">
        <w:rPr>
          <w:b/>
          <w:sz w:val="22"/>
          <w:szCs w:val="22"/>
        </w:rPr>
        <w:t>r. II</w:t>
      </w:r>
      <w:r w:rsidR="001D5122" w:rsidRPr="00046A6B">
        <w:rPr>
          <w:b/>
          <w:sz w:val="22"/>
          <w:szCs w:val="22"/>
        </w:rPr>
        <w:t>/</w:t>
      </w:r>
      <w:r w:rsidR="008C4001" w:rsidRPr="00046A6B">
        <w:rPr>
          <w:b/>
          <w:sz w:val="22"/>
          <w:szCs w:val="22"/>
        </w:rPr>
        <w:t>051/</w:t>
      </w:r>
      <w:r w:rsidR="00046A6B" w:rsidRPr="00046A6B">
        <w:rPr>
          <w:b/>
          <w:sz w:val="22"/>
          <w:szCs w:val="22"/>
        </w:rPr>
        <w:t>187</w:t>
      </w:r>
      <w:r w:rsidR="008C4001" w:rsidRPr="00046A6B">
        <w:rPr>
          <w:b/>
          <w:sz w:val="22"/>
          <w:szCs w:val="22"/>
        </w:rPr>
        <w:t>/2017</w:t>
      </w:r>
    </w:p>
    <w:p w:rsidR="002B1FA3" w:rsidRPr="002B1FA3" w:rsidRDefault="002B1FA3" w:rsidP="002B1FA3">
      <w:pPr>
        <w:spacing w:line="360" w:lineRule="auto"/>
        <w:rPr>
          <w:sz w:val="22"/>
          <w:szCs w:val="22"/>
        </w:rPr>
      </w:pPr>
    </w:p>
    <w:p w:rsidR="001D052A" w:rsidRPr="002B1FA3" w:rsidRDefault="00410983" w:rsidP="002B1FA3">
      <w:pPr>
        <w:spacing w:line="360" w:lineRule="auto"/>
        <w:rPr>
          <w:sz w:val="22"/>
          <w:szCs w:val="22"/>
        </w:rPr>
      </w:pPr>
      <w:r w:rsidRPr="002B1FA3">
        <w:rPr>
          <w:b/>
          <w:i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" w:name="Text5"/>
      <w:r w:rsidRPr="002B1FA3">
        <w:rPr>
          <w:b/>
          <w:i/>
          <w:sz w:val="22"/>
          <w:szCs w:val="22"/>
        </w:rPr>
        <w:instrText xml:space="preserve"> FORMTEXT </w:instrText>
      </w:r>
      <w:r w:rsidRPr="002B1FA3">
        <w:rPr>
          <w:b/>
          <w:i/>
          <w:sz w:val="22"/>
          <w:szCs w:val="22"/>
        </w:rPr>
      </w:r>
      <w:r w:rsidRPr="002B1FA3">
        <w:rPr>
          <w:b/>
          <w:i/>
          <w:sz w:val="22"/>
          <w:szCs w:val="22"/>
        </w:rPr>
        <w:fldChar w:fldCharType="separate"/>
      </w:r>
      <w:r w:rsidR="002B549F" w:rsidRPr="002B1FA3">
        <w:rPr>
          <w:b/>
          <w:i/>
          <w:sz w:val="22"/>
          <w:szCs w:val="22"/>
        </w:rPr>
        <w:t xml:space="preserve">Save-the-Date - </w:t>
      </w:r>
      <w:r w:rsidR="002B1FA3" w:rsidRPr="002B1FA3">
        <w:rPr>
          <w:b/>
          <w:i/>
          <w:sz w:val="22"/>
          <w:szCs w:val="22"/>
        </w:rPr>
        <w:t>DRK A</w:t>
      </w:r>
      <w:r w:rsidR="001D052A" w:rsidRPr="002B1FA3">
        <w:rPr>
          <w:b/>
          <w:i/>
          <w:sz w:val="22"/>
          <w:szCs w:val="22"/>
        </w:rPr>
        <w:t>ZUBI-Tag Westfa</w:t>
      </w:r>
      <w:r w:rsidR="00B405ED">
        <w:rPr>
          <w:b/>
          <w:i/>
          <w:sz w:val="22"/>
          <w:szCs w:val="22"/>
        </w:rPr>
        <w:t>len-Lippe am 15</w:t>
      </w:r>
      <w:r w:rsidR="002B1FA3" w:rsidRPr="002B1FA3">
        <w:rPr>
          <w:b/>
          <w:i/>
          <w:sz w:val="22"/>
          <w:szCs w:val="22"/>
        </w:rPr>
        <w:t xml:space="preserve">.11.2017 </w:t>
      </w:r>
      <w:r w:rsidRPr="002B1FA3">
        <w:rPr>
          <w:b/>
          <w:i/>
          <w:sz w:val="22"/>
          <w:szCs w:val="22"/>
        </w:rPr>
        <w:fldChar w:fldCharType="end"/>
      </w:r>
      <w:bookmarkEnd w:id="1"/>
    </w:p>
    <w:p w:rsidR="002B1FA3" w:rsidRPr="002B1FA3" w:rsidRDefault="002B1FA3" w:rsidP="00B77BFA">
      <w:pPr>
        <w:ind w:left="-284" w:right="3116"/>
        <w:jc w:val="both"/>
        <w:rPr>
          <w:sz w:val="22"/>
          <w:szCs w:val="22"/>
        </w:rPr>
      </w:pPr>
    </w:p>
    <w:p w:rsidR="00B77BFA" w:rsidRPr="002B1FA3" w:rsidRDefault="001D052A" w:rsidP="002B1FA3">
      <w:pPr>
        <w:ind w:left="-284" w:right="3116" w:firstLine="284"/>
        <w:jc w:val="both"/>
        <w:rPr>
          <w:sz w:val="22"/>
          <w:szCs w:val="22"/>
        </w:rPr>
      </w:pPr>
      <w:r w:rsidRPr="002B1FA3">
        <w:rPr>
          <w:sz w:val="22"/>
          <w:szCs w:val="22"/>
        </w:rPr>
        <w:t>Sehr geehrte Damen und Herren,</w:t>
      </w:r>
    </w:p>
    <w:p w:rsidR="00B77BFA" w:rsidRPr="002B1FA3" w:rsidRDefault="00B77BFA" w:rsidP="00B77BFA">
      <w:pPr>
        <w:ind w:left="-284" w:right="3116"/>
        <w:jc w:val="both"/>
        <w:rPr>
          <w:sz w:val="22"/>
          <w:szCs w:val="22"/>
        </w:rPr>
      </w:pPr>
    </w:p>
    <w:p w:rsidR="00B77BFA" w:rsidRPr="002B1FA3" w:rsidRDefault="003003D9" w:rsidP="002B1FA3">
      <w:pPr>
        <w:ind w:right="3116"/>
        <w:jc w:val="both"/>
        <w:rPr>
          <w:sz w:val="22"/>
          <w:szCs w:val="22"/>
        </w:rPr>
      </w:pPr>
      <w:r>
        <w:rPr>
          <w:sz w:val="22"/>
          <w:szCs w:val="22"/>
        </w:rPr>
        <w:t>der z</w:t>
      </w:r>
      <w:r w:rsidR="00B77BFA" w:rsidRPr="002B1FA3">
        <w:rPr>
          <w:sz w:val="22"/>
          <w:szCs w:val="22"/>
        </w:rPr>
        <w:t xml:space="preserve">weite AZUBI-Tag des DRK in Westfalen-Lippe unter dem Motto: „Ein Tag für Dich!“ </w:t>
      </w:r>
      <w:r>
        <w:rPr>
          <w:sz w:val="22"/>
          <w:szCs w:val="22"/>
        </w:rPr>
        <w:t xml:space="preserve">steht fest. Die Tagesveranstaltung </w:t>
      </w:r>
      <w:r w:rsidR="004138CC" w:rsidRPr="002B1FA3">
        <w:rPr>
          <w:sz w:val="22"/>
          <w:szCs w:val="22"/>
        </w:rPr>
        <w:t xml:space="preserve">findet </w:t>
      </w:r>
      <w:r w:rsidR="00B77BFA" w:rsidRPr="002B1FA3">
        <w:rPr>
          <w:sz w:val="22"/>
          <w:szCs w:val="22"/>
        </w:rPr>
        <w:t>am</w:t>
      </w:r>
    </w:p>
    <w:p w:rsidR="00B77BFA" w:rsidRPr="002B1FA3" w:rsidRDefault="00B77BFA" w:rsidP="00B77BFA">
      <w:pPr>
        <w:jc w:val="both"/>
        <w:rPr>
          <w:sz w:val="22"/>
          <w:szCs w:val="22"/>
        </w:rPr>
      </w:pPr>
    </w:p>
    <w:p w:rsidR="009225CD" w:rsidRPr="002B1FA3" w:rsidRDefault="003003D9" w:rsidP="003B5C1D">
      <w:pPr>
        <w:tabs>
          <w:tab w:val="left" w:pos="6521"/>
        </w:tabs>
        <w:ind w:left="708" w:right="340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Mittwoch, 15</w:t>
      </w:r>
      <w:r w:rsidR="00B77BFA" w:rsidRPr="002B1FA3">
        <w:rPr>
          <w:b/>
          <w:sz w:val="22"/>
          <w:szCs w:val="22"/>
        </w:rPr>
        <w:t>. November 201</w:t>
      </w:r>
      <w:r w:rsidR="00CF3993">
        <w:rPr>
          <w:b/>
          <w:sz w:val="22"/>
          <w:szCs w:val="22"/>
        </w:rPr>
        <w:t>7</w:t>
      </w:r>
      <w:r w:rsidR="00B77BFA" w:rsidRPr="002B1FA3">
        <w:rPr>
          <w:b/>
          <w:sz w:val="22"/>
          <w:szCs w:val="22"/>
        </w:rPr>
        <w:t xml:space="preserve">, von 10:00 Uhr bis ca. 16:00 Uhr </w:t>
      </w:r>
      <w:r w:rsidR="009225CD" w:rsidRPr="002B1FA3">
        <w:rPr>
          <w:b/>
          <w:sz w:val="22"/>
          <w:szCs w:val="22"/>
        </w:rPr>
        <w:t>im Volkshaus Röhlinghausen in 48151 Herne</w:t>
      </w:r>
      <w:r w:rsidR="00B77BFA" w:rsidRPr="002B1FA3">
        <w:rPr>
          <w:b/>
          <w:sz w:val="22"/>
          <w:szCs w:val="22"/>
        </w:rPr>
        <w:t xml:space="preserve"> </w:t>
      </w:r>
      <w:r w:rsidR="00B77BFA" w:rsidRPr="002B1FA3">
        <w:rPr>
          <w:sz w:val="22"/>
          <w:szCs w:val="22"/>
        </w:rPr>
        <w:t>statt.</w:t>
      </w:r>
    </w:p>
    <w:p w:rsidR="009225CD" w:rsidRPr="002B1FA3" w:rsidRDefault="009225CD" w:rsidP="009225CD">
      <w:pPr>
        <w:jc w:val="both"/>
        <w:rPr>
          <w:b/>
          <w:sz w:val="22"/>
          <w:szCs w:val="22"/>
        </w:rPr>
      </w:pPr>
    </w:p>
    <w:p w:rsidR="001D052A" w:rsidRPr="002B1FA3" w:rsidRDefault="003003D9" w:rsidP="002B1FA3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Der AZUBI-Tag</w:t>
      </w:r>
      <w:r w:rsidR="001D052A" w:rsidRPr="002B1FA3">
        <w:rPr>
          <w:sz w:val="22"/>
          <w:szCs w:val="22"/>
        </w:rPr>
        <w:t xml:space="preserve"> richtet sich an Schüler/innen, Auszubildende und Berufspraktikanten aus Gliederungen des DRK in Westfalen-Lippe, die in den Bereichen Pflege, Rettungsdienst, Erz</w:t>
      </w:r>
      <w:r w:rsidR="0081413B" w:rsidRPr="002B1FA3">
        <w:rPr>
          <w:sz w:val="22"/>
          <w:szCs w:val="22"/>
        </w:rPr>
        <w:t>iehung und Verwaltung tätig sind</w:t>
      </w:r>
      <w:r w:rsidR="001D052A" w:rsidRPr="002B1FA3">
        <w:rPr>
          <w:sz w:val="22"/>
          <w:szCs w:val="22"/>
        </w:rPr>
        <w:t xml:space="preserve">. </w:t>
      </w:r>
    </w:p>
    <w:p w:rsidR="004138CC" w:rsidRPr="002B1FA3" w:rsidRDefault="001D052A" w:rsidP="002B1FA3">
      <w:pPr>
        <w:tabs>
          <w:tab w:val="left" w:pos="7230"/>
        </w:tabs>
        <w:ind w:right="2833"/>
        <w:jc w:val="both"/>
        <w:rPr>
          <w:sz w:val="22"/>
          <w:szCs w:val="22"/>
        </w:rPr>
      </w:pPr>
      <w:r w:rsidRPr="002B1FA3">
        <w:rPr>
          <w:sz w:val="22"/>
          <w:szCs w:val="22"/>
        </w:rPr>
        <w:tab/>
      </w:r>
      <w:r w:rsidRPr="002B1FA3">
        <w:rPr>
          <w:sz w:val="22"/>
          <w:szCs w:val="22"/>
        </w:rPr>
        <w:br/>
      </w:r>
      <w:r w:rsidR="009225CD" w:rsidRPr="002B1FA3">
        <w:rPr>
          <w:sz w:val="22"/>
          <w:szCs w:val="22"/>
        </w:rPr>
        <w:t>Wir bitten dieses Datum an die entsprechenden Ansprechpartner in I</w:t>
      </w:r>
      <w:r w:rsidR="00B04B4C">
        <w:rPr>
          <w:sz w:val="22"/>
          <w:szCs w:val="22"/>
        </w:rPr>
        <w:t>hrem Kreisverband weiterzuleiten</w:t>
      </w:r>
      <w:r w:rsidR="004138CC" w:rsidRPr="002B1FA3">
        <w:rPr>
          <w:sz w:val="22"/>
          <w:szCs w:val="22"/>
        </w:rPr>
        <w:t>. Wir würden uns sehr darüber freuen, wenn Sie es ermöglichen könnten, dass alle Azubis an der Veranstaltung teilnehmen.</w:t>
      </w:r>
    </w:p>
    <w:p w:rsidR="004138CC" w:rsidRPr="002B1FA3" w:rsidRDefault="004138CC" w:rsidP="004138CC">
      <w:pPr>
        <w:ind w:left="-284" w:right="3116"/>
        <w:jc w:val="both"/>
        <w:rPr>
          <w:sz w:val="22"/>
          <w:szCs w:val="22"/>
        </w:rPr>
      </w:pPr>
    </w:p>
    <w:p w:rsidR="000C4576" w:rsidRDefault="004138CC" w:rsidP="000C4576">
      <w:pPr>
        <w:ind w:right="2833"/>
        <w:jc w:val="both"/>
        <w:rPr>
          <w:sz w:val="22"/>
          <w:szCs w:val="22"/>
        </w:rPr>
      </w:pPr>
      <w:r w:rsidRPr="002B1FA3">
        <w:rPr>
          <w:sz w:val="22"/>
          <w:szCs w:val="22"/>
        </w:rPr>
        <w:t xml:space="preserve">Die Anmeldungsmodalitäten und das Veranstaltungsprogramm werden </w:t>
      </w:r>
      <w:r w:rsidR="003B5C1D">
        <w:rPr>
          <w:sz w:val="22"/>
          <w:szCs w:val="22"/>
        </w:rPr>
        <w:t>w</w:t>
      </w:r>
      <w:r w:rsidRPr="002B1FA3">
        <w:rPr>
          <w:sz w:val="22"/>
          <w:szCs w:val="22"/>
        </w:rPr>
        <w:t>ir in der zweiten Jahreshälfte per Rundschreiben an Sie weiterleiten.</w:t>
      </w:r>
      <w:r w:rsidRPr="002B1FA3">
        <w:rPr>
          <w:sz w:val="22"/>
          <w:szCs w:val="22"/>
        </w:rPr>
        <w:tab/>
      </w:r>
      <w:r w:rsidR="001D052A" w:rsidRPr="002B1FA3">
        <w:rPr>
          <w:sz w:val="22"/>
          <w:szCs w:val="22"/>
        </w:rPr>
        <w:br/>
      </w:r>
    </w:p>
    <w:p w:rsidR="001D052A" w:rsidRPr="002B1FA3" w:rsidRDefault="001D052A" w:rsidP="000C4576">
      <w:pPr>
        <w:ind w:right="2833"/>
        <w:jc w:val="both"/>
        <w:rPr>
          <w:sz w:val="22"/>
          <w:szCs w:val="22"/>
        </w:rPr>
      </w:pPr>
      <w:r w:rsidRPr="002B1FA3">
        <w:rPr>
          <w:sz w:val="22"/>
          <w:szCs w:val="22"/>
        </w:rPr>
        <w:t>Bei Rückfragen wenden Sie sich gerne an Frau Hölscher (Durchwahl -219).</w:t>
      </w:r>
    </w:p>
    <w:p w:rsidR="001D052A" w:rsidRPr="002B1FA3" w:rsidRDefault="001D052A" w:rsidP="001D052A">
      <w:pPr>
        <w:tabs>
          <w:tab w:val="left" w:pos="6804"/>
        </w:tabs>
        <w:ind w:left="-284" w:right="3116"/>
        <w:jc w:val="both"/>
        <w:rPr>
          <w:sz w:val="22"/>
          <w:szCs w:val="22"/>
        </w:rPr>
      </w:pPr>
    </w:p>
    <w:p w:rsidR="001D052A" w:rsidRPr="002B1FA3" w:rsidRDefault="002B1FA3" w:rsidP="001D052A">
      <w:pPr>
        <w:tabs>
          <w:tab w:val="left" w:pos="6804"/>
        </w:tabs>
        <w:ind w:left="-284" w:right="31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D052A" w:rsidRPr="002B1FA3">
        <w:rPr>
          <w:sz w:val="22"/>
          <w:szCs w:val="22"/>
        </w:rPr>
        <w:t>Freundliche Grüße</w:t>
      </w:r>
    </w:p>
    <w:p w:rsidR="001D052A" w:rsidRPr="002B1FA3" w:rsidRDefault="001D052A" w:rsidP="001D052A">
      <w:pPr>
        <w:tabs>
          <w:tab w:val="left" w:pos="6804"/>
        </w:tabs>
        <w:ind w:left="-284" w:right="3116"/>
        <w:jc w:val="both"/>
        <w:rPr>
          <w:sz w:val="22"/>
          <w:szCs w:val="22"/>
        </w:rPr>
      </w:pPr>
    </w:p>
    <w:p w:rsidR="001D052A" w:rsidRPr="002B1FA3" w:rsidRDefault="001D052A" w:rsidP="001D052A">
      <w:pPr>
        <w:tabs>
          <w:tab w:val="left" w:pos="6804"/>
        </w:tabs>
        <w:ind w:left="-284" w:right="3116"/>
        <w:jc w:val="both"/>
        <w:rPr>
          <w:sz w:val="22"/>
          <w:szCs w:val="22"/>
        </w:rPr>
      </w:pPr>
    </w:p>
    <w:p w:rsidR="001D052A" w:rsidRPr="002B1FA3" w:rsidRDefault="002B1FA3" w:rsidP="001D052A">
      <w:pPr>
        <w:tabs>
          <w:tab w:val="left" w:pos="6804"/>
        </w:tabs>
        <w:ind w:left="-284" w:right="31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046A6B">
        <w:rPr>
          <w:sz w:val="22"/>
          <w:szCs w:val="22"/>
        </w:rPr>
        <w:t xml:space="preserve">gez. </w:t>
      </w:r>
      <w:r w:rsidR="001D052A" w:rsidRPr="002B1FA3">
        <w:rPr>
          <w:sz w:val="22"/>
          <w:szCs w:val="22"/>
        </w:rPr>
        <w:t>Michaela Augustin</w:t>
      </w:r>
    </w:p>
    <w:p w:rsidR="00731936" w:rsidRPr="002B1FA3" w:rsidRDefault="002B1FA3" w:rsidP="002B549F">
      <w:pPr>
        <w:tabs>
          <w:tab w:val="left" w:pos="6804"/>
        </w:tabs>
        <w:ind w:left="-284" w:right="31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046A6B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</w:t>
      </w:r>
      <w:r w:rsidR="001D052A" w:rsidRPr="002B1FA3">
        <w:rPr>
          <w:sz w:val="22"/>
          <w:szCs w:val="22"/>
        </w:rPr>
        <w:t>Abteilungsleiterin</w:t>
      </w:r>
    </w:p>
    <w:sectPr w:rsidR="00731936" w:rsidRPr="002B1FA3" w:rsidSect="0076696C">
      <w:headerReference w:type="default" r:id="rId8"/>
      <w:headerReference w:type="first" r:id="rId9"/>
      <w:type w:val="continuous"/>
      <w:pgSz w:w="11906" w:h="16838"/>
      <w:pgMar w:top="1418" w:right="284" w:bottom="1135" w:left="1418" w:header="720" w:footer="720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70C" w:rsidRDefault="00A6370C" w:rsidP="00A6370C">
      <w:r>
        <w:separator/>
      </w:r>
    </w:p>
  </w:endnote>
  <w:endnote w:type="continuationSeparator" w:id="0">
    <w:p w:rsidR="00A6370C" w:rsidRDefault="00A6370C" w:rsidP="00A63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70C" w:rsidRDefault="00A6370C" w:rsidP="00A6370C">
      <w:r>
        <w:separator/>
      </w:r>
    </w:p>
  </w:footnote>
  <w:footnote w:type="continuationSeparator" w:id="0">
    <w:p w:rsidR="00A6370C" w:rsidRDefault="00A6370C" w:rsidP="00A63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96C" w:rsidRPr="0076696C" w:rsidRDefault="0076696C" w:rsidP="0076696C">
    <w:pPr>
      <w:pStyle w:val="Kopfzeile"/>
      <w:ind w:right="2691"/>
      <w:jc w:val="center"/>
    </w:pPr>
    <w:r>
      <w:t>- 2 -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96C" w:rsidRDefault="0076696C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0" allowOverlap="1" wp14:anchorId="74FC2CC0" wp14:editId="094DBC7C">
          <wp:simplePos x="0" y="0"/>
          <wp:positionH relativeFrom="column">
            <wp:posOffset>4124960</wp:posOffset>
          </wp:positionH>
          <wp:positionV relativeFrom="paragraph">
            <wp:posOffset>179070</wp:posOffset>
          </wp:positionV>
          <wp:extent cx="1960880" cy="635635"/>
          <wp:effectExtent l="0" t="0" r="1270" b="0"/>
          <wp:wrapTopAndBottom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880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317CE"/>
    <w:multiLevelType w:val="hybridMultilevel"/>
    <w:tmpl w:val="6E3A18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2AD"/>
    <w:rsid w:val="0000001A"/>
    <w:rsid w:val="0000003C"/>
    <w:rsid w:val="00000557"/>
    <w:rsid w:val="0000059A"/>
    <w:rsid w:val="000006D4"/>
    <w:rsid w:val="00000EBA"/>
    <w:rsid w:val="00001070"/>
    <w:rsid w:val="00001110"/>
    <w:rsid w:val="00001208"/>
    <w:rsid w:val="00001211"/>
    <w:rsid w:val="000014F7"/>
    <w:rsid w:val="0000165A"/>
    <w:rsid w:val="0000167A"/>
    <w:rsid w:val="000019C1"/>
    <w:rsid w:val="00001AD0"/>
    <w:rsid w:val="00001D18"/>
    <w:rsid w:val="00001E73"/>
    <w:rsid w:val="00001F12"/>
    <w:rsid w:val="00002413"/>
    <w:rsid w:val="00002671"/>
    <w:rsid w:val="000026CF"/>
    <w:rsid w:val="000028E2"/>
    <w:rsid w:val="000031CD"/>
    <w:rsid w:val="00003406"/>
    <w:rsid w:val="0000347E"/>
    <w:rsid w:val="00003617"/>
    <w:rsid w:val="00003AA8"/>
    <w:rsid w:val="00003AE0"/>
    <w:rsid w:val="00003FB7"/>
    <w:rsid w:val="00004315"/>
    <w:rsid w:val="000044E6"/>
    <w:rsid w:val="000045A9"/>
    <w:rsid w:val="000049F8"/>
    <w:rsid w:val="00004C20"/>
    <w:rsid w:val="0000527A"/>
    <w:rsid w:val="00005519"/>
    <w:rsid w:val="00005690"/>
    <w:rsid w:val="000059B7"/>
    <w:rsid w:val="000060A8"/>
    <w:rsid w:val="000063E3"/>
    <w:rsid w:val="00006401"/>
    <w:rsid w:val="000065FE"/>
    <w:rsid w:val="000066C8"/>
    <w:rsid w:val="0000671E"/>
    <w:rsid w:val="000068C1"/>
    <w:rsid w:val="00006CAA"/>
    <w:rsid w:val="00006F1C"/>
    <w:rsid w:val="00007169"/>
    <w:rsid w:val="000075F0"/>
    <w:rsid w:val="000077A7"/>
    <w:rsid w:val="000079A1"/>
    <w:rsid w:val="00007AAE"/>
    <w:rsid w:val="00007D32"/>
    <w:rsid w:val="00007FF3"/>
    <w:rsid w:val="00010081"/>
    <w:rsid w:val="00010131"/>
    <w:rsid w:val="000103EB"/>
    <w:rsid w:val="00010426"/>
    <w:rsid w:val="000104F0"/>
    <w:rsid w:val="00010A56"/>
    <w:rsid w:val="00010C73"/>
    <w:rsid w:val="00010DAE"/>
    <w:rsid w:val="00010EB6"/>
    <w:rsid w:val="000110B3"/>
    <w:rsid w:val="000110F1"/>
    <w:rsid w:val="00011152"/>
    <w:rsid w:val="000112C9"/>
    <w:rsid w:val="00011A40"/>
    <w:rsid w:val="00011C92"/>
    <w:rsid w:val="00012271"/>
    <w:rsid w:val="00012317"/>
    <w:rsid w:val="0001269B"/>
    <w:rsid w:val="00012B32"/>
    <w:rsid w:val="00012CE2"/>
    <w:rsid w:val="00012FDE"/>
    <w:rsid w:val="0001332E"/>
    <w:rsid w:val="00013C7A"/>
    <w:rsid w:val="00014000"/>
    <w:rsid w:val="00014365"/>
    <w:rsid w:val="000146BE"/>
    <w:rsid w:val="00014A27"/>
    <w:rsid w:val="00014AE9"/>
    <w:rsid w:val="00014D12"/>
    <w:rsid w:val="00014F22"/>
    <w:rsid w:val="00014F78"/>
    <w:rsid w:val="0001569A"/>
    <w:rsid w:val="000159A4"/>
    <w:rsid w:val="000159F6"/>
    <w:rsid w:val="00015ABC"/>
    <w:rsid w:val="00015C53"/>
    <w:rsid w:val="00015E77"/>
    <w:rsid w:val="000161E0"/>
    <w:rsid w:val="00016247"/>
    <w:rsid w:val="00016681"/>
    <w:rsid w:val="000169D7"/>
    <w:rsid w:val="00016C76"/>
    <w:rsid w:val="00016F30"/>
    <w:rsid w:val="000172AA"/>
    <w:rsid w:val="00017431"/>
    <w:rsid w:val="00017454"/>
    <w:rsid w:val="0001779E"/>
    <w:rsid w:val="00017D8A"/>
    <w:rsid w:val="00017E24"/>
    <w:rsid w:val="000200AB"/>
    <w:rsid w:val="00020295"/>
    <w:rsid w:val="00020939"/>
    <w:rsid w:val="00020B5F"/>
    <w:rsid w:val="00021495"/>
    <w:rsid w:val="0002159C"/>
    <w:rsid w:val="00021A4A"/>
    <w:rsid w:val="00021DAD"/>
    <w:rsid w:val="00021F15"/>
    <w:rsid w:val="000223B0"/>
    <w:rsid w:val="00022B72"/>
    <w:rsid w:val="00022C02"/>
    <w:rsid w:val="00022C35"/>
    <w:rsid w:val="00023143"/>
    <w:rsid w:val="000232F0"/>
    <w:rsid w:val="00023305"/>
    <w:rsid w:val="00023472"/>
    <w:rsid w:val="000236F3"/>
    <w:rsid w:val="0002388B"/>
    <w:rsid w:val="000238B6"/>
    <w:rsid w:val="000238FE"/>
    <w:rsid w:val="00023DF0"/>
    <w:rsid w:val="00023F2F"/>
    <w:rsid w:val="00023FC2"/>
    <w:rsid w:val="00024161"/>
    <w:rsid w:val="000243EE"/>
    <w:rsid w:val="000244B7"/>
    <w:rsid w:val="00024505"/>
    <w:rsid w:val="000246FD"/>
    <w:rsid w:val="000247A9"/>
    <w:rsid w:val="00024AE5"/>
    <w:rsid w:val="00024C32"/>
    <w:rsid w:val="00024F56"/>
    <w:rsid w:val="00024FD8"/>
    <w:rsid w:val="000253D5"/>
    <w:rsid w:val="00025540"/>
    <w:rsid w:val="000255A1"/>
    <w:rsid w:val="000255CB"/>
    <w:rsid w:val="000257B6"/>
    <w:rsid w:val="000259F0"/>
    <w:rsid w:val="000260E5"/>
    <w:rsid w:val="00026139"/>
    <w:rsid w:val="00026E0A"/>
    <w:rsid w:val="0002722F"/>
    <w:rsid w:val="00027384"/>
    <w:rsid w:val="0002740B"/>
    <w:rsid w:val="0002763B"/>
    <w:rsid w:val="0002783C"/>
    <w:rsid w:val="00027BCD"/>
    <w:rsid w:val="00027DF1"/>
    <w:rsid w:val="00030194"/>
    <w:rsid w:val="0003043B"/>
    <w:rsid w:val="0003044F"/>
    <w:rsid w:val="000305FC"/>
    <w:rsid w:val="00030770"/>
    <w:rsid w:val="00030BC2"/>
    <w:rsid w:val="00031173"/>
    <w:rsid w:val="000311A3"/>
    <w:rsid w:val="00031594"/>
    <w:rsid w:val="000316DF"/>
    <w:rsid w:val="00031883"/>
    <w:rsid w:val="000319D9"/>
    <w:rsid w:val="00031B66"/>
    <w:rsid w:val="00031C26"/>
    <w:rsid w:val="00031D2E"/>
    <w:rsid w:val="00032395"/>
    <w:rsid w:val="00032413"/>
    <w:rsid w:val="000324BB"/>
    <w:rsid w:val="00032573"/>
    <w:rsid w:val="0003265D"/>
    <w:rsid w:val="000327CC"/>
    <w:rsid w:val="00032A72"/>
    <w:rsid w:val="00032D95"/>
    <w:rsid w:val="00032E04"/>
    <w:rsid w:val="00032F8B"/>
    <w:rsid w:val="000336D1"/>
    <w:rsid w:val="00033815"/>
    <w:rsid w:val="00033B9D"/>
    <w:rsid w:val="00033F84"/>
    <w:rsid w:val="00034304"/>
    <w:rsid w:val="00034A4F"/>
    <w:rsid w:val="00034D17"/>
    <w:rsid w:val="000352BB"/>
    <w:rsid w:val="00035382"/>
    <w:rsid w:val="0003538E"/>
    <w:rsid w:val="000355DB"/>
    <w:rsid w:val="00035605"/>
    <w:rsid w:val="00035852"/>
    <w:rsid w:val="00035B53"/>
    <w:rsid w:val="00035B7D"/>
    <w:rsid w:val="00035C60"/>
    <w:rsid w:val="00035F48"/>
    <w:rsid w:val="0003637A"/>
    <w:rsid w:val="000363FB"/>
    <w:rsid w:val="00036601"/>
    <w:rsid w:val="00036605"/>
    <w:rsid w:val="00036C91"/>
    <w:rsid w:val="00036D22"/>
    <w:rsid w:val="00036DB9"/>
    <w:rsid w:val="00036FD5"/>
    <w:rsid w:val="00037157"/>
    <w:rsid w:val="000373E5"/>
    <w:rsid w:val="000375BB"/>
    <w:rsid w:val="0003786F"/>
    <w:rsid w:val="000378DC"/>
    <w:rsid w:val="000378FA"/>
    <w:rsid w:val="00037AD7"/>
    <w:rsid w:val="00037B7C"/>
    <w:rsid w:val="00040149"/>
    <w:rsid w:val="000401B5"/>
    <w:rsid w:val="0004034A"/>
    <w:rsid w:val="0004107D"/>
    <w:rsid w:val="0004109A"/>
    <w:rsid w:val="0004166B"/>
    <w:rsid w:val="00041AF2"/>
    <w:rsid w:val="00041CE4"/>
    <w:rsid w:val="00041D97"/>
    <w:rsid w:val="000428D4"/>
    <w:rsid w:val="00042941"/>
    <w:rsid w:val="00042997"/>
    <w:rsid w:val="00042BBE"/>
    <w:rsid w:val="00042E0B"/>
    <w:rsid w:val="00042ED6"/>
    <w:rsid w:val="00042F90"/>
    <w:rsid w:val="000431AB"/>
    <w:rsid w:val="00043242"/>
    <w:rsid w:val="00043568"/>
    <w:rsid w:val="0004377F"/>
    <w:rsid w:val="000438BC"/>
    <w:rsid w:val="000439D6"/>
    <w:rsid w:val="00043CBC"/>
    <w:rsid w:val="00043EAF"/>
    <w:rsid w:val="00044227"/>
    <w:rsid w:val="000443F5"/>
    <w:rsid w:val="000444C5"/>
    <w:rsid w:val="00044ED4"/>
    <w:rsid w:val="0004545E"/>
    <w:rsid w:val="000455B3"/>
    <w:rsid w:val="00045D2F"/>
    <w:rsid w:val="00045DBA"/>
    <w:rsid w:val="00046185"/>
    <w:rsid w:val="000466C0"/>
    <w:rsid w:val="000468DD"/>
    <w:rsid w:val="00046A6B"/>
    <w:rsid w:val="00046AA3"/>
    <w:rsid w:val="00046B97"/>
    <w:rsid w:val="00046BCC"/>
    <w:rsid w:val="00046F17"/>
    <w:rsid w:val="000471B9"/>
    <w:rsid w:val="0004759E"/>
    <w:rsid w:val="000478CD"/>
    <w:rsid w:val="00047987"/>
    <w:rsid w:val="00047B5F"/>
    <w:rsid w:val="00047CF6"/>
    <w:rsid w:val="00047DD5"/>
    <w:rsid w:val="00050192"/>
    <w:rsid w:val="00050316"/>
    <w:rsid w:val="00050679"/>
    <w:rsid w:val="00050D1F"/>
    <w:rsid w:val="000510C8"/>
    <w:rsid w:val="00051316"/>
    <w:rsid w:val="0005143D"/>
    <w:rsid w:val="000519FC"/>
    <w:rsid w:val="00051B7F"/>
    <w:rsid w:val="00051E7C"/>
    <w:rsid w:val="00051EA5"/>
    <w:rsid w:val="00052359"/>
    <w:rsid w:val="0005257B"/>
    <w:rsid w:val="00052FF7"/>
    <w:rsid w:val="00053169"/>
    <w:rsid w:val="00053187"/>
    <w:rsid w:val="0005330F"/>
    <w:rsid w:val="000534FC"/>
    <w:rsid w:val="00053528"/>
    <w:rsid w:val="000535B0"/>
    <w:rsid w:val="0005377A"/>
    <w:rsid w:val="00053A07"/>
    <w:rsid w:val="00053AAA"/>
    <w:rsid w:val="00053BEC"/>
    <w:rsid w:val="00053FD1"/>
    <w:rsid w:val="0005402D"/>
    <w:rsid w:val="00054237"/>
    <w:rsid w:val="00054495"/>
    <w:rsid w:val="000545EF"/>
    <w:rsid w:val="00054DA0"/>
    <w:rsid w:val="00054E41"/>
    <w:rsid w:val="00054FA9"/>
    <w:rsid w:val="0005508E"/>
    <w:rsid w:val="000550DE"/>
    <w:rsid w:val="00055238"/>
    <w:rsid w:val="00055467"/>
    <w:rsid w:val="0005570F"/>
    <w:rsid w:val="00055941"/>
    <w:rsid w:val="00055BDB"/>
    <w:rsid w:val="00055EEC"/>
    <w:rsid w:val="000560CD"/>
    <w:rsid w:val="0005613B"/>
    <w:rsid w:val="000562C2"/>
    <w:rsid w:val="00056664"/>
    <w:rsid w:val="00056930"/>
    <w:rsid w:val="0005695B"/>
    <w:rsid w:val="0005695C"/>
    <w:rsid w:val="00056F65"/>
    <w:rsid w:val="0005712D"/>
    <w:rsid w:val="00057448"/>
    <w:rsid w:val="00057C8A"/>
    <w:rsid w:val="000602BE"/>
    <w:rsid w:val="00060714"/>
    <w:rsid w:val="00060722"/>
    <w:rsid w:val="0006084E"/>
    <w:rsid w:val="0006092B"/>
    <w:rsid w:val="00060B26"/>
    <w:rsid w:val="0006128C"/>
    <w:rsid w:val="0006155F"/>
    <w:rsid w:val="000616C3"/>
    <w:rsid w:val="000617CF"/>
    <w:rsid w:val="00061BE5"/>
    <w:rsid w:val="00061CCE"/>
    <w:rsid w:val="00061FB9"/>
    <w:rsid w:val="00062196"/>
    <w:rsid w:val="0006226C"/>
    <w:rsid w:val="00062338"/>
    <w:rsid w:val="00062401"/>
    <w:rsid w:val="00062442"/>
    <w:rsid w:val="000625D0"/>
    <w:rsid w:val="000629EC"/>
    <w:rsid w:val="00062E2E"/>
    <w:rsid w:val="00063039"/>
    <w:rsid w:val="00063532"/>
    <w:rsid w:val="00063678"/>
    <w:rsid w:val="0006395C"/>
    <w:rsid w:val="00063CBC"/>
    <w:rsid w:val="00063CD9"/>
    <w:rsid w:val="00063E14"/>
    <w:rsid w:val="00063EB5"/>
    <w:rsid w:val="00063FE9"/>
    <w:rsid w:val="000642B6"/>
    <w:rsid w:val="000648E8"/>
    <w:rsid w:val="00064FBB"/>
    <w:rsid w:val="00065352"/>
    <w:rsid w:val="0006578F"/>
    <w:rsid w:val="00065B2F"/>
    <w:rsid w:val="00065D19"/>
    <w:rsid w:val="00065ED9"/>
    <w:rsid w:val="000661C0"/>
    <w:rsid w:val="000666A1"/>
    <w:rsid w:val="000667CA"/>
    <w:rsid w:val="00066BC8"/>
    <w:rsid w:val="00066D4B"/>
    <w:rsid w:val="00066E38"/>
    <w:rsid w:val="00066FAD"/>
    <w:rsid w:val="00067053"/>
    <w:rsid w:val="000670A5"/>
    <w:rsid w:val="0006712A"/>
    <w:rsid w:val="00067387"/>
    <w:rsid w:val="0006758B"/>
    <w:rsid w:val="000679A8"/>
    <w:rsid w:val="00067E56"/>
    <w:rsid w:val="00070249"/>
    <w:rsid w:val="0007078E"/>
    <w:rsid w:val="00070E6B"/>
    <w:rsid w:val="0007116A"/>
    <w:rsid w:val="000711B1"/>
    <w:rsid w:val="000711C9"/>
    <w:rsid w:val="000715E0"/>
    <w:rsid w:val="00071BA6"/>
    <w:rsid w:val="0007235B"/>
    <w:rsid w:val="00072443"/>
    <w:rsid w:val="000726DE"/>
    <w:rsid w:val="00072701"/>
    <w:rsid w:val="0007283B"/>
    <w:rsid w:val="00072F8D"/>
    <w:rsid w:val="0007301E"/>
    <w:rsid w:val="0007312A"/>
    <w:rsid w:val="000731BB"/>
    <w:rsid w:val="000731DC"/>
    <w:rsid w:val="00073286"/>
    <w:rsid w:val="000736A7"/>
    <w:rsid w:val="00074352"/>
    <w:rsid w:val="00074DE4"/>
    <w:rsid w:val="00075035"/>
    <w:rsid w:val="000751A6"/>
    <w:rsid w:val="00075400"/>
    <w:rsid w:val="0007568A"/>
    <w:rsid w:val="0007575A"/>
    <w:rsid w:val="00075DDD"/>
    <w:rsid w:val="000763F0"/>
    <w:rsid w:val="00076543"/>
    <w:rsid w:val="00076709"/>
    <w:rsid w:val="00076809"/>
    <w:rsid w:val="00076A3A"/>
    <w:rsid w:val="00076EAA"/>
    <w:rsid w:val="00076F31"/>
    <w:rsid w:val="000770E3"/>
    <w:rsid w:val="00077294"/>
    <w:rsid w:val="00077793"/>
    <w:rsid w:val="000778BF"/>
    <w:rsid w:val="00077CEC"/>
    <w:rsid w:val="00077EA3"/>
    <w:rsid w:val="00080109"/>
    <w:rsid w:val="0008035E"/>
    <w:rsid w:val="00080464"/>
    <w:rsid w:val="000806CD"/>
    <w:rsid w:val="0008072E"/>
    <w:rsid w:val="00080B69"/>
    <w:rsid w:val="00080D32"/>
    <w:rsid w:val="00080DFE"/>
    <w:rsid w:val="00081085"/>
    <w:rsid w:val="00081168"/>
    <w:rsid w:val="0008127D"/>
    <w:rsid w:val="000817E8"/>
    <w:rsid w:val="00081842"/>
    <w:rsid w:val="00081AEF"/>
    <w:rsid w:val="00081BB4"/>
    <w:rsid w:val="00082179"/>
    <w:rsid w:val="0008218D"/>
    <w:rsid w:val="000822D1"/>
    <w:rsid w:val="0008236C"/>
    <w:rsid w:val="0008236F"/>
    <w:rsid w:val="000823D9"/>
    <w:rsid w:val="0008241F"/>
    <w:rsid w:val="00082994"/>
    <w:rsid w:val="000829A4"/>
    <w:rsid w:val="000829F2"/>
    <w:rsid w:val="00082E63"/>
    <w:rsid w:val="00082EB7"/>
    <w:rsid w:val="00082F54"/>
    <w:rsid w:val="00083392"/>
    <w:rsid w:val="00083629"/>
    <w:rsid w:val="0008386C"/>
    <w:rsid w:val="00083ADF"/>
    <w:rsid w:val="00083E22"/>
    <w:rsid w:val="00083F35"/>
    <w:rsid w:val="000840A3"/>
    <w:rsid w:val="0008423F"/>
    <w:rsid w:val="000844E2"/>
    <w:rsid w:val="00084650"/>
    <w:rsid w:val="00084828"/>
    <w:rsid w:val="00084853"/>
    <w:rsid w:val="00084C6C"/>
    <w:rsid w:val="0008507B"/>
    <w:rsid w:val="000855F3"/>
    <w:rsid w:val="00085700"/>
    <w:rsid w:val="00085C48"/>
    <w:rsid w:val="0008600B"/>
    <w:rsid w:val="00086479"/>
    <w:rsid w:val="000864B5"/>
    <w:rsid w:val="00086544"/>
    <w:rsid w:val="00086583"/>
    <w:rsid w:val="0008660D"/>
    <w:rsid w:val="00086CF5"/>
    <w:rsid w:val="000878AF"/>
    <w:rsid w:val="00087AE6"/>
    <w:rsid w:val="00087B81"/>
    <w:rsid w:val="00087D96"/>
    <w:rsid w:val="00090369"/>
    <w:rsid w:val="000905DC"/>
    <w:rsid w:val="00090B75"/>
    <w:rsid w:val="0009105F"/>
    <w:rsid w:val="00091227"/>
    <w:rsid w:val="00091499"/>
    <w:rsid w:val="00091550"/>
    <w:rsid w:val="0009156E"/>
    <w:rsid w:val="000918F5"/>
    <w:rsid w:val="0009191A"/>
    <w:rsid w:val="0009195A"/>
    <w:rsid w:val="00091A22"/>
    <w:rsid w:val="00091B94"/>
    <w:rsid w:val="00091CE1"/>
    <w:rsid w:val="00092095"/>
    <w:rsid w:val="0009284A"/>
    <w:rsid w:val="000929E0"/>
    <w:rsid w:val="00092DEA"/>
    <w:rsid w:val="00093101"/>
    <w:rsid w:val="000934B4"/>
    <w:rsid w:val="0009429A"/>
    <w:rsid w:val="000948C8"/>
    <w:rsid w:val="00094A82"/>
    <w:rsid w:val="00094AF1"/>
    <w:rsid w:val="00094CDB"/>
    <w:rsid w:val="00094FBB"/>
    <w:rsid w:val="000952F8"/>
    <w:rsid w:val="00095D12"/>
    <w:rsid w:val="00095EF9"/>
    <w:rsid w:val="00095FB9"/>
    <w:rsid w:val="00096076"/>
    <w:rsid w:val="00096BD1"/>
    <w:rsid w:val="00096ED6"/>
    <w:rsid w:val="00096F35"/>
    <w:rsid w:val="00096F6C"/>
    <w:rsid w:val="000970FB"/>
    <w:rsid w:val="0009728E"/>
    <w:rsid w:val="00097A93"/>
    <w:rsid w:val="00097B07"/>
    <w:rsid w:val="00097D2B"/>
    <w:rsid w:val="00097DD0"/>
    <w:rsid w:val="00097F84"/>
    <w:rsid w:val="000A0390"/>
    <w:rsid w:val="000A0A0C"/>
    <w:rsid w:val="000A0A28"/>
    <w:rsid w:val="000A0AD2"/>
    <w:rsid w:val="000A0C02"/>
    <w:rsid w:val="000A132C"/>
    <w:rsid w:val="000A140C"/>
    <w:rsid w:val="000A1461"/>
    <w:rsid w:val="000A14A4"/>
    <w:rsid w:val="000A14C9"/>
    <w:rsid w:val="000A1A30"/>
    <w:rsid w:val="000A1AB6"/>
    <w:rsid w:val="000A1B99"/>
    <w:rsid w:val="000A1DE4"/>
    <w:rsid w:val="000A25EB"/>
    <w:rsid w:val="000A2B00"/>
    <w:rsid w:val="000A2CBE"/>
    <w:rsid w:val="000A2F85"/>
    <w:rsid w:val="000A326C"/>
    <w:rsid w:val="000A34E8"/>
    <w:rsid w:val="000A3579"/>
    <w:rsid w:val="000A3A50"/>
    <w:rsid w:val="000A3AC3"/>
    <w:rsid w:val="000A3C3B"/>
    <w:rsid w:val="000A3DB4"/>
    <w:rsid w:val="000A3E8E"/>
    <w:rsid w:val="000A4000"/>
    <w:rsid w:val="000A415F"/>
    <w:rsid w:val="000A4325"/>
    <w:rsid w:val="000A4753"/>
    <w:rsid w:val="000A4DFE"/>
    <w:rsid w:val="000A4F3F"/>
    <w:rsid w:val="000A5041"/>
    <w:rsid w:val="000A5487"/>
    <w:rsid w:val="000A57D2"/>
    <w:rsid w:val="000A5A62"/>
    <w:rsid w:val="000A5BDE"/>
    <w:rsid w:val="000A5F0B"/>
    <w:rsid w:val="000A63C8"/>
    <w:rsid w:val="000A68F6"/>
    <w:rsid w:val="000A6965"/>
    <w:rsid w:val="000A6C96"/>
    <w:rsid w:val="000A6E42"/>
    <w:rsid w:val="000A6E89"/>
    <w:rsid w:val="000A6E9D"/>
    <w:rsid w:val="000A6F89"/>
    <w:rsid w:val="000A7712"/>
    <w:rsid w:val="000A7B46"/>
    <w:rsid w:val="000A7BCE"/>
    <w:rsid w:val="000A7D11"/>
    <w:rsid w:val="000A7E6B"/>
    <w:rsid w:val="000B0144"/>
    <w:rsid w:val="000B083D"/>
    <w:rsid w:val="000B0853"/>
    <w:rsid w:val="000B0D71"/>
    <w:rsid w:val="000B0E36"/>
    <w:rsid w:val="000B1167"/>
    <w:rsid w:val="000B1286"/>
    <w:rsid w:val="000B17D6"/>
    <w:rsid w:val="000B1930"/>
    <w:rsid w:val="000B193B"/>
    <w:rsid w:val="000B1BB5"/>
    <w:rsid w:val="000B1CFD"/>
    <w:rsid w:val="000B2147"/>
    <w:rsid w:val="000B22A6"/>
    <w:rsid w:val="000B2449"/>
    <w:rsid w:val="000B2678"/>
    <w:rsid w:val="000B29D8"/>
    <w:rsid w:val="000B2C05"/>
    <w:rsid w:val="000B2DEE"/>
    <w:rsid w:val="000B3014"/>
    <w:rsid w:val="000B33DC"/>
    <w:rsid w:val="000B346D"/>
    <w:rsid w:val="000B3561"/>
    <w:rsid w:val="000B35D5"/>
    <w:rsid w:val="000B392C"/>
    <w:rsid w:val="000B3B4E"/>
    <w:rsid w:val="000B3D12"/>
    <w:rsid w:val="000B3E16"/>
    <w:rsid w:val="000B3FF9"/>
    <w:rsid w:val="000B411D"/>
    <w:rsid w:val="000B4245"/>
    <w:rsid w:val="000B43FC"/>
    <w:rsid w:val="000B44AB"/>
    <w:rsid w:val="000B476A"/>
    <w:rsid w:val="000B49D8"/>
    <w:rsid w:val="000B50CE"/>
    <w:rsid w:val="000B530D"/>
    <w:rsid w:val="000B5BAA"/>
    <w:rsid w:val="000B5CC2"/>
    <w:rsid w:val="000B5E1C"/>
    <w:rsid w:val="000B5E5B"/>
    <w:rsid w:val="000B60A2"/>
    <w:rsid w:val="000B61C5"/>
    <w:rsid w:val="000B6364"/>
    <w:rsid w:val="000B662A"/>
    <w:rsid w:val="000B6D47"/>
    <w:rsid w:val="000B6D8C"/>
    <w:rsid w:val="000B71F9"/>
    <w:rsid w:val="000B720B"/>
    <w:rsid w:val="000B727B"/>
    <w:rsid w:val="000B7394"/>
    <w:rsid w:val="000B7513"/>
    <w:rsid w:val="000B767E"/>
    <w:rsid w:val="000B7B12"/>
    <w:rsid w:val="000B7BBB"/>
    <w:rsid w:val="000B7E8F"/>
    <w:rsid w:val="000B7ED6"/>
    <w:rsid w:val="000C00C9"/>
    <w:rsid w:val="000C085B"/>
    <w:rsid w:val="000C0A00"/>
    <w:rsid w:val="000C0BB1"/>
    <w:rsid w:val="000C0C54"/>
    <w:rsid w:val="000C0F47"/>
    <w:rsid w:val="000C1091"/>
    <w:rsid w:val="000C113B"/>
    <w:rsid w:val="000C11BB"/>
    <w:rsid w:val="000C140F"/>
    <w:rsid w:val="000C1530"/>
    <w:rsid w:val="000C18C0"/>
    <w:rsid w:val="000C19E0"/>
    <w:rsid w:val="000C1B4E"/>
    <w:rsid w:val="000C1DAF"/>
    <w:rsid w:val="000C2539"/>
    <w:rsid w:val="000C26AD"/>
    <w:rsid w:val="000C2832"/>
    <w:rsid w:val="000C2A64"/>
    <w:rsid w:val="000C2C48"/>
    <w:rsid w:val="000C2C80"/>
    <w:rsid w:val="000C2E57"/>
    <w:rsid w:val="000C3457"/>
    <w:rsid w:val="000C3B89"/>
    <w:rsid w:val="000C3E5F"/>
    <w:rsid w:val="000C3F29"/>
    <w:rsid w:val="000C3F8A"/>
    <w:rsid w:val="000C44F1"/>
    <w:rsid w:val="000C4515"/>
    <w:rsid w:val="000C4576"/>
    <w:rsid w:val="000C482D"/>
    <w:rsid w:val="000C4886"/>
    <w:rsid w:val="000C4B09"/>
    <w:rsid w:val="000C4BD1"/>
    <w:rsid w:val="000C4C26"/>
    <w:rsid w:val="000C4C81"/>
    <w:rsid w:val="000C53DA"/>
    <w:rsid w:val="000C5783"/>
    <w:rsid w:val="000C5933"/>
    <w:rsid w:val="000C59C7"/>
    <w:rsid w:val="000C5C7C"/>
    <w:rsid w:val="000C5E07"/>
    <w:rsid w:val="000C6171"/>
    <w:rsid w:val="000C619C"/>
    <w:rsid w:val="000C61B2"/>
    <w:rsid w:val="000C64EF"/>
    <w:rsid w:val="000C65ED"/>
    <w:rsid w:val="000C6656"/>
    <w:rsid w:val="000C6683"/>
    <w:rsid w:val="000C677A"/>
    <w:rsid w:val="000C6946"/>
    <w:rsid w:val="000C694F"/>
    <w:rsid w:val="000C6AD1"/>
    <w:rsid w:val="000C6C17"/>
    <w:rsid w:val="000C6E89"/>
    <w:rsid w:val="000C6F65"/>
    <w:rsid w:val="000C7065"/>
    <w:rsid w:val="000C7089"/>
    <w:rsid w:val="000C70D2"/>
    <w:rsid w:val="000C729C"/>
    <w:rsid w:val="000C7421"/>
    <w:rsid w:val="000C7507"/>
    <w:rsid w:val="000C765D"/>
    <w:rsid w:val="000C7A16"/>
    <w:rsid w:val="000C7CDA"/>
    <w:rsid w:val="000C7D72"/>
    <w:rsid w:val="000D01DC"/>
    <w:rsid w:val="000D02A3"/>
    <w:rsid w:val="000D0543"/>
    <w:rsid w:val="000D07D4"/>
    <w:rsid w:val="000D0998"/>
    <w:rsid w:val="000D0BFE"/>
    <w:rsid w:val="000D0CA4"/>
    <w:rsid w:val="000D0D6F"/>
    <w:rsid w:val="000D0EF1"/>
    <w:rsid w:val="000D17E2"/>
    <w:rsid w:val="000D1A4D"/>
    <w:rsid w:val="000D262E"/>
    <w:rsid w:val="000D27FA"/>
    <w:rsid w:val="000D293B"/>
    <w:rsid w:val="000D2EF5"/>
    <w:rsid w:val="000D37CA"/>
    <w:rsid w:val="000D3860"/>
    <w:rsid w:val="000D4058"/>
    <w:rsid w:val="000D420D"/>
    <w:rsid w:val="000D43FE"/>
    <w:rsid w:val="000D46DA"/>
    <w:rsid w:val="000D4D06"/>
    <w:rsid w:val="000D528C"/>
    <w:rsid w:val="000D59CC"/>
    <w:rsid w:val="000D5D62"/>
    <w:rsid w:val="000D5F6C"/>
    <w:rsid w:val="000D62FB"/>
    <w:rsid w:val="000D6389"/>
    <w:rsid w:val="000D648A"/>
    <w:rsid w:val="000D6569"/>
    <w:rsid w:val="000D66A4"/>
    <w:rsid w:val="000D6A12"/>
    <w:rsid w:val="000D6EBC"/>
    <w:rsid w:val="000D6FC2"/>
    <w:rsid w:val="000D7018"/>
    <w:rsid w:val="000D7412"/>
    <w:rsid w:val="000D745D"/>
    <w:rsid w:val="000D75A2"/>
    <w:rsid w:val="000D75CD"/>
    <w:rsid w:val="000D7BDC"/>
    <w:rsid w:val="000D7CA4"/>
    <w:rsid w:val="000E0069"/>
    <w:rsid w:val="000E017C"/>
    <w:rsid w:val="000E041C"/>
    <w:rsid w:val="000E07DA"/>
    <w:rsid w:val="000E08C6"/>
    <w:rsid w:val="000E0973"/>
    <w:rsid w:val="000E0E2F"/>
    <w:rsid w:val="000E10C2"/>
    <w:rsid w:val="000E11B2"/>
    <w:rsid w:val="000E13DE"/>
    <w:rsid w:val="000E17DC"/>
    <w:rsid w:val="000E1845"/>
    <w:rsid w:val="000E19F3"/>
    <w:rsid w:val="000E1AAE"/>
    <w:rsid w:val="000E1BA1"/>
    <w:rsid w:val="000E1F7E"/>
    <w:rsid w:val="000E1F9F"/>
    <w:rsid w:val="000E2105"/>
    <w:rsid w:val="000E2305"/>
    <w:rsid w:val="000E2490"/>
    <w:rsid w:val="000E2576"/>
    <w:rsid w:val="000E25CF"/>
    <w:rsid w:val="000E298A"/>
    <w:rsid w:val="000E2A6F"/>
    <w:rsid w:val="000E2EE3"/>
    <w:rsid w:val="000E2F09"/>
    <w:rsid w:val="000E2F9A"/>
    <w:rsid w:val="000E327A"/>
    <w:rsid w:val="000E3534"/>
    <w:rsid w:val="000E39E0"/>
    <w:rsid w:val="000E3CB3"/>
    <w:rsid w:val="000E3E6C"/>
    <w:rsid w:val="000E4182"/>
    <w:rsid w:val="000E4235"/>
    <w:rsid w:val="000E4BD1"/>
    <w:rsid w:val="000E4DED"/>
    <w:rsid w:val="000E51E5"/>
    <w:rsid w:val="000E53AA"/>
    <w:rsid w:val="000E5B12"/>
    <w:rsid w:val="000E5D19"/>
    <w:rsid w:val="000E6348"/>
    <w:rsid w:val="000E64D8"/>
    <w:rsid w:val="000E657F"/>
    <w:rsid w:val="000E6673"/>
    <w:rsid w:val="000E68CD"/>
    <w:rsid w:val="000E6ADE"/>
    <w:rsid w:val="000E6DFB"/>
    <w:rsid w:val="000E7029"/>
    <w:rsid w:val="000E7050"/>
    <w:rsid w:val="000E70D8"/>
    <w:rsid w:val="000E717D"/>
    <w:rsid w:val="000E74F4"/>
    <w:rsid w:val="000F05A7"/>
    <w:rsid w:val="000F09B9"/>
    <w:rsid w:val="000F0D61"/>
    <w:rsid w:val="000F0DBA"/>
    <w:rsid w:val="000F0E12"/>
    <w:rsid w:val="000F11C4"/>
    <w:rsid w:val="000F13CE"/>
    <w:rsid w:val="000F16F6"/>
    <w:rsid w:val="000F177D"/>
    <w:rsid w:val="000F19B7"/>
    <w:rsid w:val="000F1B03"/>
    <w:rsid w:val="000F204A"/>
    <w:rsid w:val="000F22C8"/>
    <w:rsid w:val="000F2752"/>
    <w:rsid w:val="000F2CB0"/>
    <w:rsid w:val="000F2DC0"/>
    <w:rsid w:val="000F34E6"/>
    <w:rsid w:val="000F3533"/>
    <w:rsid w:val="000F362F"/>
    <w:rsid w:val="000F39AA"/>
    <w:rsid w:val="000F3AB8"/>
    <w:rsid w:val="000F3D3B"/>
    <w:rsid w:val="000F4233"/>
    <w:rsid w:val="000F44FA"/>
    <w:rsid w:val="000F4641"/>
    <w:rsid w:val="000F49AD"/>
    <w:rsid w:val="000F4C31"/>
    <w:rsid w:val="000F4C5F"/>
    <w:rsid w:val="000F4EC9"/>
    <w:rsid w:val="000F4F15"/>
    <w:rsid w:val="000F5115"/>
    <w:rsid w:val="000F522E"/>
    <w:rsid w:val="000F560D"/>
    <w:rsid w:val="000F57B6"/>
    <w:rsid w:val="000F5C65"/>
    <w:rsid w:val="000F5D8B"/>
    <w:rsid w:val="000F6309"/>
    <w:rsid w:val="000F6503"/>
    <w:rsid w:val="000F6C12"/>
    <w:rsid w:val="000F6F61"/>
    <w:rsid w:val="000F7285"/>
    <w:rsid w:val="000F733B"/>
    <w:rsid w:val="00100310"/>
    <w:rsid w:val="00100379"/>
    <w:rsid w:val="001007D6"/>
    <w:rsid w:val="00100805"/>
    <w:rsid w:val="00100982"/>
    <w:rsid w:val="00100CC5"/>
    <w:rsid w:val="00100EB6"/>
    <w:rsid w:val="0010167B"/>
    <w:rsid w:val="001016C8"/>
    <w:rsid w:val="00101783"/>
    <w:rsid w:val="00101822"/>
    <w:rsid w:val="00101A53"/>
    <w:rsid w:val="00102064"/>
    <w:rsid w:val="00102167"/>
    <w:rsid w:val="001022D4"/>
    <w:rsid w:val="00102BA6"/>
    <w:rsid w:val="0010303E"/>
    <w:rsid w:val="00103441"/>
    <w:rsid w:val="001034E8"/>
    <w:rsid w:val="001036DC"/>
    <w:rsid w:val="00103B09"/>
    <w:rsid w:val="00103D45"/>
    <w:rsid w:val="00103E6D"/>
    <w:rsid w:val="00103F2B"/>
    <w:rsid w:val="00103FB9"/>
    <w:rsid w:val="00104045"/>
    <w:rsid w:val="0010434C"/>
    <w:rsid w:val="00104574"/>
    <w:rsid w:val="001045F4"/>
    <w:rsid w:val="0010466B"/>
    <w:rsid w:val="001047A0"/>
    <w:rsid w:val="001048C2"/>
    <w:rsid w:val="00104AF0"/>
    <w:rsid w:val="00104C21"/>
    <w:rsid w:val="00105450"/>
    <w:rsid w:val="00105B2F"/>
    <w:rsid w:val="00105B4B"/>
    <w:rsid w:val="00105C87"/>
    <w:rsid w:val="001060DA"/>
    <w:rsid w:val="001065DE"/>
    <w:rsid w:val="0010669B"/>
    <w:rsid w:val="00106730"/>
    <w:rsid w:val="0010686B"/>
    <w:rsid w:val="00106D71"/>
    <w:rsid w:val="00106FE4"/>
    <w:rsid w:val="0010701C"/>
    <w:rsid w:val="0010710F"/>
    <w:rsid w:val="00107424"/>
    <w:rsid w:val="0010752F"/>
    <w:rsid w:val="00107AE4"/>
    <w:rsid w:val="00107C0B"/>
    <w:rsid w:val="00107D22"/>
    <w:rsid w:val="001107FB"/>
    <w:rsid w:val="00110963"/>
    <w:rsid w:val="00110BB7"/>
    <w:rsid w:val="001110E2"/>
    <w:rsid w:val="0011138C"/>
    <w:rsid w:val="00111752"/>
    <w:rsid w:val="00111B9A"/>
    <w:rsid w:val="00111E7D"/>
    <w:rsid w:val="00112029"/>
    <w:rsid w:val="0011204E"/>
    <w:rsid w:val="001123E1"/>
    <w:rsid w:val="0011279A"/>
    <w:rsid w:val="001129A6"/>
    <w:rsid w:val="0011350F"/>
    <w:rsid w:val="00113570"/>
    <w:rsid w:val="00113586"/>
    <w:rsid w:val="00113C61"/>
    <w:rsid w:val="00113C68"/>
    <w:rsid w:val="00113CA1"/>
    <w:rsid w:val="00113DA2"/>
    <w:rsid w:val="001142CF"/>
    <w:rsid w:val="001142D5"/>
    <w:rsid w:val="001149C4"/>
    <w:rsid w:val="00114A2A"/>
    <w:rsid w:val="00114C9B"/>
    <w:rsid w:val="001151C5"/>
    <w:rsid w:val="001154C5"/>
    <w:rsid w:val="00115543"/>
    <w:rsid w:val="00115BA8"/>
    <w:rsid w:val="00115C2F"/>
    <w:rsid w:val="00115EF6"/>
    <w:rsid w:val="001161E9"/>
    <w:rsid w:val="001166AC"/>
    <w:rsid w:val="0011696F"/>
    <w:rsid w:val="00116BE7"/>
    <w:rsid w:val="00116CED"/>
    <w:rsid w:val="0011718A"/>
    <w:rsid w:val="0011735F"/>
    <w:rsid w:val="00117792"/>
    <w:rsid w:val="00117811"/>
    <w:rsid w:val="00117891"/>
    <w:rsid w:val="00117E6C"/>
    <w:rsid w:val="00120569"/>
    <w:rsid w:val="00120764"/>
    <w:rsid w:val="001207F1"/>
    <w:rsid w:val="00120CD2"/>
    <w:rsid w:val="00121005"/>
    <w:rsid w:val="0012149E"/>
    <w:rsid w:val="001214E3"/>
    <w:rsid w:val="00121737"/>
    <w:rsid w:val="0012182E"/>
    <w:rsid w:val="0012188E"/>
    <w:rsid w:val="00121EB9"/>
    <w:rsid w:val="0012207E"/>
    <w:rsid w:val="001220AF"/>
    <w:rsid w:val="0012220B"/>
    <w:rsid w:val="00122921"/>
    <w:rsid w:val="0012299A"/>
    <w:rsid w:val="00122C0A"/>
    <w:rsid w:val="00122D78"/>
    <w:rsid w:val="00122F7D"/>
    <w:rsid w:val="00123524"/>
    <w:rsid w:val="001237CA"/>
    <w:rsid w:val="0012396D"/>
    <w:rsid w:val="00123996"/>
    <w:rsid w:val="001239E6"/>
    <w:rsid w:val="001239ED"/>
    <w:rsid w:val="00123A68"/>
    <w:rsid w:val="00123FFD"/>
    <w:rsid w:val="001245BE"/>
    <w:rsid w:val="00124795"/>
    <w:rsid w:val="00124BFD"/>
    <w:rsid w:val="00124F44"/>
    <w:rsid w:val="00125001"/>
    <w:rsid w:val="00125620"/>
    <w:rsid w:val="001256A6"/>
    <w:rsid w:val="001256A7"/>
    <w:rsid w:val="00125A19"/>
    <w:rsid w:val="00125A87"/>
    <w:rsid w:val="00125CD3"/>
    <w:rsid w:val="001260B7"/>
    <w:rsid w:val="0012611D"/>
    <w:rsid w:val="0012618E"/>
    <w:rsid w:val="00126228"/>
    <w:rsid w:val="001263FB"/>
    <w:rsid w:val="001264D1"/>
    <w:rsid w:val="001264E7"/>
    <w:rsid w:val="001265BB"/>
    <w:rsid w:val="00126637"/>
    <w:rsid w:val="0012696F"/>
    <w:rsid w:val="00126DF8"/>
    <w:rsid w:val="0012753F"/>
    <w:rsid w:val="00127AAA"/>
    <w:rsid w:val="00127E23"/>
    <w:rsid w:val="001302A2"/>
    <w:rsid w:val="00130558"/>
    <w:rsid w:val="00130A43"/>
    <w:rsid w:val="00131397"/>
    <w:rsid w:val="001317C6"/>
    <w:rsid w:val="00131D86"/>
    <w:rsid w:val="001322A3"/>
    <w:rsid w:val="00132BCA"/>
    <w:rsid w:val="00132DD4"/>
    <w:rsid w:val="00132F36"/>
    <w:rsid w:val="00133017"/>
    <w:rsid w:val="00133078"/>
    <w:rsid w:val="00133159"/>
    <w:rsid w:val="00133542"/>
    <w:rsid w:val="0013364D"/>
    <w:rsid w:val="00133976"/>
    <w:rsid w:val="00133C8B"/>
    <w:rsid w:val="00133E37"/>
    <w:rsid w:val="001340ED"/>
    <w:rsid w:val="00134136"/>
    <w:rsid w:val="001342E8"/>
    <w:rsid w:val="00134335"/>
    <w:rsid w:val="00134471"/>
    <w:rsid w:val="0013482C"/>
    <w:rsid w:val="00134EA1"/>
    <w:rsid w:val="00135207"/>
    <w:rsid w:val="001352C9"/>
    <w:rsid w:val="0013563E"/>
    <w:rsid w:val="001356AF"/>
    <w:rsid w:val="00135BB1"/>
    <w:rsid w:val="00135C2B"/>
    <w:rsid w:val="00135C75"/>
    <w:rsid w:val="00135EBF"/>
    <w:rsid w:val="0013605D"/>
    <w:rsid w:val="00136138"/>
    <w:rsid w:val="001362F3"/>
    <w:rsid w:val="00136355"/>
    <w:rsid w:val="001367C0"/>
    <w:rsid w:val="00136D81"/>
    <w:rsid w:val="00137047"/>
    <w:rsid w:val="00137945"/>
    <w:rsid w:val="00137AE4"/>
    <w:rsid w:val="00137B9F"/>
    <w:rsid w:val="001405D3"/>
    <w:rsid w:val="001406A4"/>
    <w:rsid w:val="00140788"/>
    <w:rsid w:val="00140847"/>
    <w:rsid w:val="00140AE1"/>
    <w:rsid w:val="00140D84"/>
    <w:rsid w:val="00140DAC"/>
    <w:rsid w:val="00140FCF"/>
    <w:rsid w:val="00141212"/>
    <w:rsid w:val="00141414"/>
    <w:rsid w:val="00141568"/>
    <w:rsid w:val="00141720"/>
    <w:rsid w:val="0014176B"/>
    <w:rsid w:val="00141979"/>
    <w:rsid w:val="00141D36"/>
    <w:rsid w:val="00141DE5"/>
    <w:rsid w:val="001421F1"/>
    <w:rsid w:val="001421F8"/>
    <w:rsid w:val="00142668"/>
    <w:rsid w:val="00142735"/>
    <w:rsid w:val="00142CE9"/>
    <w:rsid w:val="00142D66"/>
    <w:rsid w:val="001431B2"/>
    <w:rsid w:val="00143268"/>
    <w:rsid w:val="001432E3"/>
    <w:rsid w:val="001433D6"/>
    <w:rsid w:val="001433F9"/>
    <w:rsid w:val="0014359E"/>
    <w:rsid w:val="001436F0"/>
    <w:rsid w:val="00143816"/>
    <w:rsid w:val="001438C2"/>
    <w:rsid w:val="00143D8B"/>
    <w:rsid w:val="00144351"/>
    <w:rsid w:val="001443C8"/>
    <w:rsid w:val="00144411"/>
    <w:rsid w:val="00144446"/>
    <w:rsid w:val="00144456"/>
    <w:rsid w:val="001444AD"/>
    <w:rsid w:val="00144565"/>
    <w:rsid w:val="0014461A"/>
    <w:rsid w:val="00144B00"/>
    <w:rsid w:val="00144CFF"/>
    <w:rsid w:val="00144DD8"/>
    <w:rsid w:val="00144FAC"/>
    <w:rsid w:val="001458A7"/>
    <w:rsid w:val="00145A80"/>
    <w:rsid w:val="00145D25"/>
    <w:rsid w:val="00145E36"/>
    <w:rsid w:val="00145E6B"/>
    <w:rsid w:val="00146672"/>
    <w:rsid w:val="00146808"/>
    <w:rsid w:val="00146B48"/>
    <w:rsid w:val="00146BE5"/>
    <w:rsid w:val="00146C4B"/>
    <w:rsid w:val="00146CA0"/>
    <w:rsid w:val="00146DFA"/>
    <w:rsid w:val="00146E63"/>
    <w:rsid w:val="0014706D"/>
    <w:rsid w:val="001470B7"/>
    <w:rsid w:val="001470FA"/>
    <w:rsid w:val="0014728A"/>
    <w:rsid w:val="00147522"/>
    <w:rsid w:val="0014752A"/>
    <w:rsid w:val="0014765B"/>
    <w:rsid w:val="0014770A"/>
    <w:rsid w:val="00147911"/>
    <w:rsid w:val="00147991"/>
    <w:rsid w:val="00147A40"/>
    <w:rsid w:val="00147D67"/>
    <w:rsid w:val="00147F3F"/>
    <w:rsid w:val="00150586"/>
    <w:rsid w:val="001506CA"/>
    <w:rsid w:val="00150A1A"/>
    <w:rsid w:val="00150CC8"/>
    <w:rsid w:val="0015100F"/>
    <w:rsid w:val="00151BF7"/>
    <w:rsid w:val="00151DA6"/>
    <w:rsid w:val="00151E93"/>
    <w:rsid w:val="0015231F"/>
    <w:rsid w:val="001523AD"/>
    <w:rsid w:val="001524D7"/>
    <w:rsid w:val="00152524"/>
    <w:rsid w:val="001527C2"/>
    <w:rsid w:val="001529B9"/>
    <w:rsid w:val="00152A7F"/>
    <w:rsid w:val="00152B14"/>
    <w:rsid w:val="00152B7A"/>
    <w:rsid w:val="00152EA1"/>
    <w:rsid w:val="001530B1"/>
    <w:rsid w:val="001531AA"/>
    <w:rsid w:val="001531B9"/>
    <w:rsid w:val="0015341B"/>
    <w:rsid w:val="00153493"/>
    <w:rsid w:val="00153FC9"/>
    <w:rsid w:val="00153FE1"/>
    <w:rsid w:val="00154204"/>
    <w:rsid w:val="0015426B"/>
    <w:rsid w:val="00154388"/>
    <w:rsid w:val="001543AE"/>
    <w:rsid w:val="0015485B"/>
    <w:rsid w:val="00154963"/>
    <w:rsid w:val="00154A57"/>
    <w:rsid w:val="00155011"/>
    <w:rsid w:val="001555ED"/>
    <w:rsid w:val="001559B8"/>
    <w:rsid w:val="001559E6"/>
    <w:rsid w:val="00155A25"/>
    <w:rsid w:val="00156546"/>
    <w:rsid w:val="001566D1"/>
    <w:rsid w:val="00156B05"/>
    <w:rsid w:val="00156EF3"/>
    <w:rsid w:val="0015705B"/>
    <w:rsid w:val="001570A2"/>
    <w:rsid w:val="001571E0"/>
    <w:rsid w:val="00157DD6"/>
    <w:rsid w:val="00157E4A"/>
    <w:rsid w:val="00157FE7"/>
    <w:rsid w:val="001601F1"/>
    <w:rsid w:val="001608DA"/>
    <w:rsid w:val="00160A4B"/>
    <w:rsid w:val="00160AB9"/>
    <w:rsid w:val="00160BFB"/>
    <w:rsid w:val="00160D7B"/>
    <w:rsid w:val="0016121F"/>
    <w:rsid w:val="001619C1"/>
    <w:rsid w:val="001619D4"/>
    <w:rsid w:val="00161FA4"/>
    <w:rsid w:val="0016206D"/>
    <w:rsid w:val="00162115"/>
    <w:rsid w:val="00162141"/>
    <w:rsid w:val="00162452"/>
    <w:rsid w:val="001627BE"/>
    <w:rsid w:val="00162A3B"/>
    <w:rsid w:val="00162C8A"/>
    <w:rsid w:val="00162F9E"/>
    <w:rsid w:val="00163124"/>
    <w:rsid w:val="001634C8"/>
    <w:rsid w:val="0016377C"/>
    <w:rsid w:val="0016382D"/>
    <w:rsid w:val="00163E67"/>
    <w:rsid w:val="001642D3"/>
    <w:rsid w:val="00164472"/>
    <w:rsid w:val="00164647"/>
    <w:rsid w:val="00164917"/>
    <w:rsid w:val="00164931"/>
    <w:rsid w:val="0016498A"/>
    <w:rsid w:val="00164BEC"/>
    <w:rsid w:val="00165199"/>
    <w:rsid w:val="0016522D"/>
    <w:rsid w:val="00165392"/>
    <w:rsid w:val="0016545C"/>
    <w:rsid w:val="001656B4"/>
    <w:rsid w:val="00165731"/>
    <w:rsid w:val="00165790"/>
    <w:rsid w:val="0016590C"/>
    <w:rsid w:val="00165962"/>
    <w:rsid w:val="00165E7F"/>
    <w:rsid w:val="00165EC8"/>
    <w:rsid w:val="001660CA"/>
    <w:rsid w:val="0016679B"/>
    <w:rsid w:val="00167347"/>
    <w:rsid w:val="00167483"/>
    <w:rsid w:val="001678D4"/>
    <w:rsid w:val="00167B17"/>
    <w:rsid w:val="00167B2E"/>
    <w:rsid w:val="00167EB6"/>
    <w:rsid w:val="001700AE"/>
    <w:rsid w:val="0017013F"/>
    <w:rsid w:val="001704EE"/>
    <w:rsid w:val="00170542"/>
    <w:rsid w:val="00170695"/>
    <w:rsid w:val="001706CB"/>
    <w:rsid w:val="00170B79"/>
    <w:rsid w:val="00170DAC"/>
    <w:rsid w:val="00171485"/>
    <w:rsid w:val="001717FA"/>
    <w:rsid w:val="00171D32"/>
    <w:rsid w:val="0017251E"/>
    <w:rsid w:val="00172551"/>
    <w:rsid w:val="001729E5"/>
    <w:rsid w:val="001730DF"/>
    <w:rsid w:val="0017326F"/>
    <w:rsid w:val="001736D1"/>
    <w:rsid w:val="00173851"/>
    <w:rsid w:val="001740E2"/>
    <w:rsid w:val="001740FC"/>
    <w:rsid w:val="0017494E"/>
    <w:rsid w:val="00174B9B"/>
    <w:rsid w:val="00174C29"/>
    <w:rsid w:val="00174D27"/>
    <w:rsid w:val="00175282"/>
    <w:rsid w:val="001755F4"/>
    <w:rsid w:val="001755F6"/>
    <w:rsid w:val="001760B9"/>
    <w:rsid w:val="001762EF"/>
    <w:rsid w:val="00176429"/>
    <w:rsid w:val="001764EB"/>
    <w:rsid w:val="00176AC7"/>
    <w:rsid w:val="00176C3D"/>
    <w:rsid w:val="00176CB1"/>
    <w:rsid w:val="00176E62"/>
    <w:rsid w:val="00176F3B"/>
    <w:rsid w:val="00176F3E"/>
    <w:rsid w:val="00177016"/>
    <w:rsid w:val="0017762F"/>
    <w:rsid w:val="00177990"/>
    <w:rsid w:val="001779A1"/>
    <w:rsid w:val="00177A37"/>
    <w:rsid w:val="00177AFC"/>
    <w:rsid w:val="00177B05"/>
    <w:rsid w:val="00177BB4"/>
    <w:rsid w:val="001801E9"/>
    <w:rsid w:val="001801F7"/>
    <w:rsid w:val="00180377"/>
    <w:rsid w:val="00180571"/>
    <w:rsid w:val="00180BF0"/>
    <w:rsid w:val="00180E2B"/>
    <w:rsid w:val="00181150"/>
    <w:rsid w:val="001811D3"/>
    <w:rsid w:val="00181717"/>
    <w:rsid w:val="001817E7"/>
    <w:rsid w:val="001819E7"/>
    <w:rsid w:val="00181F10"/>
    <w:rsid w:val="0018210F"/>
    <w:rsid w:val="0018223F"/>
    <w:rsid w:val="001822AD"/>
    <w:rsid w:val="0018288B"/>
    <w:rsid w:val="00182CC4"/>
    <w:rsid w:val="00183015"/>
    <w:rsid w:val="001831AE"/>
    <w:rsid w:val="00183251"/>
    <w:rsid w:val="00183927"/>
    <w:rsid w:val="00183A2B"/>
    <w:rsid w:val="00183CF4"/>
    <w:rsid w:val="00183FE4"/>
    <w:rsid w:val="00184038"/>
    <w:rsid w:val="001840D0"/>
    <w:rsid w:val="001842C8"/>
    <w:rsid w:val="0018439E"/>
    <w:rsid w:val="00184503"/>
    <w:rsid w:val="00184A39"/>
    <w:rsid w:val="00184EF0"/>
    <w:rsid w:val="00184F51"/>
    <w:rsid w:val="00185183"/>
    <w:rsid w:val="001851AF"/>
    <w:rsid w:val="001852DF"/>
    <w:rsid w:val="001853B8"/>
    <w:rsid w:val="0018561E"/>
    <w:rsid w:val="00185C19"/>
    <w:rsid w:val="00186181"/>
    <w:rsid w:val="001865C6"/>
    <w:rsid w:val="001867F3"/>
    <w:rsid w:val="00186D48"/>
    <w:rsid w:val="0018716A"/>
    <w:rsid w:val="00187312"/>
    <w:rsid w:val="001873CB"/>
    <w:rsid w:val="00187437"/>
    <w:rsid w:val="0018754C"/>
    <w:rsid w:val="00190045"/>
    <w:rsid w:val="00190067"/>
    <w:rsid w:val="001901D6"/>
    <w:rsid w:val="00190665"/>
    <w:rsid w:val="00190A4B"/>
    <w:rsid w:val="00190A50"/>
    <w:rsid w:val="00190C24"/>
    <w:rsid w:val="00190D39"/>
    <w:rsid w:val="00190DDB"/>
    <w:rsid w:val="00191178"/>
    <w:rsid w:val="00191327"/>
    <w:rsid w:val="00191452"/>
    <w:rsid w:val="001915EA"/>
    <w:rsid w:val="001916A7"/>
    <w:rsid w:val="0019190A"/>
    <w:rsid w:val="00191AB7"/>
    <w:rsid w:val="0019207B"/>
    <w:rsid w:val="001924B7"/>
    <w:rsid w:val="00192602"/>
    <w:rsid w:val="00192D5D"/>
    <w:rsid w:val="00192EB0"/>
    <w:rsid w:val="001930C2"/>
    <w:rsid w:val="00193218"/>
    <w:rsid w:val="00193335"/>
    <w:rsid w:val="001933E2"/>
    <w:rsid w:val="00193463"/>
    <w:rsid w:val="001935A6"/>
    <w:rsid w:val="0019386F"/>
    <w:rsid w:val="00193B00"/>
    <w:rsid w:val="0019419B"/>
    <w:rsid w:val="001941F9"/>
    <w:rsid w:val="001943AD"/>
    <w:rsid w:val="001946EB"/>
    <w:rsid w:val="0019497C"/>
    <w:rsid w:val="00194B95"/>
    <w:rsid w:val="00194E4E"/>
    <w:rsid w:val="00194FFF"/>
    <w:rsid w:val="001950D7"/>
    <w:rsid w:val="00195228"/>
    <w:rsid w:val="00195573"/>
    <w:rsid w:val="00195693"/>
    <w:rsid w:val="0019575C"/>
    <w:rsid w:val="00195EFD"/>
    <w:rsid w:val="00195F3A"/>
    <w:rsid w:val="00195FD6"/>
    <w:rsid w:val="0019609A"/>
    <w:rsid w:val="00196566"/>
    <w:rsid w:val="001966EA"/>
    <w:rsid w:val="00196791"/>
    <w:rsid w:val="00196AC6"/>
    <w:rsid w:val="00196B62"/>
    <w:rsid w:val="001970CE"/>
    <w:rsid w:val="00197245"/>
    <w:rsid w:val="0019725F"/>
    <w:rsid w:val="001974D7"/>
    <w:rsid w:val="00197682"/>
    <w:rsid w:val="00197AF3"/>
    <w:rsid w:val="001A00E6"/>
    <w:rsid w:val="001A0398"/>
    <w:rsid w:val="001A03DA"/>
    <w:rsid w:val="001A0665"/>
    <w:rsid w:val="001A0BE9"/>
    <w:rsid w:val="001A0FCF"/>
    <w:rsid w:val="001A1195"/>
    <w:rsid w:val="001A1219"/>
    <w:rsid w:val="001A1522"/>
    <w:rsid w:val="001A15B0"/>
    <w:rsid w:val="001A1B82"/>
    <w:rsid w:val="001A1EDE"/>
    <w:rsid w:val="001A225F"/>
    <w:rsid w:val="001A2343"/>
    <w:rsid w:val="001A2480"/>
    <w:rsid w:val="001A2538"/>
    <w:rsid w:val="001A2661"/>
    <w:rsid w:val="001A2F32"/>
    <w:rsid w:val="001A30F0"/>
    <w:rsid w:val="001A357D"/>
    <w:rsid w:val="001A36FE"/>
    <w:rsid w:val="001A373A"/>
    <w:rsid w:val="001A37B7"/>
    <w:rsid w:val="001A3A87"/>
    <w:rsid w:val="001A3B4A"/>
    <w:rsid w:val="001A3BFD"/>
    <w:rsid w:val="001A4662"/>
    <w:rsid w:val="001A46BB"/>
    <w:rsid w:val="001A4AD5"/>
    <w:rsid w:val="001A4AF3"/>
    <w:rsid w:val="001A4BF9"/>
    <w:rsid w:val="001A4F0E"/>
    <w:rsid w:val="001A5011"/>
    <w:rsid w:val="001A5779"/>
    <w:rsid w:val="001A5A3B"/>
    <w:rsid w:val="001A5D67"/>
    <w:rsid w:val="001A5F7B"/>
    <w:rsid w:val="001A60A7"/>
    <w:rsid w:val="001A6137"/>
    <w:rsid w:val="001A63F2"/>
    <w:rsid w:val="001A6414"/>
    <w:rsid w:val="001A64ED"/>
    <w:rsid w:val="001A6743"/>
    <w:rsid w:val="001A6A03"/>
    <w:rsid w:val="001A6AC9"/>
    <w:rsid w:val="001A6E24"/>
    <w:rsid w:val="001A6E7C"/>
    <w:rsid w:val="001A6E7E"/>
    <w:rsid w:val="001A7363"/>
    <w:rsid w:val="001A7595"/>
    <w:rsid w:val="001A75F4"/>
    <w:rsid w:val="001A7616"/>
    <w:rsid w:val="001A7618"/>
    <w:rsid w:val="001A76BE"/>
    <w:rsid w:val="001B0283"/>
    <w:rsid w:val="001B06D3"/>
    <w:rsid w:val="001B0A96"/>
    <w:rsid w:val="001B0E27"/>
    <w:rsid w:val="001B130F"/>
    <w:rsid w:val="001B1362"/>
    <w:rsid w:val="001B1426"/>
    <w:rsid w:val="001B1480"/>
    <w:rsid w:val="001B1521"/>
    <w:rsid w:val="001B1930"/>
    <w:rsid w:val="001B1DB9"/>
    <w:rsid w:val="001B1FC4"/>
    <w:rsid w:val="001B24C7"/>
    <w:rsid w:val="001B2558"/>
    <w:rsid w:val="001B283E"/>
    <w:rsid w:val="001B2873"/>
    <w:rsid w:val="001B2A72"/>
    <w:rsid w:val="001B2E19"/>
    <w:rsid w:val="001B2FD3"/>
    <w:rsid w:val="001B325F"/>
    <w:rsid w:val="001B32C1"/>
    <w:rsid w:val="001B34D7"/>
    <w:rsid w:val="001B3910"/>
    <w:rsid w:val="001B39AC"/>
    <w:rsid w:val="001B409F"/>
    <w:rsid w:val="001B4160"/>
    <w:rsid w:val="001B45D0"/>
    <w:rsid w:val="001B47C7"/>
    <w:rsid w:val="001B49A3"/>
    <w:rsid w:val="001B4C64"/>
    <w:rsid w:val="001B4D93"/>
    <w:rsid w:val="001B50DA"/>
    <w:rsid w:val="001B5154"/>
    <w:rsid w:val="001B52A4"/>
    <w:rsid w:val="001B5381"/>
    <w:rsid w:val="001B53FA"/>
    <w:rsid w:val="001B559B"/>
    <w:rsid w:val="001B5DCF"/>
    <w:rsid w:val="001B684D"/>
    <w:rsid w:val="001B6A13"/>
    <w:rsid w:val="001B7158"/>
    <w:rsid w:val="001B7380"/>
    <w:rsid w:val="001B7987"/>
    <w:rsid w:val="001B7B6C"/>
    <w:rsid w:val="001B7C1E"/>
    <w:rsid w:val="001B7F1B"/>
    <w:rsid w:val="001C05D4"/>
    <w:rsid w:val="001C067B"/>
    <w:rsid w:val="001C0C37"/>
    <w:rsid w:val="001C0C7D"/>
    <w:rsid w:val="001C0FDC"/>
    <w:rsid w:val="001C1301"/>
    <w:rsid w:val="001C1C4F"/>
    <w:rsid w:val="001C20EC"/>
    <w:rsid w:val="001C2265"/>
    <w:rsid w:val="001C26FA"/>
    <w:rsid w:val="001C2AA0"/>
    <w:rsid w:val="001C2AA6"/>
    <w:rsid w:val="001C2BAE"/>
    <w:rsid w:val="001C2C18"/>
    <w:rsid w:val="001C2C25"/>
    <w:rsid w:val="001C2C49"/>
    <w:rsid w:val="001C38F4"/>
    <w:rsid w:val="001C3933"/>
    <w:rsid w:val="001C3F06"/>
    <w:rsid w:val="001C3F1A"/>
    <w:rsid w:val="001C403F"/>
    <w:rsid w:val="001C44AC"/>
    <w:rsid w:val="001C4801"/>
    <w:rsid w:val="001C4B0C"/>
    <w:rsid w:val="001C4B74"/>
    <w:rsid w:val="001C589C"/>
    <w:rsid w:val="001C5B9F"/>
    <w:rsid w:val="001C5F99"/>
    <w:rsid w:val="001C6159"/>
    <w:rsid w:val="001C618F"/>
    <w:rsid w:val="001C6570"/>
    <w:rsid w:val="001C67DA"/>
    <w:rsid w:val="001C68D2"/>
    <w:rsid w:val="001C6944"/>
    <w:rsid w:val="001C73EF"/>
    <w:rsid w:val="001C7471"/>
    <w:rsid w:val="001C7A89"/>
    <w:rsid w:val="001C7BDC"/>
    <w:rsid w:val="001D00D8"/>
    <w:rsid w:val="001D020C"/>
    <w:rsid w:val="001D0527"/>
    <w:rsid w:val="001D052A"/>
    <w:rsid w:val="001D0CAD"/>
    <w:rsid w:val="001D0EEA"/>
    <w:rsid w:val="001D1079"/>
    <w:rsid w:val="001D152D"/>
    <w:rsid w:val="001D16AA"/>
    <w:rsid w:val="001D16C0"/>
    <w:rsid w:val="001D1C58"/>
    <w:rsid w:val="001D2200"/>
    <w:rsid w:val="001D2319"/>
    <w:rsid w:val="001D2B3B"/>
    <w:rsid w:val="001D2DAA"/>
    <w:rsid w:val="001D2E6C"/>
    <w:rsid w:val="001D2E81"/>
    <w:rsid w:val="001D30C6"/>
    <w:rsid w:val="001D32BC"/>
    <w:rsid w:val="001D3616"/>
    <w:rsid w:val="001D36E4"/>
    <w:rsid w:val="001D42A7"/>
    <w:rsid w:val="001D4ABD"/>
    <w:rsid w:val="001D4FA3"/>
    <w:rsid w:val="001D4FBF"/>
    <w:rsid w:val="001D5122"/>
    <w:rsid w:val="001D539B"/>
    <w:rsid w:val="001D5A8E"/>
    <w:rsid w:val="001D5B63"/>
    <w:rsid w:val="001D5E29"/>
    <w:rsid w:val="001D674E"/>
    <w:rsid w:val="001D6D13"/>
    <w:rsid w:val="001D6DFC"/>
    <w:rsid w:val="001D6E87"/>
    <w:rsid w:val="001D6FBF"/>
    <w:rsid w:val="001D74EB"/>
    <w:rsid w:val="001D7A80"/>
    <w:rsid w:val="001E01A7"/>
    <w:rsid w:val="001E058F"/>
    <w:rsid w:val="001E09E1"/>
    <w:rsid w:val="001E0B17"/>
    <w:rsid w:val="001E0FCC"/>
    <w:rsid w:val="001E106C"/>
    <w:rsid w:val="001E133E"/>
    <w:rsid w:val="001E1595"/>
    <w:rsid w:val="001E15AD"/>
    <w:rsid w:val="001E16B9"/>
    <w:rsid w:val="001E17B1"/>
    <w:rsid w:val="001E1915"/>
    <w:rsid w:val="001E1918"/>
    <w:rsid w:val="001E1D19"/>
    <w:rsid w:val="001E1E82"/>
    <w:rsid w:val="001E2379"/>
    <w:rsid w:val="001E260B"/>
    <w:rsid w:val="001E2905"/>
    <w:rsid w:val="001E2997"/>
    <w:rsid w:val="001E2A56"/>
    <w:rsid w:val="001E2AB8"/>
    <w:rsid w:val="001E2E96"/>
    <w:rsid w:val="001E2F21"/>
    <w:rsid w:val="001E2FEF"/>
    <w:rsid w:val="001E2FF2"/>
    <w:rsid w:val="001E303E"/>
    <w:rsid w:val="001E42F9"/>
    <w:rsid w:val="001E4389"/>
    <w:rsid w:val="001E4A0C"/>
    <w:rsid w:val="001E4D68"/>
    <w:rsid w:val="001E4DE4"/>
    <w:rsid w:val="001E4F82"/>
    <w:rsid w:val="001E54A5"/>
    <w:rsid w:val="001E56B0"/>
    <w:rsid w:val="001E5733"/>
    <w:rsid w:val="001E5905"/>
    <w:rsid w:val="001E5D51"/>
    <w:rsid w:val="001E5DAE"/>
    <w:rsid w:val="001E5F29"/>
    <w:rsid w:val="001E61BE"/>
    <w:rsid w:val="001E621C"/>
    <w:rsid w:val="001E6231"/>
    <w:rsid w:val="001E64B2"/>
    <w:rsid w:val="001E6770"/>
    <w:rsid w:val="001E6782"/>
    <w:rsid w:val="001E694A"/>
    <w:rsid w:val="001E6C50"/>
    <w:rsid w:val="001E6DE2"/>
    <w:rsid w:val="001E6DFA"/>
    <w:rsid w:val="001E7076"/>
    <w:rsid w:val="001E731F"/>
    <w:rsid w:val="001E7375"/>
    <w:rsid w:val="001E7931"/>
    <w:rsid w:val="001E7B1A"/>
    <w:rsid w:val="001E7BB2"/>
    <w:rsid w:val="001E7BCD"/>
    <w:rsid w:val="001E7ED6"/>
    <w:rsid w:val="001E7EE3"/>
    <w:rsid w:val="001F076E"/>
    <w:rsid w:val="001F0955"/>
    <w:rsid w:val="001F09AA"/>
    <w:rsid w:val="001F0A66"/>
    <w:rsid w:val="001F0CB2"/>
    <w:rsid w:val="001F0D36"/>
    <w:rsid w:val="001F144F"/>
    <w:rsid w:val="001F1553"/>
    <w:rsid w:val="001F155E"/>
    <w:rsid w:val="001F1572"/>
    <w:rsid w:val="001F1F48"/>
    <w:rsid w:val="001F1FF0"/>
    <w:rsid w:val="001F2010"/>
    <w:rsid w:val="001F2043"/>
    <w:rsid w:val="001F224C"/>
    <w:rsid w:val="001F281D"/>
    <w:rsid w:val="001F29F4"/>
    <w:rsid w:val="001F3072"/>
    <w:rsid w:val="001F3794"/>
    <w:rsid w:val="001F41E1"/>
    <w:rsid w:val="001F48F9"/>
    <w:rsid w:val="001F4920"/>
    <w:rsid w:val="001F4A04"/>
    <w:rsid w:val="001F4A8F"/>
    <w:rsid w:val="001F4B1C"/>
    <w:rsid w:val="001F4B42"/>
    <w:rsid w:val="001F52BA"/>
    <w:rsid w:val="001F580F"/>
    <w:rsid w:val="001F58A6"/>
    <w:rsid w:val="001F5913"/>
    <w:rsid w:val="001F5A00"/>
    <w:rsid w:val="001F5A08"/>
    <w:rsid w:val="001F5F2F"/>
    <w:rsid w:val="001F6DC2"/>
    <w:rsid w:val="001F6DFD"/>
    <w:rsid w:val="001F7141"/>
    <w:rsid w:val="001F75A6"/>
    <w:rsid w:val="001F7874"/>
    <w:rsid w:val="001F79B8"/>
    <w:rsid w:val="001F7A8B"/>
    <w:rsid w:val="001F7D9C"/>
    <w:rsid w:val="001F7DEB"/>
    <w:rsid w:val="00200563"/>
    <w:rsid w:val="0020076B"/>
    <w:rsid w:val="00200947"/>
    <w:rsid w:val="002009A9"/>
    <w:rsid w:val="002009BF"/>
    <w:rsid w:val="002009D9"/>
    <w:rsid w:val="00200E99"/>
    <w:rsid w:val="00200EF7"/>
    <w:rsid w:val="00200F51"/>
    <w:rsid w:val="0020103B"/>
    <w:rsid w:val="0020182E"/>
    <w:rsid w:val="00201B5B"/>
    <w:rsid w:val="00201F61"/>
    <w:rsid w:val="00202027"/>
    <w:rsid w:val="00202153"/>
    <w:rsid w:val="00202339"/>
    <w:rsid w:val="0020251C"/>
    <w:rsid w:val="0020294E"/>
    <w:rsid w:val="0020295A"/>
    <w:rsid w:val="00202A97"/>
    <w:rsid w:val="00202D59"/>
    <w:rsid w:val="0020306F"/>
    <w:rsid w:val="00203969"/>
    <w:rsid w:val="002039C5"/>
    <w:rsid w:val="0020403F"/>
    <w:rsid w:val="00204054"/>
    <w:rsid w:val="00204266"/>
    <w:rsid w:val="00204488"/>
    <w:rsid w:val="00204691"/>
    <w:rsid w:val="002046F1"/>
    <w:rsid w:val="0020476F"/>
    <w:rsid w:val="00204A6A"/>
    <w:rsid w:val="0020530B"/>
    <w:rsid w:val="0020531E"/>
    <w:rsid w:val="002053D4"/>
    <w:rsid w:val="002057E8"/>
    <w:rsid w:val="002057FF"/>
    <w:rsid w:val="00205832"/>
    <w:rsid w:val="00205ADC"/>
    <w:rsid w:val="00206289"/>
    <w:rsid w:val="00206D94"/>
    <w:rsid w:val="00206FE8"/>
    <w:rsid w:val="002073D4"/>
    <w:rsid w:val="00207857"/>
    <w:rsid w:val="0020788A"/>
    <w:rsid w:val="002078B8"/>
    <w:rsid w:val="002079A8"/>
    <w:rsid w:val="00207C96"/>
    <w:rsid w:val="00207DEF"/>
    <w:rsid w:val="00207E07"/>
    <w:rsid w:val="00210177"/>
    <w:rsid w:val="002102CE"/>
    <w:rsid w:val="00210C36"/>
    <w:rsid w:val="00211023"/>
    <w:rsid w:val="002113DD"/>
    <w:rsid w:val="00211DFF"/>
    <w:rsid w:val="00211E47"/>
    <w:rsid w:val="00212149"/>
    <w:rsid w:val="00212582"/>
    <w:rsid w:val="00212730"/>
    <w:rsid w:val="00213336"/>
    <w:rsid w:val="00213547"/>
    <w:rsid w:val="002137CE"/>
    <w:rsid w:val="00213E84"/>
    <w:rsid w:val="00213F06"/>
    <w:rsid w:val="002140B0"/>
    <w:rsid w:val="00214102"/>
    <w:rsid w:val="002148D0"/>
    <w:rsid w:val="0021497A"/>
    <w:rsid w:val="00214BA9"/>
    <w:rsid w:val="0021501B"/>
    <w:rsid w:val="002153A6"/>
    <w:rsid w:val="002158DB"/>
    <w:rsid w:val="00215A26"/>
    <w:rsid w:val="00215A63"/>
    <w:rsid w:val="00215B73"/>
    <w:rsid w:val="00215BE9"/>
    <w:rsid w:val="00215BEA"/>
    <w:rsid w:val="00216696"/>
    <w:rsid w:val="00216939"/>
    <w:rsid w:val="002169F2"/>
    <w:rsid w:val="00216E89"/>
    <w:rsid w:val="00216FA8"/>
    <w:rsid w:val="00217164"/>
    <w:rsid w:val="002171B1"/>
    <w:rsid w:val="0021722E"/>
    <w:rsid w:val="00217238"/>
    <w:rsid w:val="00217461"/>
    <w:rsid w:val="00217606"/>
    <w:rsid w:val="00217724"/>
    <w:rsid w:val="002177B0"/>
    <w:rsid w:val="002177E1"/>
    <w:rsid w:val="00217C67"/>
    <w:rsid w:val="00217C82"/>
    <w:rsid w:val="002201D8"/>
    <w:rsid w:val="00220F6F"/>
    <w:rsid w:val="002214FE"/>
    <w:rsid w:val="0022156D"/>
    <w:rsid w:val="002215B6"/>
    <w:rsid w:val="00221660"/>
    <w:rsid w:val="002216D4"/>
    <w:rsid w:val="002218AC"/>
    <w:rsid w:val="00221F8B"/>
    <w:rsid w:val="0022202F"/>
    <w:rsid w:val="002220BD"/>
    <w:rsid w:val="00222132"/>
    <w:rsid w:val="002224F4"/>
    <w:rsid w:val="0022292C"/>
    <w:rsid w:val="00222A7B"/>
    <w:rsid w:val="00222B5F"/>
    <w:rsid w:val="00222D9E"/>
    <w:rsid w:val="00222E6D"/>
    <w:rsid w:val="00222FBD"/>
    <w:rsid w:val="00223B79"/>
    <w:rsid w:val="00224196"/>
    <w:rsid w:val="0022480C"/>
    <w:rsid w:val="00224BA8"/>
    <w:rsid w:val="00224CB0"/>
    <w:rsid w:val="00224CB9"/>
    <w:rsid w:val="00224EEC"/>
    <w:rsid w:val="00225399"/>
    <w:rsid w:val="002256AE"/>
    <w:rsid w:val="002258B7"/>
    <w:rsid w:val="00225F4E"/>
    <w:rsid w:val="002262A1"/>
    <w:rsid w:val="0022637E"/>
    <w:rsid w:val="00226C16"/>
    <w:rsid w:val="00226C37"/>
    <w:rsid w:val="00226C9F"/>
    <w:rsid w:val="00226DE8"/>
    <w:rsid w:val="00226F78"/>
    <w:rsid w:val="00227445"/>
    <w:rsid w:val="002276D5"/>
    <w:rsid w:val="00227A50"/>
    <w:rsid w:val="002300A9"/>
    <w:rsid w:val="0023018F"/>
    <w:rsid w:val="00230430"/>
    <w:rsid w:val="00230607"/>
    <w:rsid w:val="002306F7"/>
    <w:rsid w:val="00230CCA"/>
    <w:rsid w:val="002310CF"/>
    <w:rsid w:val="00231194"/>
    <w:rsid w:val="002313CB"/>
    <w:rsid w:val="002317B4"/>
    <w:rsid w:val="002319C5"/>
    <w:rsid w:val="002320D4"/>
    <w:rsid w:val="00232128"/>
    <w:rsid w:val="0023268B"/>
    <w:rsid w:val="00232839"/>
    <w:rsid w:val="00232C22"/>
    <w:rsid w:val="0023311F"/>
    <w:rsid w:val="00233227"/>
    <w:rsid w:val="002335D6"/>
    <w:rsid w:val="002335DD"/>
    <w:rsid w:val="0023366A"/>
    <w:rsid w:val="002337F1"/>
    <w:rsid w:val="00233BF3"/>
    <w:rsid w:val="0023429E"/>
    <w:rsid w:val="002343CF"/>
    <w:rsid w:val="002345D2"/>
    <w:rsid w:val="0023464A"/>
    <w:rsid w:val="0023488E"/>
    <w:rsid w:val="0023496C"/>
    <w:rsid w:val="00234B93"/>
    <w:rsid w:val="002350AD"/>
    <w:rsid w:val="002350E6"/>
    <w:rsid w:val="00235655"/>
    <w:rsid w:val="00235BDB"/>
    <w:rsid w:val="00235D11"/>
    <w:rsid w:val="00235D35"/>
    <w:rsid w:val="00236029"/>
    <w:rsid w:val="002360B6"/>
    <w:rsid w:val="00236507"/>
    <w:rsid w:val="002365EA"/>
    <w:rsid w:val="0023679D"/>
    <w:rsid w:val="002369BF"/>
    <w:rsid w:val="002369E1"/>
    <w:rsid w:val="00236B76"/>
    <w:rsid w:val="002371F5"/>
    <w:rsid w:val="0023749A"/>
    <w:rsid w:val="002374E2"/>
    <w:rsid w:val="00237743"/>
    <w:rsid w:val="00240276"/>
    <w:rsid w:val="002402BA"/>
    <w:rsid w:val="00240C30"/>
    <w:rsid w:val="0024139F"/>
    <w:rsid w:val="00241551"/>
    <w:rsid w:val="00241BE3"/>
    <w:rsid w:val="00241E02"/>
    <w:rsid w:val="00242008"/>
    <w:rsid w:val="00242754"/>
    <w:rsid w:val="00242A50"/>
    <w:rsid w:val="00242CFD"/>
    <w:rsid w:val="00243226"/>
    <w:rsid w:val="002432FD"/>
    <w:rsid w:val="0024367B"/>
    <w:rsid w:val="0024371A"/>
    <w:rsid w:val="00243988"/>
    <w:rsid w:val="002439FC"/>
    <w:rsid w:val="00243B21"/>
    <w:rsid w:val="002441A5"/>
    <w:rsid w:val="0024447D"/>
    <w:rsid w:val="00244843"/>
    <w:rsid w:val="0024512A"/>
    <w:rsid w:val="0024527F"/>
    <w:rsid w:val="002453C7"/>
    <w:rsid w:val="00245405"/>
    <w:rsid w:val="00245596"/>
    <w:rsid w:val="00245705"/>
    <w:rsid w:val="0024572C"/>
    <w:rsid w:val="00245BB7"/>
    <w:rsid w:val="00246147"/>
    <w:rsid w:val="0024653A"/>
    <w:rsid w:val="0024668C"/>
    <w:rsid w:val="00246AB5"/>
    <w:rsid w:val="00246B53"/>
    <w:rsid w:val="00246D72"/>
    <w:rsid w:val="0024745B"/>
    <w:rsid w:val="00247497"/>
    <w:rsid w:val="0024762D"/>
    <w:rsid w:val="00247909"/>
    <w:rsid w:val="00247CFE"/>
    <w:rsid w:val="00247D9F"/>
    <w:rsid w:val="002502EF"/>
    <w:rsid w:val="002502F3"/>
    <w:rsid w:val="00250304"/>
    <w:rsid w:val="002505C2"/>
    <w:rsid w:val="002507E2"/>
    <w:rsid w:val="00250AC3"/>
    <w:rsid w:val="00250D1B"/>
    <w:rsid w:val="00250FDD"/>
    <w:rsid w:val="0025166A"/>
    <w:rsid w:val="0025176B"/>
    <w:rsid w:val="00251B66"/>
    <w:rsid w:val="00251B7E"/>
    <w:rsid w:val="00251E7F"/>
    <w:rsid w:val="00251F26"/>
    <w:rsid w:val="0025210C"/>
    <w:rsid w:val="0025222A"/>
    <w:rsid w:val="00252370"/>
    <w:rsid w:val="002523A1"/>
    <w:rsid w:val="00253823"/>
    <w:rsid w:val="002538D2"/>
    <w:rsid w:val="00253C76"/>
    <w:rsid w:val="0025423A"/>
    <w:rsid w:val="0025476F"/>
    <w:rsid w:val="002548E2"/>
    <w:rsid w:val="00254E09"/>
    <w:rsid w:val="00254F6A"/>
    <w:rsid w:val="00255195"/>
    <w:rsid w:val="00255486"/>
    <w:rsid w:val="002554DF"/>
    <w:rsid w:val="002556AC"/>
    <w:rsid w:val="002556FC"/>
    <w:rsid w:val="00255AEB"/>
    <w:rsid w:val="00255B44"/>
    <w:rsid w:val="00255BDE"/>
    <w:rsid w:val="00255C23"/>
    <w:rsid w:val="00255CCA"/>
    <w:rsid w:val="00255D46"/>
    <w:rsid w:val="00256394"/>
    <w:rsid w:val="00256451"/>
    <w:rsid w:val="002567F0"/>
    <w:rsid w:val="002569A0"/>
    <w:rsid w:val="002569F2"/>
    <w:rsid w:val="00256B0B"/>
    <w:rsid w:val="00256D10"/>
    <w:rsid w:val="0025735C"/>
    <w:rsid w:val="0025745E"/>
    <w:rsid w:val="00257623"/>
    <w:rsid w:val="00257EFC"/>
    <w:rsid w:val="00260165"/>
    <w:rsid w:val="002601EB"/>
    <w:rsid w:val="0026057A"/>
    <w:rsid w:val="002609E2"/>
    <w:rsid w:val="00260A17"/>
    <w:rsid w:val="00260A4F"/>
    <w:rsid w:val="00260C75"/>
    <w:rsid w:val="00261423"/>
    <w:rsid w:val="002616FC"/>
    <w:rsid w:val="00261853"/>
    <w:rsid w:val="00261C5C"/>
    <w:rsid w:val="00261CB7"/>
    <w:rsid w:val="00261CD6"/>
    <w:rsid w:val="002624C5"/>
    <w:rsid w:val="00262755"/>
    <w:rsid w:val="00262863"/>
    <w:rsid w:val="0026295A"/>
    <w:rsid w:val="00262DDC"/>
    <w:rsid w:val="00262F6E"/>
    <w:rsid w:val="00262F72"/>
    <w:rsid w:val="00263676"/>
    <w:rsid w:val="002638D7"/>
    <w:rsid w:val="00263C6D"/>
    <w:rsid w:val="00263D5E"/>
    <w:rsid w:val="002644B1"/>
    <w:rsid w:val="002648A8"/>
    <w:rsid w:val="00264930"/>
    <w:rsid w:val="00264B50"/>
    <w:rsid w:val="00264C26"/>
    <w:rsid w:val="00264C28"/>
    <w:rsid w:val="00264E65"/>
    <w:rsid w:val="00265202"/>
    <w:rsid w:val="002655C4"/>
    <w:rsid w:val="002656EE"/>
    <w:rsid w:val="0026570F"/>
    <w:rsid w:val="00265F84"/>
    <w:rsid w:val="002662F2"/>
    <w:rsid w:val="00266475"/>
    <w:rsid w:val="00266612"/>
    <w:rsid w:val="00266625"/>
    <w:rsid w:val="00266A07"/>
    <w:rsid w:val="0026732E"/>
    <w:rsid w:val="0026795D"/>
    <w:rsid w:val="00270017"/>
    <w:rsid w:val="00270023"/>
    <w:rsid w:val="002701EE"/>
    <w:rsid w:val="002705D2"/>
    <w:rsid w:val="002706C9"/>
    <w:rsid w:val="002707C2"/>
    <w:rsid w:val="00270CB3"/>
    <w:rsid w:val="00270F11"/>
    <w:rsid w:val="0027108D"/>
    <w:rsid w:val="00271761"/>
    <w:rsid w:val="00271791"/>
    <w:rsid w:val="00271CAD"/>
    <w:rsid w:val="00271E2E"/>
    <w:rsid w:val="002724F9"/>
    <w:rsid w:val="00272508"/>
    <w:rsid w:val="00272909"/>
    <w:rsid w:val="00272B96"/>
    <w:rsid w:val="00272D8E"/>
    <w:rsid w:val="00272DA9"/>
    <w:rsid w:val="002731C9"/>
    <w:rsid w:val="00273341"/>
    <w:rsid w:val="002737C4"/>
    <w:rsid w:val="00273893"/>
    <w:rsid w:val="0027390F"/>
    <w:rsid w:val="002739B2"/>
    <w:rsid w:val="00273A1F"/>
    <w:rsid w:val="00273C4D"/>
    <w:rsid w:val="00273C52"/>
    <w:rsid w:val="00273D89"/>
    <w:rsid w:val="00273DAB"/>
    <w:rsid w:val="00273FB3"/>
    <w:rsid w:val="002740AF"/>
    <w:rsid w:val="002740D5"/>
    <w:rsid w:val="002741A9"/>
    <w:rsid w:val="0027449E"/>
    <w:rsid w:val="002747C3"/>
    <w:rsid w:val="00274822"/>
    <w:rsid w:val="00275670"/>
    <w:rsid w:val="002757C0"/>
    <w:rsid w:val="0027590C"/>
    <w:rsid w:val="002759A9"/>
    <w:rsid w:val="00275C04"/>
    <w:rsid w:val="00275F88"/>
    <w:rsid w:val="0027608D"/>
    <w:rsid w:val="00276437"/>
    <w:rsid w:val="002768D3"/>
    <w:rsid w:val="00276931"/>
    <w:rsid w:val="00276AF5"/>
    <w:rsid w:val="0027757E"/>
    <w:rsid w:val="00277781"/>
    <w:rsid w:val="002778D9"/>
    <w:rsid w:val="00277EBD"/>
    <w:rsid w:val="00277FD0"/>
    <w:rsid w:val="0028013F"/>
    <w:rsid w:val="002805E3"/>
    <w:rsid w:val="0028090E"/>
    <w:rsid w:val="00280B34"/>
    <w:rsid w:val="00280B85"/>
    <w:rsid w:val="00280D56"/>
    <w:rsid w:val="00280E01"/>
    <w:rsid w:val="00280EB3"/>
    <w:rsid w:val="00280FAA"/>
    <w:rsid w:val="00281400"/>
    <w:rsid w:val="002818E1"/>
    <w:rsid w:val="002818FF"/>
    <w:rsid w:val="00281966"/>
    <w:rsid w:val="00281D63"/>
    <w:rsid w:val="00282296"/>
    <w:rsid w:val="002823FE"/>
    <w:rsid w:val="00282526"/>
    <w:rsid w:val="002826FA"/>
    <w:rsid w:val="002827E0"/>
    <w:rsid w:val="00282C6D"/>
    <w:rsid w:val="00282D82"/>
    <w:rsid w:val="00283158"/>
    <w:rsid w:val="002832B3"/>
    <w:rsid w:val="00283353"/>
    <w:rsid w:val="0028338F"/>
    <w:rsid w:val="0028347A"/>
    <w:rsid w:val="002834BB"/>
    <w:rsid w:val="0028361D"/>
    <w:rsid w:val="002837CB"/>
    <w:rsid w:val="00283839"/>
    <w:rsid w:val="002838E7"/>
    <w:rsid w:val="00283976"/>
    <w:rsid w:val="00283977"/>
    <w:rsid w:val="00283B64"/>
    <w:rsid w:val="00283CFC"/>
    <w:rsid w:val="0028419C"/>
    <w:rsid w:val="002846AC"/>
    <w:rsid w:val="002848BE"/>
    <w:rsid w:val="0028548E"/>
    <w:rsid w:val="00285599"/>
    <w:rsid w:val="0028585F"/>
    <w:rsid w:val="00285A9A"/>
    <w:rsid w:val="00285EA3"/>
    <w:rsid w:val="002866AD"/>
    <w:rsid w:val="0028676A"/>
    <w:rsid w:val="00286783"/>
    <w:rsid w:val="00286A04"/>
    <w:rsid w:val="00286C92"/>
    <w:rsid w:val="002872EE"/>
    <w:rsid w:val="00287C2C"/>
    <w:rsid w:val="00287CF8"/>
    <w:rsid w:val="00287D29"/>
    <w:rsid w:val="00287F7B"/>
    <w:rsid w:val="0029017F"/>
    <w:rsid w:val="00290197"/>
    <w:rsid w:val="00290487"/>
    <w:rsid w:val="0029068A"/>
    <w:rsid w:val="002906C5"/>
    <w:rsid w:val="00290D26"/>
    <w:rsid w:val="002912EA"/>
    <w:rsid w:val="002913BE"/>
    <w:rsid w:val="002913EB"/>
    <w:rsid w:val="00291516"/>
    <w:rsid w:val="002915F3"/>
    <w:rsid w:val="0029179D"/>
    <w:rsid w:val="00291BE9"/>
    <w:rsid w:val="00291DBD"/>
    <w:rsid w:val="00291E72"/>
    <w:rsid w:val="002922E3"/>
    <w:rsid w:val="00292340"/>
    <w:rsid w:val="0029263A"/>
    <w:rsid w:val="00292726"/>
    <w:rsid w:val="002928D6"/>
    <w:rsid w:val="00292E18"/>
    <w:rsid w:val="00292ED7"/>
    <w:rsid w:val="002933B9"/>
    <w:rsid w:val="002937E7"/>
    <w:rsid w:val="00293849"/>
    <w:rsid w:val="00293D19"/>
    <w:rsid w:val="00293D81"/>
    <w:rsid w:val="00293EAC"/>
    <w:rsid w:val="00294044"/>
    <w:rsid w:val="002940F3"/>
    <w:rsid w:val="0029439A"/>
    <w:rsid w:val="00294574"/>
    <w:rsid w:val="00294945"/>
    <w:rsid w:val="00294A14"/>
    <w:rsid w:val="00294A1E"/>
    <w:rsid w:val="00294BB8"/>
    <w:rsid w:val="00294D86"/>
    <w:rsid w:val="00294FBC"/>
    <w:rsid w:val="00295013"/>
    <w:rsid w:val="00295054"/>
    <w:rsid w:val="00295353"/>
    <w:rsid w:val="0029540E"/>
    <w:rsid w:val="002956CF"/>
    <w:rsid w:val="0029587B"/>
    <w:rsid w:val="002958A0"/>
    <w:rsid w:val="00295960"/>
    <w:rsid w:val="002961DF"/>
    <w:rsid w:val="0029622B"/>
    <w:rsid w:val="0029688C"/>
    <w:rsid w:val="00296DA8"/>
    <w:rsid w:val="00296FB9"/>
    <w:rsid w:val="002974FA"/>
    <w:rsid w:val="00297605"/>
    <w:rsid w:val="002976F4"/>
    <w:rsid w:val="00297721"/>
    <w:rsid w:val="00297C06"/>
    <w:rsid w:val="00297CA8"/>
    <w:rsid w:val="002A015A"/>
    <w:rsid w:val="002A03CE"/>
    <w:rsid w:val="002A04AA"/>
    <w:rsid w:val="002A052B"/>
    <w:rsid w:val="002A05D6"/>
    <w:rsid w:val="002A0D43"/>
    <w:rsid w:val="002A0E66"/>
    <w:rsid w:val="002A0E8E"/>
    <w:rsid w:val="002A1498"/>
    <w:rsid w:val="002A14A9"/>
    <w:rsid w:val="002A165A"/>
    <w:rsid w:val="002A1678"/>
    <w:rsid w:val="002A19DA"/>
    <w:rsid w:val="002A1A06"/>
    <w:rsid w:val="002A212B"/>
    <w:rsid w:val="002A231C"/>
    <w:rsid w:val="002A252F"/>
    <w:rsid w:val="002A25F7"/>
    <w:rsid w:val="002A262A"/>
    <w:rsid w:val="002A2693"/>
    <w:rsid w:val="002A2AC4"/>
    <w:rsid w:val="002A2B10"/>
    <w:rsid w:val="002A2C86"/>
    <w:rsid w:val="002A2F0B"/>
    <w:rsid w:val="002A3234"/>
    <w:rsid w:val="002A32D1"/>
    <w:rsid w:val="002A32FC"/>
    <w:rsid w:val="002A3854"/>
    <w:rsid w:val="002A385B"/>
    <w:rsid w:val="002A3A77"/>
    <w:rsid w:val="002A440A"/>
    <w:rsid w:val="002A453B"/>
    <w:rsid w:val="002A4DFC"/>
    <w:rsid w:val="002A50FE"/>
    <w:rsid w:val="002A54C3"/>
    <w:rsid w:val="002A5699"/>
    <w:rsid w:val="002A5759"/>
    <w:rsid w:val="002A58B7"/>
    <w:rsid w:val="002A590F"/>
    <w:rsid w:val="002A5C8A"/>
    <w:rsid w:val="002A5CD6"/>
    <w:rsid w:val="002A5E05"/>
    <w:rsid w:val="002A5F32"/>
    <w:rsid w:val="002A6086"/>
    <w:rsid w:val="002A62A2"/>
    <w:rsid w:val="002A6433"/>
    <w:rsid w:val="002A6DB4"/>
    <w:rsid w:val="002A6F87"/>
    <w:rsid w:val="002A72BC"/>
    <w:rsid w:val="002A74CA"/>
    <w:rsid w:val="002A77E5"/>
    <w:rsid w:val="002A7AD1"/>
    <w:rsid w:val="002A7C27"/>
    <w:rsid w:val="002A7D27"/>
    <w:rsid w:val="002A7D85"/>
    <w:rsid w:val="002B03D8"/>
    <w:rsid w:val="002B04DE"/>
    <w:rsid w:val="002B05C9"/>
    <w:rsid w:val="002B0F62"/>
    <w:rsid w:val="002B13E6"/>
    <w:rsid w:val="002B143D"/>
    <w:rsid w:val="002B1530"/>
    <w:rsid w:val="002B1944"/>
    <w:rsid w:val="002B1B5E"/>
    <w:rsid w:val="002B1C48"/>
    <w:rsid w:val="002B1D38"/>
    <w:rsid w:val="002B1F47"/>
    <w:rsid w:val="002B1FA3"/>
    <w:rsid w:val="002B1FE5"/>
    <w:rsid w:val="002B2007"/>
    <w:rsid w:val="002B217B"/>
    <w:rsid w:val="002B21A2"/>
    <w:rsid w:val="002B2268"/>
    <w:rsid w:val="002B2467"/>
    <w:rsid w:val="002B249E"/>
    <w:rsid w:val="002B24A8"/>
    <w:rsid w:val="002B265F"/>
    <w:rsid w:val="002B2665"/>
    <w:rsid w:val="002B2747"/>
    <w:rsid w:val="002B2778"/>
    <w:rsid w:val="002B2C08"/>
    <w:rsid w:val="002B2E7A"/>
    <w:rsid w:val="002B2EB8"/>
    <w:rsid w:val="002B2EE4"/>
    <w:rsid w:val="002B30AF"/>
    <w:rsid w:val="002B32A3"/>
    <w:rsid w:val="002B42C3"/>
    <w:rsid w:val="002B44C1"/>
    <w:rsid w:val="002B457B"/>
    <w:rsid w:val="002B46A9"/>
    <w:rsid w:val="002B4819"/>
    <w:rsid w:val="002B4D6D"/>
    <w:rsid w:val="002B5015"/>
    <w:rsid w:val="002B51C0"/>
    <w:rsid w:val="002B549F"/>
    <w:rsid w:val="002B5741"/>
    <w:rsid w:val="002B588B"/>
    <w:rsid w:val="002B5ECC"/>
    <w:rsid w:val="002B5FA0"/>
    <w:rsid w:val="002B606F"/>
    <w:rsid w:val="002B64AD"/>
    <w:rsid w:val="002B6A87"/>
    <w:rsid w:val="002B6B68"/>
    <w:rsid w:val="002B7335"/>
    <w:rsid w:val="002B7B5D"/>
    <w:rsid w:val="002B7FE9"/>
    <w:rsid w:val="002C02AE"/>
    <w:rsid w:val="002C0388"/>
    <w:rsid w:val="002C09C3"/>
    <w:rsid w:val="002C0BCF"/>
    <w:rsid w:val="002C0C74"/>
    <w:rsid w:val="002C1122"/>
    <w:rsid w:val="002C1195"/>
    <w:rsid w:val="002C12BB"/>
    <w:rsid w:val="002C137F"/>
    <w:rsid w:val="002C13F6"/>
    <w:rsid w:val="002C155C"/>
    <w:rsid w:val="002C1670"/>
    <w:rsid w:val="002C194A"/>
    <w:rsid w:val="002C1A93"/>
    <w:rsid w:val="002C1C23"/>
    <w:rsid w:val="002C1D4E"/>
    <w:rsid w:val="002C1D6B"/>
    <w:rsid w:val="002C2005"/>
    <w:rsid w:val="002C229D"/>
    <w:rsid w:val="002C2364"/>
    <w:rsid w:val="002C254E"/>
    <w:rsid w:val="002C2891"/>
    <w:rsid w:val="002C2897"/>
    <w:rsid w:val="002C2B5A"/>
    <w:rsid w:val="002C3052"/>
    <w:rsid w:val="002C32A0"/>
    <w:rsid w:val="002C39F4"/>
    <w:rsid w:val="002C3E97"/>
    <w:rsid w:val="002C3FDA"/>
    <w:rsid w:val="002C40B8"/>
    <w:rsid w:val="002C4115"/>
    <w:rsid w:val="002C4144"/>
    <w:rsid w:val="002C46D0"/>
    <w:rsid w:val="002C4810"/>
    <w:rsid w:val="002C4823"/>
    <w:rsid w:val="002C4A20"/>
    <w:rsid w:val="002C4C02"/>
    <w:rsid w:val="002C4DD7"/>
    <w:rsid w:val="002C4DF9"/>
    <w:rsid w:val="002C4F79"/>
    <w:rsid w:val="002C4FB7"/>
    <w:rsid w:val="002C5498"/>
    <w:rsid w:val="002C55C4"/>
    <w:rsid w:val="002C59B7"/>
    <w:rsid w:val="002C59FD"/>
    <w:rsid w:val="002C5A7D"/>
    <w:rsid w:val="002C5E53"/>
    <w:rsid w:val="002C685A"/>
    <w:rsid w:val="002C6D3A"/>
    <w:rsid w:val="002C72EC"/>
    <w:rsid w:val="002C7596"/>
    <w:rsid w:val="002C796C"/>
    <w:rsid w:val="002C7B70"/>
    <w:rsid w:val="002C7C7D"/>
    <w:rsid w:val="002C7D32"/>
    <w:rsid w:val="002D07EF"/>
    <w:rsid w:val="002D087E"/>
    <w:rsid w:val="002D0AB3"/>
    <w:rsid w:val="002D0C03"/>
    <w:rsid w:val="002D0CD0"/>
    <w:rsid w:val="002D0DD7"/>
    <w:rsid w:val="002D0DEB"/>
    <w:rsid w:val="002D0E56"/>
    <w:rsid w:val="002D0FA9"/>
    <w:rsid w:val="002D1102"/>
    <w:rsid w:val="002D1194"/>
    <w:rsid w:val="002D2426"/>
    <w:rsid w:val="002D273B"/>
    <w:rsid w:val="002D2888"/>
    <w:rsid w:val="002D28A2"/>
    <w:rsid w:val="002D29C2"/>
    <w:rsid w:val="002D2F7C"/>
    <w:rsid w:val="002D2FB9"/>
    <w:rsid w:val="002D33D3"/>
    <w:rsid w:val="002D3781"/>
    <w:rsid w:val="002D38EF"/>
    <w:rsid w:val="002D3AF0"/>
    <w:rsid w:val="002D3C60"/>
    <w:rsid w:val="002D42B9"/>
    <w:rsid w:val="002D42D9"/>
    <w:rsid w:val="002D45CA"/>
    <w:rsid w:val="002D4B30"/>
    <w:rsid w:val="002D528D"/>
    <w:rsid w:val="002D5AA6"/>
    <w:rsid w:val="002D5D7C"/>
    <w:rsid w:val="002D5E6A"/>
    <w:rsid w:val="002D5EB1"/>
    <w:rsid w:val="002D5F71"/>
    <w:rsid w:val="002D603B"/>
    <w:rsid w:val="002D61A9"/>
    <w:rsid w:val="002D642B"/>
    <w:rsid w:val="002D6717"/>
    <w:rsid w:val="002D6882"/>
    <w:rsid w:val="002D6EC4"/>
    <w:rsid w:val="002D6F85"/>
    <w:rsid w:val="002D6FE2"/>
    <w:rsid w:val="002D7051"/>
    <w:rsid w:val="002D7296"/>
    <w:rsid w:val="002D73A3"/>
    <w:rsid w:val="002D7CA3"/>
    <w:rsid w:val="002E0084"/>
    <w:rsid w:val="002E0085"/>
    <w:rsid w:val="002E08C4"/>
    <w:rsid w:val="002E0A48"/>
    <w:rsid w:val="002E0BE6"/>
    <w:rsid w:val="002E0E10"/>
    <w:rsid w:val="002E111B"/>
    <w:rsid w:val="002E140B"/>
    <w:rsid w:val="002E14C9"/>
    <w:rsid w:val="002E1FBB"/>
    <w:rsid w:val="002E21D6"/>
    <w:rsid w:val="002E21F0"/>
    <w:rsid w:val="002E2230"/>
    <w:rsid w:val="002E2320"/>
    <w:rsid w:val="002E261A"/>
    <w:rsid w:val="002E26C5"/>
    <w:rsid w:val="002E26E2"/>
    <w:rsid w:val="002E2AA1"/>
    <w:rsid w:val="002E307B"/>
    <w:rsid w:val="002E3274"/>
    <w:rsid w:val="002E3483"/>
    <w:rsid w:val="002E34FA"/>
    <w:rsid w:val="002E36FE"/>
    <w:rsid w:val="002E3811"/>
    <w:rsid w:val="002E3931"/>
    <w:rsid w:val="002E3A9C"/>
    <w:rsid w:val="002E40D3"/>
    <w:rsid w:val="002E43A7"/>
    <w:rsid w:val="002E46B2"/>
    <w:rsid w:val="002E47DB"/>
    <w:rsid w:val="002E4849"/>
    <w:rsid w:val="002E49FE"/>
    <w:rsid w:val="002E5293"/>
    <w:rsid w:val="002E52DA"/>
    <w:rsid w:val="002E54AC"/>
    <w:rsid w:val="002E5657"/>
    <w:rsid w:val="002E57FE"/>
    <w:rsid w:val="002E5CFD"/>
    <w:rsid w:val="002E5E4A"/>
    <w:rsid w:val="002E5FCA"/>
    <w:rsid w:val="002E63A9"/>
    <w:rsid w:val="002E6606"/>
    <w:rsid w:val="002E67BE"/>
    <w:rsid w:val="002E6ACE"/>
    <w:rsid w:val="002E6AE5"/>
    <w:rsid w:val="002E6B7D"/>
    <w:rsid w:val="002E6D5A"/>
    <w:rsid w:val="002E70CA"/>
    <w:rsid w:val="002E77E1"/>
    <w:rsid w:val="002E7B83"/>
    <w:rsid w:val="002E7DAC"/>
    <w:rsid w:val="002E7EAE"/>
    <w:rsid w:val="002F00C2"/>
    <w:rsid w:val="002F09C3"/>
    <w:rsid w:val="002F0A44"/>
    <w:rsid w:val="002F0C4D"/>
    <w:rsid w:val="002F0C90"/>
    <w:rsid w:val="002F0DB8"/>
    <w:rsid w:val="002F1302"/>
    <w:rsid w:val="002F13E4"/>
    <w:rsid w:val="002F15CC"/>
    <w:rsid w:val="002F16E9"/>
    <w:rsid w:val="002F1796"/>
    <w:rsid w:val="002F179E"/>
    <w:rsid w:val="002F17A2"/>
    <w:rsid w:val="002F1965"/>
    <w:rsid w:val="002F1E67"/>
    <w:rsid w:val="002F2091"/>
    <w:rsid w:val="002F2207"/>
    <w:rsid w:val="002F28A7"/>
    <w:rsid w:val="002F300B"/>
    <w:rsid w:val="002F3523"/>
    <w:rsid w:val="002F3902"/>
    <w:rsid w:val="002F3959"/>
    <w:rsid w:val="002F3B1D"/>
    <w:rsid w:val="002F3C7F"/>
    <w:rsid w:val="002F3E84"/>
    <w:rsid w:val="002F3F70"/>
    <w:rsid w:val="002F4481"/>
    <w:rsid w:val="002F4718"/>
    <w:rsid w:val="002F4869"/>
    <w:rsid w:val="002F4B54"/>
    <w:rsid w:val="002F4FF8"/>
    <w:rsid w:val="002F5031"/>
    <w:rsid w:val="002F54AC"/>
    <w:rsid w:val="002F57CD"/>
    <w:rsid w:val="002F587A"/>
    <w:rsid w:val="002F5919"/>
    <w:rsid w:val="002F5B9B"/>
    <w:rsid w:val="002F5C2F"/>
    <w:rsid w:val="002F5C7D"/>
    <w:rsid w:val="002F5D34"/>
    <w:rsid w:val="002F5D45"/>
    <w:rsid w:val="002F5DFC"/>
    <w:rsid w:val="002F65B3"/>
    <w:rsid w:val="002F66B9"/>
    <w:rsid w:val="002F670C"/>
    <w:rsid w:val="002F6B94"/>
    <w:rsid w:val="002F6C2B"/>
    <w:rsid w:val="002F6C88"/>
    <w:rsid w:val="002F6CE1"/>
    <w:rsid w:val="002F6D39"/>
    <w:rsid w:val="002F6D85"/>
    <w:rsid w:val="002F6F44"/>
    <w:rsid w:val="002F714D"/>
    <w:rsid w:val="002F74AC"/>
    <w:rsid w:val="002F77BB"/>
    <w:rsid w:val="002F7910"/>
    <w:rsid w:val="002F7AE0"/>
    <w:rsid w:val="002F7C0F"/>
    <w:rsid w:val="002F7F62"/>
    <w:rsid w:val="003003D9"/>
    <w:rsid w:val="00300965"/>
    <w:rsid w:val="00300A57"/>
    <w:rsid w:val="00300CB4"/>
    <w:rsid w:val="0030118E"/>
    <w:rsid w:val="003011C0"/>
    <w:rsid w:val="0030123E"/>
    <w:rsid w:val="003012B5"/>
    <w:rsid w:val="00301859"/>
    <w:rsid w:val="00301876"/>
    <w:rsid w:val="003018B4"/>
    <w:rsid w:val="00302109"/>
    <w:rsid w:val="0030253C"/>
    <w:rsid w:val="00302DD9"/>
    <w:rsid w:val="00302E08"/>
    <w:rsid w:val="00303009"/>
    <w:rsid w:val="00303350"/>
    <w:rsid w:val="003038DA"/>
    <w:rsid w:val="00303A4E"/>
    <w:rsid w:val="00303C4D"/>
    <w:rsid w:val="00303CF7"/>
    <w:rsid w:val="00303D57"/>
    <w:rsid w:val="00303FF9"/>
    <w:rsid w:val="0030413A"/>
    <w:rsid w:val="00304276"/>
    <w:rsid w:val="00304448"/>
    <w:rsid w:val="003046D6"/>
    <w:rsid w:val="003048DF"/>
    <w:rsid w:val="00304B70"/>
    <w:rsid w:val="00304C1D"/>
    <w:rsid w:val="00304D92"/>
    <w:rsid w:val="003050AC"/>
    <w:rsid w:val="0030528D"/>
    <w:rsid w:val="00305380"/>
    <w:rsid w:val="00305AE7"/>
    <w:rsid w:val="00305C0F"/>
    <w:rsid w:val="00305CC5"/>
    <w:rsid w:val="00305D22"/>
    <w:rsid w:val="00305F28"/>
    <w:rsid w:val="0030611C"/>
    <w:rsid w:val="003065C4"/>
    <w:rsid w:val="0030671C"/>
    <w:rsid w:val="0030676D"/>
    <w:rsid w:val="00306851"/>
    <w:rsid w:val="003068F7"/>
    <w:rsid w:val="00306972"/>
    <w:rsid w:val="00306A39"/>
    <w:rsid w:val="00306ADF"/>
    <w:rsid w:val="00306D2E"/>
    <w:rsid w:val="00306E9B"/>
    <w:rsid w:val="0030730D"/>
    <w:rsid w:val="00307818"/>
    <w:rsid w:val="003078AF"/>
    <w:rsid w:val="00307F4C"/>
    <w:rsid w:val="003103D1"/>
    <w:rsid w:val="003109D6"/>
    <w:rsid w:val="00310BB5"/>
    <w:rsid w:val="00310D7D"/>
    <w:rsid w:val="0031178F"/>
    <w:rsid w:val="00311E14"/>
    <w:rsid w:val="00311ED1"/>
    <w:rsid w:val="0031228E"/>
    <w:rsid w:val="003123D4"/>
    <w:rsid w:val="003125D6"/>
    <w:rsid w:val="0031260E"/>
    <w:rsid w:val="00312BCD"/>
    <w:rsid w:val="00312BDE"/>
    <w:rsid w:val="00312E0A"/>
    <w:rsid w:val="00313433"/>
    <w:rsid w:val="00313588"/>
    <w:rsid w:val="00314026"/>
    <w:rsid w:val="00314105"/>
    <w:rsid w:val="00314112"/>
    <w:rsid w:val="00314124"/>
    <w:rsid w:val="00314517"/>
    <w:rsid w:val="0031465F"/>
    <w:rsid w:val="00314D67"/>
    <w:rsid w:val="00314EC6"/>
    <w:rsid w:val="00315139"/>
    <w:rsid w:val="0031517D"/>
    <w:rsid w:val="0031539A"/>
    <w:rsid w:val="003159B8"/>
    <w:rsid w:val="00315B19"/>
    <w:rsid w:val="00315DBE"/>
    <w:rsid w:val="00316316"/>
    <w:rsid w:val="003164C5"/>
    <w:rsid w:val="0031657B"/>
    <w:rsid w:val="00316623"/>
    <w:rsid w:val="0031675E"/>
    <w:rsid w:val="00316E1B"/>
    <w:rsid w:val="00316FAC"/>
    <w:rsid w:val="00317283"/>
    <w:rsid w:val="003172F9"/>
    <w:rsid w:val="003173E6"/>
    <w:rsid w:val="00317700"/>
    <w:rsid w:val="003178CB"/>
    <w:rsid w:val="0032001B"/>
    <w:rsid w:val="00320023"/>
    <w:rsid w:val="00320105"/>
    <w:rsid w:val="0032022E"/>
    <w:rsid w:val="00320644"/>
    <w:rsid w:val="00320B14"/>
    <w:rsid w:val="00320B99"/>
    <w:rsid w:val="003210C4"/>
    <w:rsid w:val="0032129F"/>
    <w:rsid w:val="00321394"/>
    <w:rsid w:val="00321471"/>
    <w:rsid w:val="00321531"/>
    <w:rsid w:val="00321916"/>
    <w:rsid w:val="0032195E"/>
    <w:rsid w:val="00321C6F"/>
    <w:rsid w:val="003223FA"/>
    <w:rsid w:val="003225A0"/>
    <w:rsid w:val="00322996"/>
    <w:rsid w:val="00322A8C"/>
    <w:rsid w:val="00322B67"/>
    <w:rsid w:val="00322E13"/>
    <w:rsid w:val="00323544"/>
    <w:rsid w:val="00323C14"/>
    <w:rsid w:val="00323D8F"/>
    <w:rsid w:val="00323F40"/>
    <w:rsid w:val="0032450E"/>
    <w:rsid w:val="00324594"/>
    <w:rsid w:val="003249C0"/>
    <w:rsid w:val="00324A0F"/>
    <w:rsid w:val="00324E21"/>
    <w:rsid w:val="00324EFF"/>
    <w:rsid w:val="0032526E"/>
    <w:rsid w:val="00325451"/>
    <w:rsid w:val="0032547F"/>
    <w:rsid w:val="00325506"/>
    <w:rsid w:val="003257D0"/>
    <w:rsid w:val="00325B22"/>
    <w:rsid w:val="00325ED1"/>
    <w:rsid w:val="003260B3"/>
    <w:rsid w:val="00326645"/>
    <w:rsid w:val="00326804"/>
    <w:rsid w:val="00326C8E"/>
    <w:rsid w:val="00326E9D"/>
    <w:rsid w:val="003272CC"/>
    <w:rsid w:val="00327B18"/>
    <w:rsid w:val="003300FB"/>
    <w:rsid w:val="003304B4"/>
    <w:rsid w:val="0033075F"/>
    <w:rsid w:val="0033078F"/>
    <w:rsid w:val="003307BB"/>
    <w:rsid w:val="00330809"/>
    <w:rsid w:val="00330846"/>
    <w:rsid w:val="00330B12"/>
    <w:rsid w:val="0033103B"/>
    <w:rsid w:val="0033108D"/>
    <w:rsid w:val="00331289"/>
    <w:rsid w:val="0033148F"/>
    <w:rsid w:val="00331887"/>
    <w:rsid w:val="00331923"/>
    <w:rsid w:val="00331EC2"/>
    <w:rsid w:val="00332510"/>
    <w:rsid w:val="00332549"/>
    <w:rsid w:val="00332569"/>
    <w:rsid w:val="00332579"/>
    <w:rsid w:val="003327DE"/>
    <w:rsid w:val="00332978"/>
    <w:rsid w:val="00332A93"/>
    <w:rsid w:val="00332CF1"/>
    <w:rsid w:val="003330E2"/>
    <w:rsid w:val="0033377A"/>
    <w:rsid w:val="00333865"/>
    <w:rsid w:val="00333B71"/>
    <w:rsid w:val="00333BFF"/>
    <w:rsid w:val="00333D0E"/>
    <w:rsid w:val="00333DB9"/>
    <w:rsid w:val="00333E58"/>
    <w:rsid w:val="003340AC"/>
    <w:rsid w:val="00334299"/>
    <w:rsid w:val="00334614"/>
    <w:rsid w:val="003347B8"/>
    <w:rsid w:val="00334C10"/>
    <w:rsid w:val="00334EE3"/>
    <w:rsid w:val="003351F6"/>
    <w:rsid w:val="00335637"/>
    <w:rsid w:val="003359C9"/>
    <w:rsid w:val="00335A3B"/>
    <w:rsid w:val="00335A7B"/>
    <w:rsid w:val="00335DAA"/>
    <w:rsid w:val="00335F6C"/>
    <w:rsid w:val="0033637C"/>
    <w:rsid w:val="003364E3"/>
    <w:rsid w:val="0033684C"/>
    <w:rsid w:val="00337283"/>
    <w:rsid w:val="0033765D"/>
    <w:rsid w:val="00337B36"/>
    <w:rsid w:val="00337B62"/>
    <w:rsid w:val="00337D71"/>
    <w:rsid w:val="00337DED"/>
    <w:rsid w:val="00337FC0"/>
    <w:rsid w:val="00340086"/>
    <w:rsid w:val="0034014A"/>
    <w:rsid w:val="00340658"/>
    <w:rsid w:val="00340776"/>
    <w:rsid w:val="00340887"/>
    <w:rsid w:val="00340BBF"/>
    <w:rsid w:val="00340FFF"/>
    <w:rsid w:val="003414F8"/>
    <w:rsid w:val="00341913"/>
    <w:rsid w:val="003419B7"/>
    <w:rsid w:val="00341DE0"/>
    <w:rsid w:val="003420C5"/>
    <w:rsid w:val="00342203"/>
    <w:rsid w:val="00342A51"/>
    <w:rsid w:val="00342B37"/>
    <w:rsid w:val="00342B49"/>
    <w:rsid w:val="00342CC4"/>
    <w:rsid w:val="0034362F"/>
    <w:rsid w:val="00343B3C"/>
    <w:rsid w:val="00343C5F"/>
    <w:rsid w:val="00343D4D"/>
    <w:rsid w:val="00343F2A"/>
    <w:rsid w:val="0034432B"/>
    <w:rsid w:val="00344367"/>
    <w:rsid w:val="0034490B"/>
    <w:rsid w:val="00344AE2"/>
    <w:rsid w:val="00344D6F"/>
    <w:rsid w:val="00344E2F"/>
    <w:rsid w:val="00344F96"/>
    <w:rsid w:val="003451F2"/>
    <w:rsid w:val="003454B0"/>
    <w:rsid w:val="00345511"/>
    <w:rsid w:val="00345671"/>
    <w:rsid w:val="00345B82"/>
    <w:rsid w:val="00345C33"/>
    <w:rsid w:val="00345F06"/>
    <w:rsid w:val="00346249"/>
    <w:rsid w:val="0034641D"/>
    <w:rsid w:val="00346B37"/>
    <w:rsid w:val="00346EB6"/>
    <w:rsid w:val="003470B9"/>
    <w:rsid w:val="003472C6"/>
    <w:rsid w:val="00347303"/>
    <w:rsid w:val="0034742A"/>
    <w:rsid w:val="003474AC"/>
    <w:rsid w:val="003509DE"/>
    <w:rsid w:val="003509EE"/>
    <w:rsid w:val="00350B87"/>
    <w:rsid w:val="00350FA4"/>
    <w:rsid w:val="00350FFD"/>
    <w:rsid w:val="00351683"/>
    <w:rsid w:val="00352090"/>
    <w:rsid w:val="00352195"/>
    <w:rsid w:val="0035225C"/>
    <w:rsid w:val="0035266E"/>
    <w:rsid w:val="00352C85"/>
    <w:rsid w:val="00352CB8"/>
    <w:rsid w:val="0035331B"/>
    <w:rsid w:val="00353578"/>
    <w:rsid w:val="003535F8"/>
    <w:rsid w:val="003536B5"/>
    <w:rsid w:val="0035424E"/>
    <w:rsid w:val="00354876"/>
    <w:rsid w:val="003548E6"/>
    <w:rsid w:val="00354939"/>
    <w:rsid w:val="003549F5"/>
    <w:rsid w:val="00354BE3"/>
    <w:rsid w:val="00354BEB"/>
    <w:rsid w:val="00354C13"/>
    <w:rsid w:val="0035594C"/>
    <w:rsid w:val="00355979"/>
    <w:rsid w:val="00355C36"/>
    <w:rsid w:val="003562CD"/>
    <w:rsid w:val="0035649B"/>
    <w:rsid w:val="003564AB"/>
    <w:rsid w:val="0035725B"/>
    <w:rsid w:val="0035740A"/>
    <w:rsid w:val="00357A2B"/>
    <w:rsid w:val="00357A91"/>
    <w:rsid w:val="00357C91"/>
    <w:rsid w:val="00357D05"/>
    <w:rsid w:val="00360247"/>
    <w:rsid w:val="00360326"/>
    <w:rsid w:val="00360A67"/>
    <w:rsid w:val="00360FA5"/>
    <w:rsid w:val="003615B2"/>
    <w:rsid w:val="00361890"/>
    <w:rsid w:val="00361B26"/>
    <w:rsid w:val="00361B89"/>
    <w:rsid w:val="00361C29"/>
    <w:rsid w:val="00362392"/>
    <w:rsid w:val="0036287C"/>
    <w:rsid w:val="00362974"/>
    <w:rsid w:val="00362CFB"/>
    <w:rsid w:val="00362EBE"/>
    <w:rsid w:val="00362EE6"/>
    <w:rsid w:val="00363167"/>
    <w:rsid w:val="003631A5"/>
    <w:rsid w:val="003638C4"/>
    <w:rsid w:val="00363942"/>
    <w:rsid w:val="00363950"/>
    <w:rsid w:val="00363DD6"/>
    <w:rsid w:val="00363E33"/>
    <w:rsid w:val="00364002"/>
    <w:rsid w:val="003640CD"/>
    <w:rsid w:val="003643DD"/>
    <w:rsid w:val="00364662"/>
    <w:rsid w:val="0036498F"/>
    <w:rsid w:val="0036529A"/>
    <w:rsid w:val="003652CD"/>
    <w:rsid w:val="003657F8"/>
    <w:rsid w:val="003659FD"/>
    <w:rsid w:val="00365B95"/>
    <w:rsid w:val="00365DE8"/>
    <w:rsid w:val="00365E5F"/>
    <w:rsid w:val="00365EE5"/>
    <w:rsid w:val="00365F89"/>
    <w:rsid w:val="00366394"/>
    <w:rsid w:val="003665E1"/>
    <w:rsid w:val="00366636"/>
    <w:rsid w:val="003666E8"/>
    <w:rsid w:val="0036683C"/>
    <w:rsid w:val="0036689B"/>
    <w:rsid w:val="00367451"/>
    <w:rsid w:val="003676D6"/>
    <w:rsid w:val="00367720"/>
    <w:rsid w:val="00367723"/>
    <w:rsid w:val="0036798E"/>
    <w:rsid w:val="00367B73"/>
    <w:rsid w:val="00367C37"/>
    <w:rsid w:val="00367C80"/>
    <w:rsid w:val="00367E96"/>
    <w:rsid w:val="003700E7"/>
    <w:rsid w:val="00370743"/>
    <w:rsid w:val="003708AD"/>
    <w:rsid w:val="003709C0"/>
    <w:rsid w:val="00370CC2"/>
    <w:rsid w:val="0037112A"/>
    <w:rsid w:val="0037147D"/>
    <w:rsid w:val="0037150C"/>
    <w:rsid w:val="003715B6"/>
    <w:rsid w:val="003717BF"/>
    <w:rsid w:val="00371832"/>
    <w:rsid w:val="00371AA8"/>
    <w:rsid w:val="00371C24"/>
    <w:rsid w:val="00371CF7"/>
    <w:rsid w:val="00371E06"/>
    <w:rsid w:val="00372360"/>
    <w:rsid w:val="0037246A"/>
    <w:rsid w:val="0037261C"/>
    <w:rsid w:val="0037328F"/>
    <w:rsid w:val="00373428"/>
    <w:rsid w:val="00373C1D"/>
    <w:rsid w:val="00373DFC"/>
    <w:rsid w:val="003740DD"/>
    <w:rsid w:val="00374843"/>
    <w:rsid w:val="00374A36"/>
    <w:rsid w:val="00375280"/>
    <w:rsid w:val="003752EB"/>
    <w:rsid w:val="003755FD"/>
    <w:rsid w:val="00375853"/>
    <w:rsid w:val="00375AF2"/>
    <w:rsid w:val="00375C3F"/>
    <w:rsid w:val="00375D64"/>
    <w:rsid w:val="00375D77"/>
    <w:rsid w:val="00375F00"/>
    <w:rsid w:val="003760B6"/>
    <w:rsid w:val="00376164"/>
    <w:rsid w:val="00376184"/>
    <w:rsid w:val="00376451"/>
    <w:rsid w:val="003766FE"/>
    <w:rsid w:val="00376774"/>
    <w:rsid w:val="003767E5"/>
    <w:rsid w:val="00376895"/>
    <w:rsid w:val="00376C49"/>
    <w:rsid w:val="00376C77"/>
    <w:rsid w:val="00376CC1"/>
    <w:rsid w:val="0037704F"/>
    <w:rsid w:val="003770D3"/>
    <w:rsid w:val="003773CC"/>
    <w:rsid w:val="003776CB"/>
    <w:rsid w:val="00377B4E"/>
    <w:rsid w:val="00377D77"/>
    <w:rsid w:val="003805AC"/>
    <w:rsid w:val="00380A8C"/>
    <w:rsid w:val="00380B62"/>
    <w:rsid w:val="00380C2B"/>
    <w:rsid w:val="00380DCB"/>
    <w:rsid w:val="003810EF"/>
    <w:rsid w:val="00381126"/>
    <w:rsid w:val="00381322"/>
    <w:rsid w:val="003814F4"/>
    <w:rsid w:val="003816CB"/>
    <w:rsid w:val="00381EE6"/>
    <w:rsid w:val="00381FC5"/>
    <w:rsid w:val="0038210D"/>
    <w:rsid w:val="003821CF"/>
    <w:rsid w:val="00382544"/>
    <w:rsid w:val="0038263E"/>
    <w:rsid w:val="003829F1"/>
    <w:rsid w:val="00382B81"/>
    <w:rsid w:val="00382D44"/>
    <w:rsid w:val="00382FD9"/>
    <w:rsid w:val="00383126"/>
    <w:rsid w:val="003831DE"/>
    <w:rsid w:val="00383AEB"/>
    <w:rsid w:val="00384047"/>
    <w:rsid w:val="0038417C"/>
    <w:rsid w:val="00384402"/>
    <w:rsid w:val="0038455B"/>
    <w:rsid w:val="00384768"/>
    <w:rsid w:val="003848AC"/>
    <w:rsid w:val="00384E07"/>
    <w:rsid w:val="00385041"/>
    <w:rsid w:val="003850B1"/>
    <w:rsid w:val="00385126"/>
    <w:rsid w:val="003853AA"/>
    <w:rsid w:val="00385707"/>
    <w:rsid w:val="003857BC"/>
    <w:rsid w:val="003858DB"/>
    <w:rsid w:val="0038590A"/>
    <w:rsid w:val="00385A06"/>
    <w:rsid w:val="00385DCC"/>
    <w:rsid w:val="0038616A"/>
    <w:rsid w:val="0038630E"/>
    <w:rsid w:val="00386516"/>
    <w:rsid w:val="003867B9"/>
    <w:rsid w:val="003868D1"/>
    <w:rsid w:val="00386DC8"/>
    <w:rsid w:val="00386E21"/>
    <w:rsid w:val="0038761A"/>
    <w:rsid w:val="00387EFD"/>
    <w:rsid w:val="003902E3"/>
    <w:rsid w:val="00390626"/>
    <w:rsid w:val="0039077D"/>
    <w:rsid w:val="003908B3"/>
    <w:rsid w:val="00390C1B"/>
    <w:rsid w:val="00390D6C"/>
    <w:rsid w:val="00391355"/>
    <w:rsid w:val="0039171D"/>
    <w:rsid w:val="00391936"/>
    <w:rsid w:val="00391B28"/>
    <w:rsid w:val="00391BAD"/>
    <w:rsid w:val="003920CD"/>
    <w:rsid w:val="00392585"/>
    <w:rsid w:val="00392CD5"/>
    <w:rsid w:val="0039307F"/>
    <w:rsid w:val="00393253"/>
    <w:rsid w:val="0039399A"/>
    <w:rsid w:val="003939D5"/>
    <w:rsid w:val="00393ADB"/>
    <w:rsid w:val="00394597"/>
    <w:rsid w:val="00394B7B"/>
    <w:rsid w:val="00394D4E"/>
    <w:rsid w:val="0039528A"/>
    <w:rsid w:val="00395384"/>
    <w:rsid w:val="00395385"/>
    <w:rsid w:val="003953B2"/>
    <w:rsid w:val="003955EC"/>
    <w:rsid w:val="0039573F"/>
    <w:rsid w:val="003959DF"/>
    <w:rsid w:val="00395E26"/>
    <w:rsid w:val="003961EB"/>
    <w:rsid w:val="00396A64"/>
    <w:rsid w:val="00396C3A"/>
    <w:rsid w:val="003971C9"/>
    <w:rsid w:val="0039765D"/>
    <w:rsid w:val="003A0183"/>
    <w:rsid w:val="003A05E7"/>
    <w:rsid w:val="003A0BCF"/>
    <w:rsid w:val="003A0C08"/>
    <w:rsid w:val="003A0F21"/>
    <w:rsid w:val="003A170D"/>
    <w:rsid w:val="003A184B"/>
    <w:rsid w:val="003A1C39"/>
    <w:rsid w:val="003A1CD5"/>
    <w:rsid w:val="003A1F4E"/>
    <w:rsid w:val="003A2327"/>
    <w:rsid w:val="003A25ED"/>
    <w:rsid w:val="003A2D3F"/>
    <w:rsid w:val="003A2FF6"/>
    <w:rsid w:val="003A328F"/>
    <w:rsid w:val="003A36DA"/>
    <w:rsid w:val="003A389B"/>
    <w:rsid w:val="003A39D7"/>
    <w:rsid w:val="003A39FA"/>
    <w:rsid w:val="003A3A33"/>
    <w:rsid w:val="003A3EB6"/>
    <w:rsid w:val="003A3ED0"/>
    <w:rsid w:val="003A3ED2"/>
    <w:rsid w:val="003A3F8B"/>
    <w:rsid w:val="003A40EC"/>
    <w:rsid w:val="003A41C5"/>
    <w:rsid w:val="003A42DE"/>
    <w:rsid w:val="003A43F7"/>
    <w:rsid w:val="003A45D1"/>
    <w:rsid w:val="003A4612"/>
    <w:rsid w:val="003A4DC8"/>
    <w:rsid w:val="003A4F18"/>
    <w:rsid w:val="003A4F8A"/>
    <w:rsid w:val="003A5180"/>
    <w:rsid w:val="003A525B"/>
    <w:rsid w:val="003A596C"/>
    <w:rsid w:val="003A5F8E"/>
    <w:rsid w:val="003A61CF"/>
    <w:rsid w:val="003A6279"/>
    <w:rsid w:val="003A6288"/>
    <w:rsid w:val="003A62E4"/>
    <w:rsid w:val="003A642A"/>
    <w:rsid w:val="003A68EA"/>
    <w:rsid w:val="003A6EA6"/>
    <w:rsid w:val="003A6FA5"/>
    <w:rsid w:val="003A7097"/>
    <w:rsid w:val="003A7100"/>
    <w:rsid w:val="003A73B4"/>
    <w:rsid w:val="003A7AEC"/>
    <w:rsid w:val="003A7B24"/>
    <w:rsid w:val="003B0101"/>
    <w:rsid w:val="003B0160"/>
    <w:rsid w:val="003B02D8"/>
    <w:rsid w:val="003B0387"/>
    <w:rsid w:val="003B082F"/>
    <w:rsid w:val="003B08A2"/>
    <w:rsid w:val="003B12EE"/>
    <w:rsid w:val="003B18C7"/>
    <w:rsid w:val="003B1B7B"/>
    <w:rsid w:val="003B2428"/>
    <w:rsid w:val="003B248E"/>
    <w:rsid w:val="003B2509"/>
    <w:rsid w:val="003B2627"/>
    <w:rsid w:val="003B27E4"/>
    <w:rsid w:val="003B3167"/>
    <w:rsid w:val="003B31DD"/>
    <w:rsid w:val="003B359E"/>
    <w:rsid w:val="003B36FE"/>
    <w:rsid w:val="003B3A7D"/>
    <w:rsid w:val="003B3AE8"/>
    <w:rsid w:val="003B3FC0"/>
    <w:rsid w:val="003B4139"/>
    <w:rsid w:val="003B4181"/>
    <w:rsid w:val="003B41D4"/>
    <w:rsid w:val="003B441A"/>
    <w:rsid w:val="003B4754"/>
    <w:rsid w:val="003B4DE7"/>
    <w:rsid w:val="003B4EB0"/>
    <w:rsid w:val="003B4F86"/>
    <w:rsid w:val="003B4FA2"/>
    <w:rsid w:val="003B525D"/>
    <w:rsid w:val="003B5417"/>
    <w:rsid w:val="003B5420"/>
    <w:rsid w:val="003B559B"/>
    <w:rsid w:val="003B5A0D"/>
    <w:rsid w:val="003B5C1D"/>
    <w:rsid w:val="003B5C26"/>
    <w:rsid w:val="003B5D31"/>
    <w:rsid w:val="003B5DCC"/>
    <w:rsid w:val="003B63AF"/>
    <w:rsid w:val="003B6FA3"/>
    <w:rsid w:val="003B739F"/>
    <w:rsid w:val="003B73A4"/>
    <w:rsid w:val="003B7448"/>
    <w:rsid w:val="003B78AB"/>
    <w:rsid w:val="003B7DEB"/>
    <w:rsid w:val="003B7EA7"/>
    <w:rsid w:val="003B7ECD"/>
    <w:rsid w:val="003C015B"/>
    <w:rsid w:val="003C03DF"/>
    <w:rsid w:val="003C0400"/>
    <w:rsid w:val="003C0822"/>
    <w:rsid w:val="003C1386"/>
    <w:rsid w:val="003C14B4"/>
    <w:rsid w:val="003C164A"/>
    <w:rsid w:val="003C1D5F"/>
    <w:rsid w:val="003C1DCF"/>
    <w:rsid w:val="003C1E6E"/>
    <w:rsid w:val="003C1EE3"/>
    <w:rsid w:val="003C1F7E"/>
    <w:rsid w:val="003C29A3"/>
    <w:rsid w:val="003C2EAF"/>
    <w:rsid w:val="003C2F4F"/>
    <w:rsid w:val="003C2F66"/>
    <w:rsid w:val="003C2FB3"/>
    <w:rsid w:val="003C3050"/>
    <w:rsid w:val="003C3052"/>
    <w:rsid w:val="003C3146"/>
    <w:rsid w:val="003C3384"/>
    <w:rsid w:val="003C3599"/>
    <w:rsid w:val="003C3AE4"/>
    <w:rsid w:val="003C3B14"/>
    <w:rsid w:val="003C3C77"/>
    <w:rsid w:val="003C3E2B"/>
    <w:rsid w:val="003C400F"/>
    <w:rsid w:val="003C431D"/>
    <w:rsid w:val="003C4327"/>
    <w:rsid w:val="003C47B4"/>
    <w:rsid w:val="003C52A9"/>
    <w:rsid w:val="003C52CF"/>
    <w:rsid w:val="003C532E"/>
    <w:rsid w:val="003C53A1"/>
    <w:rsid w:val="003C55F0"/>
    <w:rsid w:val="003C567E"/>
    <w:rsid w:val="003C5836"/>
    <w:rsid w:val="003C595A"/>
    <w:rsid w:val="003C5F2B"/>
    <w:rsid w:val="003C5F34"/>
    <w:rsid w:val="003C6263"/>
    <w:rsid w:val="003C6315"/>
    <w:rsid w:val="003C65D8"/>
    <w:rsid w:val="003C684A"/>
    <w:rsid w:val="003C6A2D"/>
    <w:rsid w:val="003C6C54"/>
    <w:rsid w:val="003C6D88"/>
    <w:rsid w:val="003C6ED7"/>
    <w:rsid w:val="003C7386"/>
    <w:rsid w:val="003C7444"/>
    <w:rsid w:val="003C7556"/>
    <w:rsid w:val="003C7566"/>
    <w:rsid w:val="003C7682"/>
    <w:rsid w:val="003C78A0"/>
    <w:rsid w:val="003C7B11"/>
    <w:rsid w:val="003D0239"/>
    <w:rsid w:val="003D043B"/>
    <w:rsid w:val="003D0894"/>
    <w:rsid w:val="003D093D"/>
    <w:rsid w:val="003D0BE1"/>
    <w:rsid w:val="003D0C21"/>
    <w:rsid w:val="003D0DC6"/>
    <w:rsid w:val="003D1CCD"/>
    <w:rsid w:val="003D1D27"/>
    <w:rsid w:val="003D2176"/>
    <w:rsid w:val="003D273F"/>
    <w:rsid w:val="003D29F7"/>
    <w:rsid w:val="003D29FD"/>
    <w:rsid w:val="003D2C00"/>
    <w:rsid w:val="003D2C36"/>
    <w:rsid w:val="003D2FDD"/>
    <w:rsid w:val="003D3167"/>
    <w:rsid w:val="003D32C5"/>
    <w:rsid w:val="003D32C7"/>
    <w:rsid w:val="003D3499"/>
    <w:rsid w:val="003D35F1"/>
    <w:rsid w:val="003D3798"/>
    <w:rsid w:val="003D3C4F"/>
    <w:rsid w:val="003D3EFD"/>
    <w:rsid w:val="003D4101"/>
    <w:rsid w:val="003D45B1"/>
    <w:rsid w:val="003D4AAD"/>
    <w:rsid w:val="003D4BEE"/>
    <w:rsid w:val="003D4BFE"/>
    <w:rsid w:val="003D4C05"/>
    <w:rsid w:val="003D4EBA"/>
    <w:rsid w:val="003D4FBA"/>
    <w:rsid w:val="003D520A"/>
    <w:rsid w:val="003D52DE"/>
    <w:rsid w:val="003D56FA"/>
    <w:rsid w:val="003D57AA"/>
    <w:rsid w:val="003D5814"/>
    <w:rsid w:val="003D5861"/>
    <w:rsid w:val="003D5B0A"/>
    <w:rsid w:val="003D5B9C"/>
    <w:rsid w:val="003D5E69"/>
    <w:rsid w:val="003D5F88"/>
    <w:rsid w:val="003D5FA3"/>
    <w:rsid w:val="003D6453"/>
    <w:rsid w:val="003D6950"/>
    <w:rsid w:val="003D697A"/>
    <w:rsid w:val="003D6BD1"/>
    <w:rsid w:val="003D6CCD"/>
    <w:rsid w:val="003D75B5"/>
    <w:rsid w:val="003D7A89"/>
    <w:rsid w:val="003D7E4A"/>
    <w:rsid w:val="003E0548"/>
    <w:rsid w:val="003E11D4"/>
    <w:rsid w:val="003E15AD"/>
    <w:rsid w:val="003E19C0"/>
    <w:rsid w:val="003E1C55"/>
    <w:rsid w:val="003E1E56"/>
    <w:rsid w:val="003E1F62"/>
    <w:rsid w:val="003E24CA"/>
    <w:rsid w:val="003E3370"/>
    <w:rsid w:val="003E344A"/>
    <w:rsid w:val="003E395B"/>
    <w:rsid w:val="003E3ECE"/>
    <w:rsid w:val="003E43F1"/>
    <w:rsid w:val="003E4717"/>
    <w:rsid w:val="003E4745"/>
    <w:rsid w:val="003E4D37"/>
    <w:rsid w:val="003E4EAD"/>
    <w:rsid w:val="003E5201"/>
    <w:rsid w:val="003E52B6"/>
    <w:rsid w:val="003E593F"/>
    <w:rsid w:val="003E5A0D"/>
    <w:rsid w:val="003E5AB2"/>
    <w:rsid w:val="003E5D68"/>
    <w:rsid w:val="003E5E88"/>
    <w:rsid w:val="003E65E0"/>
    <w:rsid w:val="003E6652"/>
    <w:rsid w:val="003E66D1"/>
    <w:rsid w:val="003E6748"/>
    <w:rsid w:val="003E6B6A"/>
    <w:rsid w:val="003E6B6B"/>
    <w:rsid w:val="003E733E"/>
    <w:rsid w:val="003E73F7"/>
    <w:rsid w:val="003E7414"/>
    <w:rsid w:val="003E790F"/>
    <w:rsid w:val="003E7AC3"/>
    <w:rsid w:val="003F01E1"/>
    <w:rsid w:val="003F03A7"/>
    <w:rsid w:val="003F07EB"/>
    <w:rsid w:val="003F0CE8"/>
    <w:rsid w:val="003F0E56"/>
    <w:rsid w:val="003F0EC0"/>
    <w:rsid w:val="003F0F5F"/>
    <w:rsid w:val="003F12F5"/>
    <w:rsid w:val="003F1911"/>
    <w:rsid w:val="003F19B0"/>
    <w:rsid w:val="003F1A5F"/>
    <w:rsid w:val="003F1E2B"/>
    <w:rsid w:val="003F1FC7"/>
    <w:rsid w:val="003F2D1B"/>
    <w:rsid w:val="003F2D79"/>
    <w:rsid w:val="003F2F22"/>
    <w:rsid w:val="003F3092"/>
    <w:rsid w:val="003F3C3E"/>
    <w:rsid w:val="003F3C86"/>
    <w:rsid w:val="003F3F85"/>
    <w:rsid w:val="003F41AD"/>
    <w:rsid w:val="003F425A"/>
    <w:rsid w:val="003F4C08"/>
    <w:rsid w:val="003F5150"/>
    <w:rsid w:val="003F54E0"/>
    <w:rsid w:val="003F565F"/>
    <w:rsid w:val="003F5CCC"/>
    <w:rsid w:val="003F5EF0"/>
    <w:rsid w:val="003F5F45"/>
    <w:rsid w:val="003F69C7"/>
    <w:rsid w:val="003F6B9E"/>
    <w:rsid w:val="003F713D"/>
    <w:rsid w:val="003F7746"/>
    <w:rsid w:val="003F779A"/>
    <w:rsid w:val="003F7870"/>
    <w:rsid w:val="003F79AB"/>
    <w:rsid w:val="004003D2"/>
    <w:rsid w:val="0040050C"/>
    <w:rsid w:val="004009A2"/>
    <w:rsid w:val="00400CDE"/>
    <w:rsid w:val="00400E25"/>
    <w:rsid w:val="00400E77"/>
    <w:rsid w:val="00400EA9"/>
    <w:rsid w:val="00401229"/>
    <w:rsid w:val="004013A4"/>
    <w:rsid w:val="00401A62"/>
    <w:rsid w:val="00401B6F"/>
    <w:rsid w:val="0040262B"/>
    <w:rsid w:val="00402754"/>
    <w:rsid w:val="0040292B"/>
    <w:rsid w:val="004030AB"/>
    <w:rsid w:val="004030AE"/>
    <w:rsid w:val="00403643"/>
    <w:rsid w:val="00403727"/>
    <w:rsid w:val="00403891"/>
    <w:rsid w:val="00403897"/>
    <w:rsid w:val="00403AE0"/>
    <w:rsid w:val="00403FC0"/>
    <w:rsid w:val="0040438A"/>
    <w:rsid w:val="00404A4B"/>
    <w:rsid w:val="00404D5C"/>
    <w:rsid w:val="00405109"/>
    <w:rsid w:val="0040543C"/>
    <w:rsid w:val="004057A2"/>
    <w:rsid w:val="0040589B"/>
    <w:rsid w:val="00405986"/>
    <w:rsid w:val="004059C4"/>
    <w:rsid w:val="00405CFB"/>
    <w:rsid w:val="00405FD2"/>
    <w:rsid w:val="00406049"/>
    <w:rsid w:val="0040604C"/>
    <w:rsid w:val="004065E7"/>
    <w:rsid w:val="00406956"/>
    <w:rsid w:val="00406A00"/>
    <w:rsid w:val="00406ABB"/>
    <w:rsid w:val="00406B53"/>
    <w:rsid w:val="00406CF6"/>
    <w:rsid w:val="00406E82"/>
    <w:rsid w:val="00407260"/>
    <w:rsid w:val="00407D55"/>
    <w:rsid w:val="00407EC5"/>
    <w:rsid w:val="00410143"/>
    <w:rsid w:val="00410584"/>
    <w:rsid w:val="00410983"/>
    <w:rsid w:val="00410C41"/>
    <w:rsid w:val="00410CEA"/>
    <w:rsid w:val="00410FE6"/>
    <w:rsid w:val="00411034"/>
    <w:rsid w:val="00411133"/>
    <w:rsid w:val="00411571"/>
    <w:rsid w:val="0041180B"/>
    <w:rsid w:val="00411E44"/>
    <w:rsid w:val="00411EED"/>
    <w:rsid w:val="00411F04"/>
    <w:rsid w:val="00412065"/>
    <w:rsid w:val="004123A9"/>
    <w:rsid w:val="004126AC"/>
    <w:rsid w:val="00412CD9"/>
    <w:rsid w:val="0041335D"/>
    <w:rsid w:val="00413671"/>
    <w:rsid w:val="0041369F"/>
    <w:rsid w:val="004138CC"/>
    <w:rsid w:val="00413AFB"/>
    <w:rsid w:val="004146B0"/>
    <w:rsid w:val="004146C4"/>
    <w:rsid w:val="0041504B"/>
    <w:rsid w:val="004154EE"/>
    <w:rsid w:val="004155D1"/>
    <w:rsid w:val="0041586D"/>
    <w:rsid w:val="00415992"/>
    <w:rsid w:val="00415A78"/>
    <w:rsid w:val="00415AEF"/>
    <w:rsid w:val="00416DB1"/>
    <w:rsid w:val="00416E58"/>
    <w:rsid w:val="0041749C"/>
    <w:rsid w:val="004175C9"/>
    <w:rsid w:val="00417E3B"/>
    <w:rsid w:val="004203CA"/>
    <w:rsid w:val="004209E2"/>
    <w:rsid w:val="00421354"/>
    <w:rsid w:val="00421851"/>
    <w:rsid w:val="00421927"/>
    <w:rsid w:val="004219BF"/>
    <w:rsid w:val="00421B8A"/>
    <w:rsid w:val="0042224B"/>
    <w:rsid w:val="00422576"/>
    <w:rsid w:val="00422789"/>
    <w:rsid w:val="004227A4"/>
    <w:rsid w:val="004227FB"/>
    <w:rsid w:val="004229AE"/>
    <w:rsid w:val="00422A10"/>
    <w:rsid w:val="00422C84"/>
    <w:rsid w:val="00422F44"/>
    <w:rsid w:val="00422F47"/>
    <w:rsid w:val="0042309F"/>
    <w:rsid w:val="00423CA1"/>
    <w:rsid w:val="0042402D"/>
    <w:rsid w:val="00424A61"/>
    <w:rsid w:val="004250DB"/>
    <w:rsid w:val="0042517C"/>
    <w:rsid w:val="00425211"/>
    <w:rsid w:val="004255BE"/>
    <w:rsid w:val="004258A2"/>
    <w:rsid w:val="00425951"/>
    <w:rsid w:val="004259B3"/>
    <w:rsid w:val="00425C6C"/>
    <w:rsid w:val="0042616E"/>
    <w:rsid w:val="00426414"/>
    <w:rsid w:val="0042654D"/>
    <w:rsid w:val="00426B62"/>
    <w:rsid w:val="00426F8C"/>
    <w:rsid w:val="004274CF"/>
    <w:rsid w:val="00427577"/>
    <w:rsid w:val="0042764D"/>
    <w:rsid w:val="0042774C"/>
    <w:rsid w:val="00427A6F"/>
    <w:rsid w:val="00427B6F"/>
    <w:rsid w:val="00427BA5"/>
    <w:rsid w:val="00427C3B"/>
    <w:rsid w:val="00427DA3"/>
    <w:rsid w:val="00430383"/>
    <w:rsid w:val="00430947"/>
    <w:rsid w:val="004310AD"/>
    <w:rsid w:val="00431294"/>
    <w:rsid w:val="00431500"/>
    <w:rsid w:val="00431620"/>
    <w:rsid w:val="00431639"/>
    <w:rsid w:val="00431980"/>
    <w:rsid w:val="00431986"/>
    <w:rsid w:val="00431ACF"/>
    <w:rsid w:val="00431B0C"/>
    <w:rsid w:val="00431D64"/>
    <w:rsid w:val="00431FF4"/>
    <w:rsid w:val="0043216B"/>
    <w:rsid w:val="00432312"/>
    <w:rsid w:val="004327BB"/>
    <w:rsid w:val="0043297A"/>
    <w:rsid w:val="00432A37"/>
    <w:rsid w:val="00433042"/>
    <w:rsid w:val="004334F4"/>
    <w:rsid w:val="00433598"/>
    <w:rsid w:val="004336BD"/>
    <w:rsid w:val="00433767"/>
    <w:rsid w:val="004337F5"/>
    <w:rsid w:val="00433DC0"/>
    <w:rsid w:val="00434256"/>
    <w:rsid w:val="0043430A"/>
    <w:rsid w:val="0043474D"/>
    <w:rsid w:val="00434783"/>
    <w:rsid w:val="00434BDA"/>
    <w:rsid w:val="00434BEA"/>
    <w:rsid w:val="00434C30"/>
    <w:rsid w:val="00434CC5"/>
    <w:rsid w:val="00434F32"/>
    <w:rsid w:val="00435908"/>
    <w:rsid w:val="00435A90"/>
    <w:rsid w:val="00435E34"/>
    <w:rsid w:val="00435E3F"/>
    <w:rsid w:val="00435F4A"/>
    <w:rsid w:val="00435FE7"/>
    <w:rsid w:val="004360B8"/>
    <w:rsid w:val="004363E8"/>
    <w:rsid w:val="00436403"/>
    <w:rsid w:val="00436CA9"/>
    <w:rsid w:val="00436D3C"/>
    <w:rsid w:val="00436E74"/>
    <w:rsid w:val="0043744A"/>
    <w:rsid w:val="0043759D"/>
    <w:rsid w:val="00437658"/>
    <w:rsid w:val="00437DA2"/>
    <w:rsid w:val="00437F6B"/>
    <w:rsid w:val="00437F7A"/>
    <w:rsid w:val="00440188"/>
    <w:rsid w:val="0044066A"/>
    <w:rsid w:val="00440887"/>
    <w:rsid w:val="00441004"/>
    <w:rsid w:val="00441046"/>
    <w:rsid w:val="0044120C"/>
    <w:rsid w:val="004416AD"/>
    <w:rsid w:val="004418A1"/>
    <w:rsid w:val="00441A40"/>
    <w:rsid w:val="00441A62"/>
    <w:rsid w:val="00441CD2"/>
    <w:rsid w:val="00441F96"/>
    <w:rsid w:val="004421AD"/>
    <w:rsid w:val="004423AB"/>
    <w:rsid w:val="004425F4"/>
    <w:rsid w:val="004427EA"/>
    <w:rsid w:val="00442B18"/>
    <w:rsid w:val="00442F3A"/>
    <w:rsid w:val="00442F80"/>
    <w:rsid w:val="00443086"/>
    <w:rsid w:val="00443125"/>
    <w:rsid w:val="0044318C"/>
    <w:rsid w:val="004435A5"/>
    <w:rsid w:val="004436B0"/>
    <w:rsid w:val="00443A9D"/>
    <w:rsid w:val="00443AA7"/>
    <w:rsid w:val="00443B3B"/>
    <w:rsid w:val="00443B71"/>
    <w:rsid w:val="00443D7A"/>
    <w:rsid w:val="004442B0"/>
    <w:rsid w:val="0044446E"/>
    <w:rsid w:val="0044450B"/>
    <w:rsid w:val="004453DD"/>
    <w:rsid w:val="0044559A"/>
    <w:rsid w:val="00445D66"/>
    <w:rsid w:val="00446021"/>
    <w:rsid w:val="0044616B"/>
    <w:rsid w:val="0044630A"/>
    <w:rsid w:val="00446318"/>
    <w:rsid w:val="0044661A"/>
    <w:rsid w:val="0044682E"/>
    <w:rsid w:val="00446B73"/>
    <w:rsid w:val="00446B83"/>
    <w:rsid w:val="004470A2"/>
    <w:rsid w:val="0044732A"/>
    <w:rsid w:val="0044736B"/>
    <w:rsid w:val="00447436"/>
    <w:rsid w:val="00447B83"/>
    <w:rsid w:val="00447D14"/>
    <w:rsid w:val="00447D7D"/>
    <w:rsid w:val="00447F3D"/>
    <w:rsid w:val="00447FC5"/>
    <w:rsid w:val="00450231"/>
    <w:rsid w:val="00451189"/>
    <w:rsid w:val="0045149F"/>
    <w:rsid w:val="004514A9"/>
    <w:rsid w:val="00451797"/>
    <w:rsid w:val="004519CC"/>
    <w:rsid w:val="00452162"/>
    <w:rsid w:val="004525D0"/>
    <w:rsid w:val="0045293A"/>
    <w:rsid w:val="00452E65"/>
    <w:rsid w:val="004536A3"/>
    <w:rsid w:val="004538AB"/>
    <w:rsid w:val="00453958"/>
    <w:rsid w:val="00453B5E"/>
    <w:rsid w:val="00453C51"/>
    <w:rsid w:val="00454229"/>
    <w:rsid w:val="0045451D"/>
    <w:rsid w:val="00454CDF"/>
    <w:rsid w:val="00454D73"/>
    <w:rsid w:val="00454DBD"/>
    <w:rsid w:val="00455271"/>
    <w:rsid w:val="004552F3"/>
    <w:rsid w:val="00455636"/>
    <w:rsid w:val="004556E8"/>
    <w:rsid w:val="004557F7"/>
    <w:rsid w:val="00455867"/>
    <w:rsid w:val="00455BC2"/>
    <w:rsid w:val="00456375"/>
    <w:rsid w:val="00456B0A"/>
    <w:rsid w:val="00456C9C"/>
    <w:rsid w:val="00456F85"/>
    <w:rsid w:val="00457A25"/>
    <w:rsid w:val="00457A70"/>
    <w:rsid w:val="00460027"/>
    <w:rsid w:val="0046005C"/>
    <w:rsid w:val="00460397"/>
    <w:rsid w:val="00460458"/>
    <w:rsid w:val="004606D3"/>
    <w:rsid w:val="0046080C"/>
    <w:rsid w:val="004609E6"/>
    <w:rsid w:val="00460C9C"/>
    <w:rsid w:val="00460D65"/>
    <w:rsid w:val="00460F49"/>
    <w:rsid w:val="00461164"/>
    <w:rsid w:val="004615AC"/>
    <w:rsid w:val="0046163B"/>
    <w:rsid w:val="00461795"/>
    <w:rsid w:val="00461CBD"/>
    <w:rsid w:val="00462073"/>
    <w:rsid w:val="004621FF"/>
    <w:rsid w:val="0046231C"/>
    <w:rsid w:val="00462A7D"/>
    <w:rsid w:val="0046319A"/>
    <w:rsid w:val="004634BB"/>
    <w:rsid w:val="00463652"/>
    <w:rsid w:val="00463861"/>
    <w:rsid w:val="004639FF"/>
    <w:rsid w:val="0046411A"/>
    <w:rsid w:val="004644BD"/>
    <w:rsid w:val="00464731"/>
    <w:rsid w:val="00464780"/>
    <w:rsid w:val="0046480C"/>
    <w:rsid w:val="004648D4"/>
    <w:rsid w:val="00464B27"/>
    <w:rsid w:val="00464B45"/>
    <w:rsid w:val="00464BB1"/>
    <w:rsid w:val="00464C24"/>
    <w:rsid w:val="00464FEB"/>
    <w:rsid w:val="0046515C"/>
    <w:rsid w:val="00465218"/>
    <w:rsid w:val="004655D1"/>
    <w:rsid w:val="00465DAD"/>
    <w:rsid w:val="00466004"/>
    <w:rsid w:val="0046665E"/>
    <w:rsid w:val="00466F4C"/>
    <w:rsid w:val="004675A1"/>
    <w:rsid w:val="00470096"/>
    <w:rsid w:val="00470802"/>
    <w:rsid w:val="004709C2"/>
    <w:rsid w:val="0047100F"/>
    <w:rsid w:val="004710BF"/>
    <w:rsid w:val="00471279"/>
    <w:rsid w:val="004712C4"/>
    <w:rsid w:val="004716BD"/>
    <w:rsid w:val="00471E2A"/>
    <w:rsid w:val="0047206C"/>
    <w:rsid w:val="00472332"/>
    <w:rsid w:val="00472626"/>
    <w:rsid w:val="00472662"/>
    <w:rsid w:val="004726CD"/>
    <w:rsid w:val="004727FD"/>
    <w:rsid w:val="004728AF"/>
    <w:rsid w:val="00472A14"/>
    <w:rsid w:val="00472CF4"/>
    <w:rsid w:val="00473065"/>
    <w:rsid w:val="00473206"/>
    <w:rsid w:val="00473768"/>
    <w:rsid w:val="004737D4"/>
    <w:rsid w:val="00473827"/>
    <w:rsid w:val="00473B59"/>
    <w:rsid w:val="004740EB"/>
    <w:rsid w:val="004741DC"/>
    <w:rsid w:val="00474463"/>
    <w:rsid w:val="0047466F"/>
    <w:rsid w:val="00474680"/>
    <w:rsid w:val="004746AD"/>
    <w:rsid w:val="0047497A"/>
    <w:rsid w:val="00474AE6"/>
    <w:rsid w:val="00474C4D"/>
    <w:rsid w:val="00474EB3"/>
    <w:rsid w:val="004751FC"/>
    <w:rsid w:val="004755ED"/>
    <w:rsid w:val="00475A0D"/>
    <w:rsid w:val="00476450"/>
    <w:rsid w:val="004764DE"/>
    <w:rsid w:val="00476527"/>
    <w:rsid w:val="00476589"/>
    <w:rsid w:val="0047668E"/>
    <w:rsid w:val="00476744"/>
    <w:rsid w:val="0047677E"/>
    <w:rsid w:val="00476BC8"/>
    <w:rsid w:val="00476BF2"/>
    <w:rsid w:val="00477066"/>
    <w:rsid w:val="004770E5"/>
    <w:rsid w:val="004773D2"/>
    <w:rsid w:val="00477481"/>
    <w:rsid w:val="004775D5"/>
    <w:rsid w:val="00477CAD"/>
    <w:rsid w:val="00477D4E"/>
    <w:rsid w:val="00477F0B"/>
    <w:rsid w:val="004802D1"/>
    <w:rsid w:val="0048054E"/>
    <w:rsid w:val="004808F1"/>
    <w:rsid w:val="00480E82"/>
    <w:rsid w:val="0048156A"/>
    <w:rsid w:val="0048167F"/>
    <w:rsid w:val="00481A82"/>
    <w:rsid w:val="00481B04"/>
    <w:rsid w:val="00481BB2"/>
    <w:rsid w:val="00482101"/>
    <w:rsid w:val="004822F4"/>
    <w:rsid w:val="00482416"/>
    <w:rsid w:val="004827DB"/>
    <w:rsid w:val="00482B73"/>
    <w:rsid w:val="00482D25"/>
    <w:rsid w:val="00482DC3"/>
    <w:rsid w:val="00483036"/>
    <w:rsid w:val="004830FF"/>
    <w:rsid w:val="004831B4"/>
    <w:rsid w:val="004836EE"/>
    <w:rsid w:val="00483866"/>
    <w:rsid w:val="0048417F"/>
    <w:rsid w:val="00484971"/>
    <w:rsid w:val="00484BF7"/>
    <w:rsid w:val="00484D11"/>
    <w:rsid w:val="00484FE6"/>
    <w:rsid w:val="004855B4"/>
    <w:rsid w:val="004856CC"/>
    <w:rsid w:val="00486266"/>
    <w:rsid w:val="00486431"/>
    <w:rsid w:val="004866D6"/>
    <w:rsid w:val="0048672B"/>
    <w:rsid w:val="004867AC"/>
    <w:rsid w:val="00486B25"/>
    <w:rsid w:val="00486C59"/>
    <w:rsid w:val="00487064"/>
    <w:rsid w:val="0048710D"/>
    <w:rsid w:val="004878A3"/>
    <w:rsid w:val="00487C54"/>
    <w:rsid w:val="00490183"/>
    <w:rsid w:val="004901E0"/>
    <w:rsid w:val="00490309"/>
    <w:rsid w:val="004905B7"/>
    <w:rsid w:val="00490B1A"/>
    <w:rsid w:val="00490F3E"/>
    <w:rsid w:val="004915A3"/>
    <w:rsid w:val="004915DF"/>
    <w:rsid w:val="00491CE2"/>
    <w:rsid w:val="00492003"/>
    <w:rsid w:val="004920A7"/>
    <w:rsid w:val="00492634"/>
    <w:rsid w:val="0049266A"/>
    <w:rsid w:val="00492E8D"/>
    <w:rsid w:val="00492F4C"/>
    <w:rsid w:val="00493199"/>
    <w:rsid w:val="00493253"/>
    <w:rsid w:val="00493363"/>
    <w:rsid w:val="0049375A"/>
    <w:rsid w:val="0049377B"/>
    <w:rsid w:val="00493CF5"/>
    <w:rsid w:val="00494467"/>
    <w:rsid w:val="00494689"/>
    <w:rsid w:val="00494779"/>
    <w:rsid w:val="00494793"/>
    <w:rsid w:val="004948A4"/>
    <w:rsid w:val="00495424"/>
    <w:rsid w:val="0049590B"/>
    <w:rsid w:val="00495ADE"/>
    <w:rsid w:val="00495E28"/>
    <w:rsid w:val="00496085"/>
    <w:rsid w:val="004966D9"/>
    <w:rsid w:val="0049675B"/>
    <w:rsid w:val="00496945"/>
    <w:rsid w:val="00496A39"/>
    <w:rsid w:val="00496E4B"/>
    <w:rsid w:val="00496E52"/>
    <w:rsid w:val="00496F38"/>
    <w:rsid w:val="00497092"/>
    <w:rsid w:val="0049724B"/>
    <w:rsid w:val="0049740A"/>
    <w:rsid w:val="004974FD"/>
    <w:rsid w:val="004977E4"/>
    <w:rsid w:val="00497DA1"/>
    <w:rsid w:val="00497E10"/>
    <w:rsid w:val="004A03E7"/>
    <w:rsid w:val="004A0628"/>
    <w:rsid w:val="004A06EF"/>
    <w:rsid w:val="004A077A"/>
    <w:rsid w:val="004A0A51"/>
    <w:rsid w:val="004A0BED"/>
    <w:rsid w:val="004A1596"/>
    <w:rsid w:val="004A18AE"/>
    <w:rsid w:val="004A202B"/>
    <w:rsid w:val="004A2090"/>
    <w:rsid w:val="004A20CC"/>
    <w:rsid w:val="004A2561"/>
    <w:rsid w:val="004A27D3"/>
    <w:rsid w:val="004A28A0"/>
    <w:rsid w:val="004A2D7D"/>
    <w:rsid w:val="004A327F"/>
    <w:rsid w:val="004A34D8"/>
    <w:rsid w:val="004A34F2"/>
    <w:rsid w:val="004A34FD"/>
    <w:rsid w:val="004A35D0"/>
    <w:rsid w:val="004A366C"/>
    <w:rsid w:val="004A37AC"/>
    <w:rsid w:val="004A4104"/>
    <w:rsid w:val="004A435D"/>
    <w:rsid w:val="004A4461"/>
    <w:rsid w:val="004A4D8E"/>
    <w:rsid w:val="004A4DD2"/>
    <w:rsid w:val="004A4F9F"/>
    <w:rsid w:val="004A5001"/>
    <w:rsid w:val="004A5385"/>
    <w:rsid w:val="004A551B"/>
    <w:rsid w:val="004A5606"/>
    <w:rsid w:val="004A5696"/>
    <w:rsid w:val="004A5710"/>
    <w:rsid w:val="004A5CE4"/>
    <w:rsid w:val="004A6305"/>
    <w:rsid w:val="004A6375"/>
    <w:rsid w:val="004A6500"/>
    <w:rsid w:val="004A6AC6"/>
    <w:rsid w:val="004A6BE5"/>
    <w:rsid w:val="004A6C5C"/>
    <w:rsid w:val="004A7302"/>
    <w:rsid w:val="004A737F"/>
    <w:rsid w:val="004A75BC"/>
    <w:rsid w:val="004A76C8"/>
    <w:rsid w:val="004A7D05"/>
    <w:rsid w:val="004B09AD"/>
    <w:rsid w:val="004B0DC3"/>
    <w:rsid w:val="004B12F4"/>
    <w:rsid w:val="004B1622"/>
    <w:rsid w:val="004B1833"/>
    <w:rsid w:val="004B189B"/>
    <w:rsid w:val="004B1A88"/>
    <w:rsid w:val="004B1E75"/>
    <w:rsid w:val="004B1E88"/>
    <w:rsid w:val="004B1EAC"/>
    <w:rsid w:val="004B1F52"/>
    <w:rsid w:val="004B2548"/>
    <w:rsid w:val="004B25AD"/>
    <w:rsid w:val="004B25C9"/>
    <w:rsid w:val="004B2D5D"/>
    <w:rsid w:val="004B31EB"/>
    <w:rsid w:val="004B327C"/>
    <w:rsid w:val="004B33C2"/>
    <w:rsid w:val="004B33DD"/>
    <w:rsid w:val="004B3489"/>
    <w:rsid w:val="004B357E"/>
    <w:rsid w:val="004B362F"/>
    <w:rsid w:val="004B3943"/>
    <w:rsid w:val="004B3AE1"/>
    <w:rsid w:val="004B3BDA"/>
    <w:rsid w:val="004B3D85"/>
    <w:rsid w:val="004B3F2D"/>
    <w:rsid w:val="004B475F"/>
    <w:rsid w:val="004B47C0"/>
    <w:rsid w:val="004B4A8E"/>
    <w:rsid w:val="004B4B10"/>
    <w:rsid w:val="004B4CAE"/>
    <w:rsid w:val="004B4D78"/>
    <w:rsid w:val="004B4E33"/>
    <w:rsid w:val="004B4FAC"/>
    <w:rsid w:val="004B52CE"/>
    <w:rsid w:val="004B5364"/>
    <w:rsid w:val="004B55D7"/>
    <w:rsid w:val="004B5A65"/>
    <w:rsid w:val="004B5AAA"/>
    <w:rsid w:val="004B6634"/>
    <w:rsid w:val="004B6827"/>
    <w:rsid w:val="004B6DCF"/>
    <w:rsid w:val="004B6EE0"/>
    <w:rsid w:val="004B702F"/>
    <w:rsid w:val="004B7061"/>
    <w:rsid w:val="004B75BC"/>
    <w:rsid w:val="004B773F"/>
    <w:rsid w:val="004B797E"/>
    <w:rsid w:val="004B7A00"/>
    <w:rsid w:val="004B7DCE"/>
    <w:rsid w:val="004B7E11"/>
    <w:rsid w:val="004C050D"/>
    <w:rsid w:val="004C0B1F"/>
    <w:rsid w:val="004C0BAD"/>
    <w:rsid w:val="004C0D1A"/>
    <w:rsid w:val="004C1115"/>
    <w:rsid w:val="004C1327"/>
    <w:rsid w:val="004C13F5"/>
    <w:rsid w:val="004C1486"/>
    <w:rsid w:val="004C17D1"/>
    <w:rsid w:val="004C1B58"/>
    <w:rsid w:val="004C20EF"/>
    <w:rsid w:val="004C21BF"/>
    <w:rsid w:val="004C222B"/>
    <w:rsid w:val="004C2D96"/>
    <w:rsid w:val="004C31A9"/>
    <w:rsid w:val="004C3294"/>
    <w:rsid w:val="004C3961"/>
    <w:rsid w:val="004C3988"/>
    <w:rsid w:val="004C3D26"/>
    <w:rsid w:val="004C3FC7"/>
    <w:rsid w:val="004C4599"/>
    <w:rsid w:val="004C46EE"/>
    <w:rsid w:val="004C46F5"/>
    <w:rsid w:val="004C4BCF"/>
    <w:rsid w:val="004C4F6B"/>
    <w:rsid w:val="004C4FE1"/>
    <w:rsid w:val="004C524D"/>
    <w:rsid w:val="004C5459"/>
    <w:rsid w:val="004C5673"/>
    <w:rsid w:val="004C58DF"/>
    <w:rsid w:val="004C5F17"/>
    <w:rsid w:val="004C5F71"/>
    <w:rsid w:val="004C608B"/>
    <w:rsid w:val="004C644D"/>
    <w:rsid w:val="004C656A"/>
    <w:rsid w:val="004C68A1"/>
    <w:rsid w:val="004C69B5"/>
    <w:rsid w:val="004C6A29"/>
    <w:rsid w:val="004C6B09"/>
    <w:rsid w:val="004C6B59"/>
    <w:rsid w:val="004C707D"/>
    <w:rsid w:val="004C7294"/>
    <w:rsid w:val="004C7736"/>
    <w:rsid w:val="004C7893"/>
    <w:rsid w:val="004C7933"/>
    <w:rsid w:val="004C7A42"/>
    <w:rsid w:val="004C7D94"/>
    <w:rsid w:val="004C7F43"/>
    <w:rsid w:val="004D065E"/>
    <w:rsid w:val="004D07D5"/>
    <w:rsid w:val="004D093A"/>
    <w:rsid w:val="004D0960"/>
    <w:rsid w:val="004D097D"/>
    <w:rsid w:val="004D0AAF"/>
    <w:rsid w:val="004D0BD8"/>
    <w:rsid w:val="004D0F19"/>
    <w:rsid w:val="004D151B"/>
    <w:rsid w:val="004D15AB"/>
    <w:rsid w:val="004D15CA"/>
    <w:rsid w:val="004D1ADA"/>
    <w:rsid w:val="004D1AE2"/>
    <w:rsid w:val="004D1D7E"/>
    <w:rsid w:val="004D1EF0"/>
    <w:rsid w:val="004D27BE"/>
    <w:rsid w:val="004D2C34"/>
    <w:rsid w:val="004D315F"/>
    <w:rsid w:val="004D368A"/>
    <w:rsid w:val="004D3832"/>
    <w:rsid w:val="004D3AB2"/>
    <w:rsid w:val="004D3ADD"/>
    <w:rsid w:val="004D3CBE"/>
    <w:rsid w:val="004D3D49"/>
    <w:rsid w:val="004D3E37"/>
    <w:rsid w:val="004D424A"/>
    <w:rsid w:val="004D42F8"/>
    <w:rsid w:val="004D4562"/>
    <w:rsid w:val="004D46C5"/>
    <w:rsid w:val="004D46FB"/>
    <w:rsid w:val="004D48B6"/>
    <w:rsid w:val="004D4A55"/>
    <w:rsid w:val="004D4AD0"/>
    <w:rsid w:val="004D4D4E"/>
    <w:rsid w:val="004D51E3"/>
    <w:rsid w:val="004D5493"/>
    <w:rsid w:val="004D5913"/>
    <w:rsid w:val="004D5AD4"/>
    <w:rsid w:val="004D5BA8"/>
    <w:rsid w:val="004D5C0B"/>
    <w:rsid w:val="004D5D9B"/>
    <w:rsid w:val="004D5E4A"/>
    <w:rsid w:val="004D6086"/>
    <w:rsid w:val="004D63E6"/>
    <w:rsid w:val="004D6431"/>
    <w:rsid w:val="004D65AE"/>
    <w:rsid w:val="004D6AD7"/>
    <w:rsid w:val="004D6E6C"/>
    <w:rsid w:val="004D7273"/>
    <w:rsid w:val="004D7478"/>
    <w:rsid w:val="004D7BBA"/>
    <w:rsid w:val="004D7BD4"/>
    <w:rsid w:val="004D7ECD"/>
    <w:rsid w:val="004D7F70"/>
    <w:rsid w:val="004E0186"/>
    <w:rsid w:val="004E02B6"/>
    <w:rsid w:val="004E02FC"/>
    <w:rsid w:val="004E04C4"/>
    <w:rsid w:val="004E07FD"/>
    <w:rsid w:val="004E0821"/>
    <w:rsid w:val="004E10EB"/>
    <w:rsid w:val="004E1178"/>
    <w:rsid w:val="004E12B7"/>
    <w:rsid w:val="004E1672"/>
    <w:rsid w:val="004E171E"/>
    <w:rsid w:val="004E1728"/>
    <w:rsid w:val="004E1957"/>
    <w:rsid w:val="004E1A09"/>
    <w:rsid w:val="004E1B97"/>
    <w:rsid w:val="004E1C74"/>
    <w:rsid w:val="004E1C89"/>
    <w:rsid w:val="004E1E30"/>
    <w:rsid w:val="004E1FC2"/>
    <w:rsid w:val="004E2270"/>
    <w:rsid w:val="004E232B"/>
    <w:rsid w:val="004E27EA"/>
    <w:rsid w:val="004E2C4F"/>
    <w:rsid w:val="004E3255"/>
    <w:rsid w:val="004E3382"/>
    <w:rsid w:val="004E3389"/>
    <w:rsid w:val="004E3B7F"/>
    <w:rsid w:val="004E43BB"/>
    <w:rsid w:val="004E4811"/>
    <w:rsid w:val="004E4862"/>
    <w:rsid w:val="004E48DF"/>
    <w:rsid w:val="004E4905"/>
    <w:rsid w:val="004E4957"/>
    <w:rsid w:val="004E497A"/>
    <w:rsid w:val="004E4A6D"/>
    <w:rsid w:val="004E4AC0"/>
    <w:rsid w:val="004E4B7C"/>
    <w:rsid w:val="004E5156"/>
    <w:rsid w:val="004E5340"/>
    <w:rsid w:val="004E544B"/>
    <w:rsid w:val="004E57B3"/>
    <w:rsid w:val="004E57D4"/>
    <w:rsid w:val="004E59EC"/>
    <w:rsid w:val="004E5A57"/>
    <w:rsid w:val="004E5BD8"/>
    <w:rsid w:val="004E5CB9"/>
    <w:rsid w:val="004E5E48"/>
    <w:rsid w:val="004E60B4"/>
    <w:rsid w:val="004E610D"/>
    <w:rsid w:val="004E6149"/>
    <w:rsid w:val="004E637E"/>
    <w:rsid w:val="004E65B1"/>
    <w:rsid w:val="004E6BA9"/>
    <w:rsid w:val="004E73F5"/>
    <w:rsid w:val="004E7404"/>
    <w:rsid w:val="004E7493"/>
    <w:rsid w:val="004E7F97"/>
    <w:rsid w:val="004E7FAC"/>
    <w:rsid w:val="004E7FD9"/>
    <w:rsid w:val="004F057D"/>
    <w:rsid w:val="004F0868"/>
    <w:rsid w:val="004F08CE"/>
    <w:rsid w:val="004F0ADA"/>
    <w:rsid w:val="004F0ECB"/>
    <w:rsid w:val="004F10C2"/>
    <w:rsid w:val="004F12FE"/>
    <w:rsid w:val="004F1546"/>
    <w:rsid w:val="004F19D7"/>
    <w:rsid w:val="004F1A93"/>
    <w:rsid w:val="004F1B7A"/>
    <w:rsid w:val="004F1BC4"/>
    <w:rsid w:val="004F1BEB"/>
    <w:rsid w:val="004F1F29"/>
    <w:rsid w:val="004F22E0"/>
    <w:rsid w:val="004F2850"/>
    <w:rsid w:val="004F29CC"/>
    <w:rsid w:val="004F2C86"/>
    <w:rsid w:val="004F357D"/>
    <w:rsid w:val="004F3649"/>
    <w:rsid w:val="004F3762"/>
    <w:rsid w:val="004F3E41"/>
    <w:rsid w:val="004F4206"/>
    <w:rsid w:val="004F4271"/>
    <w:rsid w:val="004F4398"/>
    <w:rsid w:val="004F44A5"/>
    <w:rsid w:val="004F45C0"/>
    <w:rsid w:val="004F474C"/>
    <w:rsid w:val="004F4F1F"/>
    <w:rsid w:val="004F501F"/>
    <w:rsid w:val="004F50F3"/>
    <w:rsid w:val="004F5296"/>
    <w:rsid w:val="004F52C0"/>
    <w:rsid w:val="004F594E"/>
    <w:rsid w:val="004F5B98"/>
    <w:rsid w:val="004F5BB2"/>
    <w:rsid w:val="004F6162"/>
    <w:rsid w:val="004F6233"/>
    <w:rsid w:val="004F63F9"/>
    <w:rsid w:val="004F7244"/>
    <w:rsid w:val="004F727E"/>
    <w:rsid w:val="004F7511"/>
    <w:rsid w:val="004F78A4"/>
    <w:rsid w:val="004F7C2E"/>
    <w:rsid w:val="004F7E07"/>
    <w:rsid w:val="004F7F9F"/>
    <w:rsid w:val="005003EA"/>
    <w:rsid w:val="00500A5F"/>
    <w:rsid w:val="00500BAC"/>
    <w:rsid w:val="00500CB4"/>
    <w:rsid w:val="00501482"/>
    <w:rsid w:val="00501557"/>
    <w:rsid w:val="00501ABC"/>
    <w:rsid w:val="00501B6D"/>
    <w:rsid w:val="00501BBE"/>
    <w:rsid w:val="00502377"/>
    <w:rsid w:val="0050254D"/>
    <w:rsid w:val="0050278D"/>
    <w:rsid w:val="00502CE1"/>
    <w:rsid w:val="00502E11"/>
    <w:rsid w:val="00503920"/>
    <w:rsid w:val="00503F41"/>
    <w:rsid w:val="0050439A"/>
    <w:rsid w:val="00504422"/>
    <w:rsid w:val="00504A68"/>
    <w:rsid w:val="00504C27"/>
    <w:rsid w:val="00504D8D"/>
    <w:rsid w:val="00504EB5"/>
    <w:rsid w:val="00504F50"/>
    <w:rsid w:val="005052A8"/>
    <w:rsid w:val="005054A1"/>
    <w:rsid w:val="005055C1"/>
    <w:rsid w:val="0050569F"/>
    <w:rsid w:val="005058A2"/>
    <w:rsid w:val="005058B0"/>
    <w:rsid w:val="00505B5B"/>
    <w:rsid w:val="0050657B"/>
    <w:rsid w:val="0050675F"/>
    <w:rsid w:val="00506815"/>
    <w:rsid w:val="00506C22"/>
    <w:rsid w:val="005070E0"/>
    <w:rsid w:val="0050718C"/>
    <w:rsid w:val="00507475"/>
    <w:rsid w:val="00507562"/>
    <w:rsid w:val="005077C3"/>
    <w:rsid w:val="00507822"/>
    <w:rsid w:val="00507976"/>
    <w:rsid w:val="00507A14"/>
    <w:rsid w:val="0051028A"/>
    <w:rsid w:val="00510366"/>
    <w:rsid w:val="005103B4"/>
    <w:rsid w:val="00510732"/>
    <w:rsid w:val="00510B77"/>
    <w:rsid w:val="00511327"/>
    <w:rsid w:val="0051149A"/>
    <w:rsid w:val="0051158A"/>
    <w:rsid w:val="0051161A"/>
    <w:rsid w:val="0051165F"/>
    <w:rsid w:val="00511882"/>
    <w:rsid w:val="00511A5F"/>
    <w:rsid w:val="00511AA9"/>
    <w:rsid w:val="00511D32"/>
    <w:rsid w:val="00511E2F"/>
    <w:rsid w:val="00511E3E"/>
    <w:rsid w:val="00511E75"/>
    <w:rsid w:val="00511F4A"/>
    <w:rsid w:val="0051224E"/>
    <w:rsid w:val="00512AC1"/>
    <w:rsid w:val="00512BBA"/>
    <w:rsid w:val="00512C4D"/>
    <w:rsid w:val="00512FD1"/>
    <w:rsid w:val="0051325D"/>
    <w:rsid w:val="0051327D"/>
    <w:rsid w:val="005132F3"/>
    <w:rsid w:val="0051364D"/>
    <w:rsid w:val="00513869"/>
    <w:rsid w:val="00513ACE"/>
    <w:rsid w:val="00513BDF"/>
    <w:rsid w:val="00513C7C"/>
    <w:rsid w:val="00513E88"/>
    <w:rsid w:val="005140A6"/>
    <w:rsid w:val="00514229"/>
    <w:rsid w:val="0051432D"/>
    <w:rsid w:val="00514433"/>
    <w:rsid w:val="00514589"/>
    <w:rsid w:val="00514596"/>
    <w:rsid w:val="005147FE"/>
    <w:rsid w:val="005148B4"/>
    <w:rsid w:val="00514A07"/>
    <w:rsid w:val="00514F00"/>
    <w:rsid w:val="005153CE"/>
    <w:rsid w:val="00515AA2"/>
    <w:rsid w:val="00515B73"/>
    <w:rsid w:val="00515FD4"/>
    <w:rsid w:val="00516077"/>
    <w:rsid w:val="005160A6"/>
    <w:rsid w:val="0051613A"/>
    <w:rsid w:val="005161B1"/>
    <w:rsid w:val="00516236"/>
    <w:rsid w:val="005163A3"/>
    <w:rsid w:val="0051681D"/>
    <w:rsid w:val="00516F2E"/>
    <w:rsid w:val="00517233"/>
    <w:rsid w:val="0051731F"/>
    <w:rsid w:val="00517388"/>
    <w:rsid w:val="005177A6"/>
    <w:rsid w:val="00517DED"/>
    <w:rsid w:val="00517EEA"/>
    <w:rsid w:val="00520471"/>
    <w:rsid w:val="00520529"/>
    <w:rsid w:val="005205A3"/>
    <w:rsid w:val="0052093A"/>
    <w:rsid w:val="00520F64"/>
    <w:rsid w:val="0052105D"/>
    <w:rsid w:val="00521221"/>
    <w:rsid w:val="005216FA"/>
    <w:rsid w:val="005217A7"/>
    <w:rsid w:val="00521822"/>
    <w:rsid w:val="0052198C"/>
    <w:rsid w:val="00521ACC"/>
    <w:rsid w:val="00521B94"/>
    <w:rsid w:val="00521CF0"/>
    <w:rsid w:val="00522742"/>
    <w:rsid w:val="00522890"/>
    <w:rsid w:val="00522C5C"/>
    <w:rsid w:val="00522D7C"/>
    <w:rsid w:val="005230CA"/>
    <w:rsid w:val="005233A3"/>
    <w:rsid w:val="00523526"/>
    <w:rsid w:val="00523D7D"/>
    <w:rsid w:val="005240C2"/>
    <w:rsid w:val="005241DA"/>
    <w:rsid w:val="00524382"/>
    <w:rsid w:val="005249AF"/>
    <w:rsid w:val="00524B0E"/>
    <w:rsid w:val="00524D95"/>
    <w:rsid w:val="005253C9"/>
    <w:rsid w:val="005254E6"/>
    <w:rsid w:val="00525B45"/>
    <w:rsid w:val="00525C67"/>
    <w:rsid w:val="00525E28"/>
    <w:rsid w:val="005261DD"/>
    <w:rsid w:val="0052673F"/>
    <w:rsid w:val="00527030"/>
    <w:rsid w:val="00527501"/>
    <w:rsid w:val="0052752F"/>
    <w:rsid w:val="00527540"/>
    <w:rsid w:val="0052764B"/>
    <w:rsid w:val="00527798"/>
    <w:rsid w:val="00527A65"/>
    <w:rsid w:val="00527CC4"/>
    <w:rsid w:val="00527E97"/>
    <w:rsid w:val="005300E4"/>
    <w:rsid w:val="00530211"/>
    <w:rsid w:val="00530353"/>
    <w:rsid w:val="00530605"/>
    <w:rsid w:val="00530A29"/>
    <w:rsid w:val="00530E8B"/>
    <w:rsid w:val="00530EB3"/>
    <w:rsid w:val="00530F1B"/>
    <w:rsid w:val="00531183"/>
    <w:rsid w:val="005318C8"/>
    <w:rsid w:val="00531B18"/>
    <w:rsid w:val="00531B60"/>
    <w:rsid w:val="0053214F"/>
    <w:rsid w:val="005322AD"/>
    <w:rsid w:val="00532615"/>
    <w:rsid w:val="005326AF"/>
    <w:rsid w:val="00532CFC"/>
    <w:rsid w:val="00533621"/>
    <w:rsid w:val="00533685"/>
    <w:rsid w:val="00533737"/>
    <w:rsid w:val="005337C0"/>
    <w:rsid w:val="0053392A"/>
    <w:rsid w:val="005339A3"/>
    <w:rsid w:val="00533FA3"/>
    <w:rsid w:val="00533FAD"/>
    <w:rsid w:val="0053415B"/>
    <w:rsid w:val="0053460E"/>
    <w:rsid w:val="005347EC"/>
    <w:rsid w:val="00534DE7"/>
    <w:rsid w:val="00534EBA"/>
    <w:rsid w:val="00534F48"/>
    <w:rsid w:val="00535A76"/>
    <w:rsid w:val="00535FDC"/>
    <w:rsid w:val="0053610C"/>
    <w:rsid w:val="0053657A"/>
    <w:rsid w:val="005368C8"/>
    <w:rsid w:val="00536AF7"/>
    <w:rsid w:val="00537640"/>
    <w:rsid w:val="0053787A"/>
    <w:rsid w:val="00537B1E"/>
    <w:rsid w:val="00537DC3"/>
    <w:rsid w:val="00540274"/>
    <w:rsid w:val="00540485"/>
    <w:rsid w:val="0054049E"/>
    <w:rsid w:val="00540529"/>
    <w:rsid w:val="00540558"/>
    <w:rsid w:val="00540620"/>
    <w:rsid w:val="0054064F"/>
    <w:rsid w:val="00540C24"/>
    <w:rsid w:val="00541143"/>
    <w:rsid w:val="00541727"/>
    <w:rsid w:val="00541788"/>
    <w:rsid w:val="00541985"/>
    <w:rsid w:val="00541B84"/>
    <w:rsid w:val="00541C85"/>
    <w:rsid w:val="00541C99"/>
    <w:rsid w:val="0054219D"/>
    <w:rsid w:val="005423EA"/>
    <w:rsid w:val="0054311B"/>
    <w:rsid w:val="00543495"/>
    <w:rsid w:val="00543513"/>
    <w:rsid w:val="00543719"/>
    <w:rsid w:val="00543A12"/>
    <w:rsid w:val="00543B1D"/>
    <w:rsid w:val="00543F6E"/>
    <w:rsid w:val="005444F1"/>
    <w:rsid w:val="00544D2B"/>
    <w:rsid w:val="00545612"/>
    <w:rsid w:val="00545682"/>
    <w:rsid w:val="00545A10"/>
    <w:rsid w:val="005460A3"/>
    <w:rsid w:val="00546455"/>
    <w:rsid w:val="00546884"/>
    <w:rsid w:val="00547036"/>
    <w:rsid w:val="005477F4"/>
    <w:rsid w:val="00547890"/>
    <w:rsid w:val="00547BCC"/>
    <w:rsid w:val="00550913"/>
    <w:rsid w:val="005509C2"/>
    <w:rsid w:val="00550B57"/>
    <w:rsid w:val="00550C7A"/>
    <w:rsid w:val="00550E75"/>
    <w:rsid w:val="0055100C"/>
    <w:rsid w:val="00551816"/>
    <w:rsid w:val="00551A89"/>
    <w:rsid w:val="00551EA6"/>
    <w:rsid w:val="00552037"/>
    <w:rsid w:val="005523C5"/>
    <w:rsid w:val="00552F49"/>
    <w:rsid w:val="00553097"/>
    <w:rsid w:val="005533EA"/>
    <w:rsid w:val="00553442"/>
    <w:rsid w:val="005534E6"/>
    <w:rsid w:val="00553876"/>
    <w:rsid w:val="00553D10"/>
    <w:rsid w:val="00553D83"/>
    <w:rsid w:val="00553D9F"/>
    <w:rsid w:val="00554189"/>
    <w:rsid w:val="0055424D"/>
    <w:rsid w:val="00554A41"/>
    <w:rsid w:val="00554FA8"/>
    <w:rsid w:val="00556005"/>
    <w:rsid w:val="0055654B"/>
    <w:rsid w:val="0055670B"/>
    <w:rsid w:val="005567FF"/>
    <w:rsid w:val="0055707C"/>
    <w:rsid w:val="00557336"/>
    <w:rsid w:val="005577D7"/>
    <w:rsid w:val="005579E9"/>
    <w:rsid w:val="00557D19"/>
    <w:rsid w:val="00557EC7"/>
    <w:rsid w:val="00557FC5"/>
    <w:rsid w:val="005601EB"/>
    <w:rsid w:val="00560383"/>
    <w:rsid w:val="0056044F"/>
    <w:rsid w:val="0056083E"/>
    <w:rsid w:val="00560E2B"/>
    <w:rsid w:val="00560E89"/>
    <w:rsid w:val="00561276"/>
    <w:rsid w:val="00561443"/>
    <w:rsid w:val="0056179A"/>
    <w:rsid w:val="00561A6C"/>
    <w:rsid w:val="00561EC4"/>
    <w:rsid w:val="00561FBF"/>
    <w:rsid w:val="005622DC"/>
    <w:rsid w:val="005623E6"/>
    <w:rsid w:val="005624F4"/>
    <w:rsid w:val="005626AE"/>
    <w:rsid w:val="00562DB3"/>
    <w:rsid w:val="00562F5D"/>
    <w:rsid w:val="005634A5"/>
    <w:rsid w:val="00563BED"/>
    <w:rsid w:val="00563D3E"/>
    <w:rsid w:val="005642AA"/>
    <w:rsid w:val="005644AC"/>
    <w:rsid w:val="005644C7"/>
    <w:rsid w:val="005645B7"/>
    <w:rsid w:val="00564B7B"/>
    <w:rsid w:val="00565028"/>
    <w:rsid w:val="0056533D"/>
    <w:rsid w:val="005653C6"/>
    <w:rsid w:val="00565680"/>
    <w:rsid w:val="00565A95"/>
    <w:rsid w:val="00565C80"/>
    <w:rsid w:val="00566721"/>
    <w:rsid w:val="005667C7"/>
    <w:rsid w:val="005668A9"/>
    <w:rsid w:val="005668F2"/>
    <w:rsid w:val="00566BE6"/>
    <w:rsid w:val="005671A4"/>
    <w:rsid w:val="005675C8"/>
    <w:rsid w:val="0056777D"/>
    <w:rsid w:val="00567907"/>
    <w:rsid w:val="00567A0D"/>
    <w:rsid w:val="00567CA4"/>
    <w:rsid w:val="00567DCE"/>
    <w:rsid w:val="00567FBA"/>
    <w:rsid w:val="0057009D"/>
    <w:rsid w:val="0057013F"/>
    <w:rsid w:val="005702F4"/>
    <w:rsid w:val="005706AE"/>
    <w:rsid w:val="00570C21"/>
    <w:rsid w:val="00570D40"/>
    <w:rsid w:val="00571231"/>
    <w:rsid w:val="00571388"/>
    <w:rsid w:val="005714EF"/>
    <w:rsid w:val="00571608"/>
    <w:rsid w:val="005718D5"/>
    <w:rsid w:val="00571BB7"/>
    <w:rsid w:val="00571BDE"/>
    <w:rsid w:val="00571CE9"/>
    <w:rsid w:val="005721F4"/>
    <w:rsid w:val="00572223"/>
    <w:rsid w:val="00572290"/>
    <w:rsid w:val="00572365"/>
    <w:rsid w:val="005723E1"/>
    <w:rsid w:val="005728B6"/>
    <w:rsid w:val="005732BE"/>
    <w:rsid w:val="005733D2"/>
    <w:rsid w:val="00573668"/>
    <w:rsid w:val="00573739"/>
    <w:rsid w:val="005737B2"/>
    <w:rsid w:val="00573979"/>
    <w:rsid w:val="00573A8D"/>
    <w:rsid w:val="00573D7D"/>
    <w:rsid w:val="00574028"/>
    <w:rsid w:val="0057412B"/>
    <w:rsid w:val="00574585"/>
    <w:rsid w:val="0057465E"/>
    <w:rsid w:val="00574710"/>
    <w:rsid w:val="005749DB"/>
    <w:rsid w:val="0057550F"/>
    <w:rsid w:val="0057552D"/>
    <w:rsid w:val="005755B7"/>
    <w:rsid w:val="00575B00"/>
    <w:rsid w:val="00575C41"/>
    <w:rsid w:val="00575D19"/>
    <w:rsid w:val="00575FBF"/>
    <w:rsid w:val="0057608D"/>
    <w:rsid w:val="00576236"/>
    <w:rsid w:val="005762DD"/>
    <w:rsid w:val="005762EB"/>
    <w:rsid w:val="00576321"/>
    <w:rsid w:val="005764BB"/>
    <w:rsid w:val="005764C4"/>
    <w:rsid w:val="005764D4"/>
    <w:rsid w:val="005765B9"/>
    <w:rsid w:val="00576807"/>
    <w:rsid w:val="005768F7"/>
    <w:rsid w:val="00576B29"/>
    <w:rsid w:val="00576D1E"/>
    <w:rsid w:val="005771A9"/>
    <w:rsid w:val="00577592"/>
    <w:rsid w:val="0057792C"/>
    <w:rsid w:val="005805AF"/>
    <w:rsid w:val="005805CE"/>
    <w:rsid w:val="0058075B"/>
    <w:rsid w:val="00580EEA"/>
    <w:rsid w:val="00580FCD"/>
    <w:rsid w:val="005811BE"/>
    <w:rsid w:val="005814F0"/>
    <w:rsid w:val="0058153B"/>
    <w:rsid w:val="00581A5A"/>
    <w:rsid w:val="00581D1A"/>
    <w:rsid w:val="00581EF3"/>
    <w:rsid w:val="00582081"/>
    <w:rsid w:val="005822A4"/>
    <w:rsid w:val="0058233A"/>
    <w:rsid w:val="005823F8"/>
    <w:rsid w:val="0058244B"/>
    <w:rsid w:val="005826B6"/>
    <w:rsid w:val="00582784"/>
    <w:rsid w:val="00583078"/>
    <w:rsid w:val="00583194"/>
    <w:rsid w:val="005831E6"/>
    <w:rsid w:val="00583215"/>
    <w:rsid w:val="005843C4"/>
    <w:rsid w:val="005843D0"/>
    <w:rsid w:val="005843E5"/>
    <w:rsid w:val="0058476A"/>
    <w:rsid w:val="00584AC6"/>
    <w:rsid w:val="00584BC4"/>
    <w:rsid w:val="00584CFC"/>
    <w:rsid w:val="00584D9B"/>
    <w:rsid w:val="00585417"/>
    <w:rsid w:val="005859FB"/>
    <w:rsid w:val="00585ED6"/>
    <w:rsid w:val="00585EE0"/>
    <w:rsid w:val="00585FE8"/>
    <w:rsid w:val="0058615D"/>
    <w:rsid w:val="005864CA"/>
    <w:rsid w:val="005866D3"/>
    <w:rsid w:val="00586CA5"/>
    <w:rsid w:val="00586EE5"/>
    <w:rsid w:val="00586EFB"/>
    <w:rsid w:val="005870B2"/>
    <w:rsid w:val="00587276"/>
    <w:rsid w:val="00587458"/>
    <w:rsid w:val="00587661"/>
    <w:rsid w:val="005878A9"/>
    <w:rsid w:val="00587993"/>
    <w:rsid w:val="00587AD0"/>
    <w:rsid w:val="00587C2E"/>
    <w:rsid w:val="00587C52"/>
    <w:rsid w:val="00590086"/>
    <w:rsid w:val="0059019A"/>
    <w:rsid w:val="005901E4"/>
    <w:rsid w:val="0059028E"/>
    <w:rsid w:val="005902B5"/>
    <w:rsid w:val="00590475"/>
    <w:rsid w:val="005904CB"/>
    <w:rsid w:val="00590CCB"/>
    <w:rsid w:val="00590D19"/>
    <w:rsid w:val="00590EC4"/>
    <w:rsid w:val="005910E8"/>
    <w:rsid w:val="0059129A"/>
    <w:rsid w:val="00591422"/>
    <w:rsid w:val="0059167D"/>
    <w:rsid w:val="00591775"/>
    <w:rsid w:val="005918B5"/>
    <w:rsid w:val="00591A52"/>
    <w:rsid w:val="00591DB4"/>
    <w:rsid w:val="0059229B"/>
    <w:rsid w:val="005928F8"/>
    <w:rsid w:val="0059297F"/>
    <w:rsid w:val="00592DEE"/>
    <w:rsid w:val="005931B3"/>
    <w:rsid w:val="00593313"/>
    <w:rsid w:val="005935D1"/>
    <w:rsid w:val="00593EBD"/>
    <w:rsid w:val="005942A8"/>
    <w:rsid w:val="005943EF"/>
    <w:rsid w:val="0059446C"/>
    <w:rsid w:val="005947FB"/>
    <w:rsid w:val="00594DFF"/>
    <w:rsid w:val="00594E7E"/>
    <w:rsid w:val="00595592"/>
    <w:rsid w:val="00595FB3"/>
    <w:rsid w:val="00595FDE"/>
    <w:rsid w:val="0059651B"/>
    <w:rsid w:val="005967F4"/>
    <w:rsid w:val="00596DBB"/>
    <w:rsid w:val="005971E2"/>
    <w:rsid w:val="005972D5"/>
    <w:rsid w:val="0059744E"/>
    <w:rsid w:val="00597897"/>
    <w:rsid w:val="00597D11"/>
    <w:rsid w:val="00597D7F"/>
    <w:rsid w:val="00597E56"/>
    <w:rsid w:val="00597EB1"/>
    <w:rsid w:val="005A037A"/>
    <w:rsid w:val="005A0545"/>
    <w:rsid w:val="005A0916"/>
    <w:rsid w:val="005A0CDC"/>
    <w:rsid w:val="005A0D40"/>
    <w:rsid w:val="005A0F4B"/>
    <w:rsid w:val="005A144B"/>
    <w:rsid w:val="005A1632"/>
    <w:rsid w:val="005A1938"/>
    <w:rsid w:val="005A1F29"/>
    <w:rsid w:val="005A1F86"/>
    <w:rsid w:val="005A1FD2"/>
    <w:rsid w:val="005A28DB"/>
    <w:rsid w:val="005A376C"/>
    <w:rsid w:val="005A3ADB"/>
    <w:rsid w:val="005A3E52"/>
    <w:rsid w:val="005A420C"/>
    <w:rsid w:val="005A459A"/>
    <w:rsid w:val="005A4B14"/>
    <w:rsid w:val="005A4C74"/>
    <w:rsid w:val="005A4E85"/>
    <w:rsid w:val="005A53B3"/>
    <w:rsid w:val="005A546E"/>
    <w:rsid w:val="005A59FB"/>
    <w:rsid w:val="005A5F29"/>
    <w:rsid w:val="005A66E3"/>
    <w:rsid w:val="005A6739"/>
    <w:rsid w:val="005A7265"/>
    <w:rsid w:val="005A7301"/>
    <w:rsid w:val="005A7586"/>
    <w:rsid w:val="005A7B04"/>
    <w:rsid w:val="005A7BBE"/>
    <w:rsid w:val="005A7CA7"/>
    <w:rsid w:val="005A7EFD"/>
    <w:rsid w:val="005A7F4E"/>
    <w:rsid w:val="005B0041"/>
    <w:rsid w:val="005B01F5"/>
    <w:rsid w:val="005B02D3"/>
    <w:rsid w:val="005B070A"/>
    <w:rsid w:val="005B0844"/>
    <w:rsid w:val="005B0970"/>
    <w:rsid w:val="005B0EF9"/>
    <w:rsid w:val="005B1090"/>
    <w:rsid w:val="005B1102"/>
    <w:rsid w:val="005B157C"/>
    <w:rsid w:val="005B183D"/>
    <w:rsid w:val="005B19EF"/>
    <w:rsid w:val="005B1B49"/>
    <w:rsid w:val="005B23A0"/>
    <w:rsid w:val="005B2546"/>
    <w:rsid w:val="005B28DF"/>
    <w:rsid w:val="005B295C"/>
    <w:rsid w:val="005B2C76"/>
    <w:rsid w:val="005B2F1F"/>
    <w:rsid w:val="005B3175"/>
    <w:rsid w:val="005B3309"/>
    <w:rsid w:val="005B35F0"/>
    <w:rsid w:val="005B3882"/>
    <w:rsid w:val="005B390F"/>
    <w:rsid w:val="005B3950"/>
    <w:rsid w:val="005B3991"/>
    <w:rsid w:val="005B3A7A"/>
    <w:rsid w:val="005B3AE2"/>
    <w:rsid w:val="005B4616"/>
    <w:rsid w:val="005B4882"/>
    <w:rsid w:val="005B4994"/>
    <w:rsid w:val="005B4BE5"/>
    <w:rsid w:val="005B4F69"/>
    <w:rsid w:val="005B5017"/>
    <w:rsid w:val="005B5894"/>
    <w:rsid w:val="005B5C6D"/>
    <w:rsid w:val="005B5E4F"/>
    <w:rsid w:val="005B6330"/>
    <w:rsid w:val="005B6815"/>
    <w:rsid w:val="005B6F50"/>
    <w:rsid w:val="005B73DA"/>
    <w:rsid w:val="005B7E1D"/>
    <w:rsid w:val="005B7F57"/>
    <w:rsid w:val="005B7F96"/>
    <w:rsid w:val="005C011F"/>
    <w:rsid w:val="005C017C"/>
    <w:rsid w:val="005C0227"/>
    <w:rsid w:val="005C04C3"/>
    <w:rsid w:val="005C05D9"/>
    <w:rsid w:val="005C0601"/>
    <w:rsid w:val="005C0ACD"/>
    <w:rsid w:val="005C0D08"/>
    <w:rsid w:val="005C0D32"/>
    <w:rsid w:val="005C0DE3"/>
    <w:rsid w:val="005C0F28"/>
    <w:rsid w:val="005C18B4"/>
    <w:rsid w:val="005C1BC2"/>
    <w:rsid w:val="005C1CB1"/>
    <w:rsid w:val="005C1D43"/>
    <w:rsid w:val="005C20AD"/>
    <w:rsid w:val="005C218A"/>
    <w:rsid w:val="005C2F34"/>
    <w:rsid w:val="005C3A19"/>
    <w:rsid w:val="005C4172"/>
    <w:rsid w:val="005C462A"/>
    <w:rsid w:val="005C4905"/>
    <w:rsid w:val="005C542F"/>
    <w:rsid w:val="005C54A8"/>
    <w:rsid w:val="005C5565"/>
    <w:rsid w:val="005C5978"/>
    <w:rsid w:val="005C5ED8"/>
    <w:rsid w:val="005C5F01"/>
    <w:rsid w:val="005C5FA4"/>
    <w:rsid w:val="005C5FAA"/>
    <w:rsid w:val="005C6222"/>
    <w:rsid w:val="005C66BF"/>
    <w:rsid w:val="005C6721"/>
    <w:rsid w:val="005C68E1"/>
    <w:rsid w:val="005C7272"/>
    <w:rsid w:val="005C7E8F"/>
    <w:rsid w:val="005C7F2C"/>
    <w:rsid w:val="005D0055"/>
    <w:rsid w:val="005D0114"/>
    <w:rsid w:val="005D0213"/>
    <w:rsid w:val="005D0472"/>
    <w:rsid w:val="005D0558"/>
    <w:rsid w:val="005D0620"/>
    <w:rsid w:val="005D06A4"/>
    <w:rsid w:val="005D0759"/>
    <w:rsid w:val="005D08B5"/>
    <w:rsid w:val="005D0ACC"/>
    <w:rsid w:val="005D0EA8"/>
    <w:rsid w:val="005D1198"/>
    <w:rsid w:val="005D11E2"/>
    <w:rsid w:val="005D1457"/>
    <w:rsid w:val="005D1583"/>
    <w:rsid w:val="005D175A"/>
    <w:rsid w:val="005D1BED"/>
    <w:rsid w:val="005D1EA7"/>
    <w:rsid w:val="005D20A1"/>
    <w:rsid w:val="005D2747"/>
    <w:rsid w:val="005D2D33"/>
    <w:rsid w:val="005D3003"/>
    <w:rsid w:val="005D3524"/>
    <w:rsid w:val="005D38B2"/>
    <w:rsid w:val="005D3A47"/>
    <w:rsid w:val="005D3F51"/>
    <w:rsid w:val="005D40C6"/>
    <w:rsid w:val="005D4210"/>
    <w:rsid w:val="005D447E"/>
    <w:rsid w:val="005D4512"/>
    <w:rsid w:val="005D4693"/>
    <w:rsid w:val="005D4887"/>
    <w:rsid w:val="005D4BDC"/>
    <w:rsid w:val="005D5125"/>
    <w:rsid w:val="005D525E"/>
    <w:rsid w:val="005D55DB"/>
    <w:rsid w:val="005D55E3"/>
    <w:rsid w:val="005D5631"/>
    <w:rsid w:val="005D5707"/>
    <w:rsid w:val="005D59BE"/>
    <w:rsid w:val="005D5A0F"/>
    <w:rsid w:val="005D5E8F"/>
    <w:rsid w:val="005D5ECD"/>
    <w:rsid w:val="005D5F19"/>
    <w:rsid w:val="005D60E5"/>
    <w:rsid w:val="005D616A"/>
    <w:rsid w:val="005D61CB"/>
    <w:rsid w:val="005D6619"/>
    <w:rsid w:val="005D6963"/>
    <w:rsid w:val="005D6AF7"/>
    <w:rsid w:val="005D6BD5"/>
    <w:rsid w:val="005D6D0B"/>
    <w:rsid w:val="005D6D42"/>
    <w:rsid w:val="005D72FE"/>
    <w:rsid w:val="005D7697"/>
    <w:rsid w:val="005D7739"/>
    <w:rsid w:val="005D7752"/>
    <w:rsid w:val="005D77AB"/>
    <w:rsid w:val="005D78BA"/>
    <w:rsid w:val="005D7BB5"/>
    <w:rsid w:val="005D7BB7"/>
    <w:rsid w:val="005D7C33"/>
    <w:rsid w:val="005D7DE7"/>
    <w:rsid w:val="005D7E4E"/>
    <w:rsid w:val="005D7F22"/>
    <w:rsid w:val="005E03B1"/>
    <w:rsid w:val="005E0540"/>
    <w:rsid w:val="005E055C"/>
    <w:rsid w:val="005E0FF1"/>
    <w:rsid w:val="005E1127"/>
    <w:rsid w:val="005E114C"/>
    <w:rsid w:val="005E119B"/>
    <w:rsid w:val="005E1E92"/>
    <w:rsid w:val="005E22EA"/>
    <w:rsid w:val="005E2A8C"/>
    <w:rsid w:val="005E2A93"/>
    <w:rsid w:val="005E2EE1"/>
    <w:rsid w:val="005E2F6F"/>
    <w:rsid w:val="005E2F8A"/>
    <w:rsid w:val="005E35F8"/>
    <w:rsid w:val="005E394D"/>
    <w:rsid w:val="005E3B22"/>
    <w:rsid w:val="005E402B"/>
    <w:rsid w:val="005E434D"/>
    <w:rsid w:val="005E493B"/>
    <w:rsid w:val="005E4B63"/>
    <w:rsid w:val="005E4C3F"/>
    <w:rsid w:val="005E4F35"/>
    <w:rsid w:val="005E54F4"/>
    <w:rsid w:val="005E5681"/>
    <w:rsid w:val="005E56A2"/>
    <w:rsid w:val="005E5840"/>
    <w:rsid w:val="005E59C3"/>
    <w:rsid w:val="005E61AD"/>
    <w:rsid w:val="005E61F8"/>
    <w:rsid w:val="005E630C"/>
    <w:rsid w:val="005E66BB"/>
    <w:rsid w:val="005E6A21"/>
    <w:rsid w:val="005E6D9D"/>
    <w:rsid w:val="005E6F46"/>
    <w:rsid w:val="005E72BD"/>
    <w:rsid w:val="005E7308"/>
    <w:rsid w:val="005E73D2"/>
    <w:rsid w:val="005E74E4"/>
    <w:rsid w:val="005E74FC"/>
    <w:rsid w:val="005E778C"/>
    <w:rsid w:val="005E78B9"/>
    <w:rsid w:val="005E7A43"/>
    <w:rsid w:val="005E7A53"/>
    <w:rsid w:val="005E7B3A"/>
    <w:rsid w:val="005E7D4C"/>
    <w:rsid w:val="005E7FAA"/>
    <w:rsid w:val="005F040B"/>
    <w:rsid w:val="005F06BA"/>
    <w:rsid w:val="005F07B9"/>
    <w:rsid w:val="005F0CEF"/>
    <w:rsid w:val="005F11F9"/>
    <w:rsid w:val="005F12B1"/>
    <w:rsid w:val="005F140A"/>
    <w:rsid w:val="005F1617"/>
    <w:rsid w:val="005F2174"/>
    <w:rsid w:val="005F2386"/>
    <w:rsid w:val="005F23DB"/>
    <w:rsid w:val="005F24BC"/>
    <w:rsid w:val="005F2748"/>
    <w:rsid w:val="005F274D"/>
    <w:rsid w:val="005F2A73"/>
    <w:rsid w:val="005F3040"/>
    <w:rsid w:val="005F35E3"/>
    <w:rsid w:val="005F3648"/>
    <w:rsid w:val="005F390E"/>
    <w:rsid w:val="005F3A40"/>
    <w:rsid w:val="005F3BFD"/>
    <w:rsid w:val="005F3C86"/>
    <w:rsid w:val="005F3F4A"/>
    <w:rsid w:val="005F4161"/>
    <w:rsid w:val="005F41FA"/>
    <w:rsid w:val="005F427E"/>
    <w:rsid w:val="005F42E5"/>
    <w:rsid w:val="005F4626"/>
    <w:rsid w:val="005F4673"/>
    <w:rsid w:val="005F48EF"/>
    <w:rsid w:val="005F4C79"/>
    <w:rsid w:val="005F5549"/>
    <w:rsid w:val="005F5683"/>
    <w:rsid w:val="005F5987"/>
    <w:rsid w:val="005F5B08"/>
    <w:rsid w:val="005F6099"/>
    <w:rsid w:val="005F60A8"/>
    <w:rsid w:val="005F657B"/>
    <w:rsid w:val="005F6624"/>
    <w:rsid w:val="005F66A1"/>
    <w:rsid w:val="005F6847"/>
    <w:rsid w:val="005F6BCA"/>
    <w:rsid w:val="005F6D4E"/>
    <w:rsid w:val="005F71F2"/>
    <w:rsid w:val="005F7629"/>
    <w:rsid w:val="005F777A"/>
    <w:rsid w:val="005F7F0E"/>
    <w:rsid w:val="00600684"/>
    <w:rsid w:val="0060075E"/>
    <w:rsid w:val="00600A47"/>
    <w:rsid w:val="00600E54"/>
    <w:rsid w:val="00600E7A"/>
    <w:rsid w:val="00601E82"/>
    <w:rsid w:val="00602208"/>
    <w:rsid w:val="00602372"/>
    <w:rsid w:val="00602514"/>
    <w:rsid w:val="006029BC"/>
    <w:rsid w:val="00602D17"/>
    <w:rsid w:val="00602DB3"/>
    <w:rsid w:val="0060319D"/>
    <w:rsid w:val="0060329F"/>
    <w:rsid w:val="006039F1"/>
    <w:rsid w:val="006041B4"/>
    <w:rsid w:val="006043B5"/>
    <w:rsid w:val="00604780"/>
    <w:rsid w:val="006051D0"/>
    <w:rsid w:val="0060556F"/>
    <w:rsid w:val="006055CC"/>
    <w:rsid w:val="006056B5"/>
    <w:rsid w:val="006059B4"/>
    <w:rsid w:val="00605B2E"/>
    <w:rsid w:val="00605D18"/>
    <w:rsid w:val="00606C74"/>
    <w:rsid w:val="00606F00"/>
    <w:rsid w:val="0060701E"/>
    <w:rsid w:val="00607061"/>
    <w:rsid w:val="00607099"/>
    <w:rsid w:val="006070B7"/>
    <w:rsid w:val="006075DB"/>
    <w:rsid w:val="006076F6"/>
    <w:rsid w:val="0060799F"/>
    <w:rsid w:val="00607A91"/>
    <w:rsid w:val="00607F94"/>
    <w:rsid w:val="006103D8"/>
    <w:rsid w:val="00610593"/>
    <w:rsid w:val="00610706"/>
    <w:rsid w:val="0061194E"/>
    <w:rsid w:val="0061197C"/>
    <w:rsid w:val="00611AC8"/>
    <w:rsid w:val="00611BE4"/>
    <w:rsid w:val="00611C2F"/>
    <w:rsid w:val="00611CC7"/>
    <w:rsid w:val="00612292"/>
    <w:rsid w:val="006124B7"/>
    <w:rsid w:val="0061289C"/>
    <w:rsid w:val="00612B39"/>
    <w:rsid w:val="006130B0"/>
    <w:rsid w:val="006130CD"/>
    <w:rsid w:val="0061345C"/>
    <w:rsid w:val="006134D0"/>
    <w:rsid w:val="006134E5"/>
    <w:rsid w:val="00613578"/>
    <w:rsid w:val="00613701"/>
    <w:rsid w:val="00613982"/>
    <w:rsid w:val="006139F1"/>
    <w:rsid w:val="006140BD"/>
    <w:rsid w:val="0061489D"/>
    <w:rsid w:val="00614A21"/>
    <w:rsid w:val="0061507A"/>
    <w:rsid w:val="00615280"/>
    <w:rsid w:val="00615535"/>
    <w:rsid w:val="006156AC"/>
    <w:rsid w:val="006157C1"/>
    <w:rsid w:val="00615D34"/>
    <w:rsid w:val="00615DA9"/>
    <w:rsid w:val="00616258"/>
    <w:rsid w:val="00616293"/>
    <w:rsid w:val="00616898"/>
    <w:rsid w:val="00616A2C"/>
    <w:rsid w:val="00616DF4"/>
    <w:rsid w:val="00617138"/>
    <w:rsid w:val="00617EAA"/>
    <w:rsid w:val="00620113"/>
    <w:rsid w:val="006201B6"/>
    <w:rsid w:val="006202B4"/>
    <w:rsid w:val="006206EE"/>
    <w:rsid w:val="006207A0"/>
    <w:rsid w:val="0062090C"/>
    <w:rsid w:val="00620B4D"/>
    <w:rsid w:val="00620BF3"/>
    <w:rsid w:val="00620D78"/>
    <w:rsid w:val="00620E87"/>
    <w:rsid w:val="0062153C"/>
    <w:rsid w:val="006217A2"/>
    <w:rsid w:val="006217F7"/>
    <w:rsid w:val="0062180C"/>
    <w:rsid w:val="006219DF"/>
    <w:rsid w:val="00621D42"/>
    <w:rsid w:val="00622432"/>
    <w:rsid w:val="00622534"/>
    <w:rsid w:val="006225A5"/>
    <w:rsid w:val="00622E65"/>
    <w:rsid w:val="00623CE2"/>
    <w:rsid w:val="00624185"/>
    <w:rsid w:val="006243B3"/>
    <w:rsid w:val="006244AD"/>
    <w:rsid w:val="0062466E"/>
    <w:rsid w:val="00624B8B"/>
    <w:rsid w:val="00624D76"/>
    <w:rsid w:val="00624F06"/>
    <w:rsid w:val="006251F0"/>
    <w:rsid w:val="0062537A"/>
    <w:rsid w:val="00625B07"/>
    <w:rsid w:val="00625F66"/>
    <w:rsid w:val="00626924"/>
    <w:rsid w:val="0062699C"/>
    <w:rsid w:val="00626A80"/>
    <w:rsid w:val="00626A98"/>
    <w:rsid w:val="00626AEC"/>
    <w:rsid w:val="00626B54"/>
    <w:rsid w:val="00626EB8"/>
    <w:rsid w:val="00627560"/>
    <w:rsid w:val="00627AA2"/>
    <w:rsid w:val="00627E5A"/>
    <w:rsid w:val="00627F88"/>
    <w:rsid w:val="00630137"/>
    <w:rsid w:val="0063075D"/>
    <w:rsid w:val="00630890"/>
    <w:rsid w:val="00630AE8"/>
    <w:rsid w:val="00631092"/>
    <w:rsid w:val="006310A0"/>
    <w:rsid w:val="006313F5"/>
    <w:rsid w:val="00631857"/>
    <w:rsid w:val="00631A60"/>
    <w:rsid w:val="00631C86"/>
    <w:rsid w:val="00631D8B"/>
    <w:rsid w:val="00631DD3"/>
    <w:rsid w:val="0063209D"/>
    <w:rsid w:val="006320AE"/>
    <w:rsid w:val="006329D9"/>
    <w:rsid w:val="00632AFC"/>
    <w:rsid w:val="00632F41"/>
    <w:rsid w:val="00632F45"/>
    <w:rsid w:val="00633107"/>
    <w:rsid w:val="0063312F"/>
    <w:rsid w:val="006337B6"/>
    <w:rsid w:val="006338B9"/>
    <w:rsid w:val="006339E3"/>
    <w:rsid w:val="00633D6E"/>
    <w:rsid w:val="00633EC7"/>
    <w:rsid w:val="00634044"/>
    <w:rsid w:val="00634072"/>
    <w:rsid w:val="006345BF"/>
    <w:rsid w:val="00634CF2"/>
    <w:rsid w:val="00634D1A"/>
    <w:rsid w:val="00634F67"/>
    <w:rsid w:val="0063551C"/>
    <w:rsid w:val="006355E4"/>
    <w:rsid w:val="00635602"/>
    <w:rsid w:val="00635639"/>
    <w:rsid w:val="006357FE"/>
    <w:rsid w:val="00635934"/>
    <w:rsid w:val="00635EB9"/>
    <w:rsid w:val="00635EF4"/>
    <w:rsid w:val="0063604C"/>
    <w:rsid w:val="00636078"/>
    <w:rsid w:val="0063616D"/>
    <w:rsid w:val="00636286"/>
    <w:rsid w:val="00636666"/>
    <w:rsid w:val="006369FF"/>
    <w:rsid w:val="00636A61"/>
    <w:rsid w:val="00636FC6"/>
    <w:rsid w:val="006374F7"/>
    <w:rsid w:val="0063751F"/>
    <w:rsid w:val="00637704"/>
    <w:rsid w:val="00637738"/>
    <w:rsid w:val="00637893"/>
    <w:rsid w:val="00640129"/>
    <w:rsid w:val="00640260"/>
    <w:rsid w:val="00640950"/>
    <w:rsid w:val="00640A98"/>
    <w:rsid w:val="00640B08"/>
    <w:rsid w:val="00640BB9"/>
    <w:rsid w:val="00640DC4"/>
    <w:rsid w:val="006410C7"/>
    <w:rsid w:val="006411D4"/>
    <w:rsid w:val="00641358"/>
    <w:rsid w:val="00641B8E"/>
    <w:rsid w:val="00641F17"/>
    <w:rsid w:val="00642564"/>
    <w:rsid w:val="006428C6"/>
    <w:rsid w:val="00642D2F"/>
    <w:rsid w:val="00642EE0"/>
    <w:rsid w:val="00643320"/>
    <w:rsid w:val="0064348B"/>
    <w:rsid w:val="00643737"/>
    <w:rsid w:val="006438A8"/>
    <w:rsid w:val="00643944"/>
    <w:rsid w:val="00643A9E"/>
    <w:rsid w:val="00643BB0"/>
    <w:rsid w:val="006441F7"/>
    <w:rsid w:val="006442D5"/>
    <w:rsid w:val="00644475"/>
    <w:rsid w:val="00644E4E"/>
    <w:rsid w:val="00645029"/>
    <w:rsid w:val="00645168"/>
    <w:rsid w:val="006457C6"/>
    <w:rsid w:val="0064586B"/>
    <w:rsid w:val="00645885"/>
    <w:rsid w:val="00645893"/>
    <w:rsid w:val="00645B0B"/>
    <w:rsid w:val="00645B17"/>
    <w:rsid w:val="00645DA3"/>
    <w:rsid w:val="006460B8"/>
    <w:rsid w:val="006461EA"/>
    <w:rsid w:val="00646537"/>
    <w:rsid w:val="006465C8"/>
    <w:rsid w:val="006466B9"/>
    <w:rsid w:val="00646840"/>
    <w:rsid w:val="0064695B"/>
    <w:rsid w:val="0064703F"/>
    <w:rsid w:val="00647283"/>
    <w:rsid w:val="00647454"/>
    <w:rsid w:val="00647456"/>
    <w:rsid w:val="006475B0"/>
    <w:rsid w:val="006479B3"/>
    <w:rsid w:val="00647A25"/>
    <w:rsid w:val="00650291"/>
    <w:rsid w:val="00650521"/>
    <w:rsid w:val="0065058B"/>
    <w:rsid w:val="00650598"/>
    <w:rsid w:val="006508CC"/>
    <w:rsid w:val="006509EC"/>
    <w:rsid w:val="00650BA5"/>
    <w:rsid w:val="00650EBD"/>
    <w:rsid w:val="0065100C"/>
    <w:rsid w:val="006511B0"/>
    <w:rsid w:val="00651234"/>
    <w:rsid w:val="00651692"/>
    <w:rsid w:val="0065173A"/>
    <w:rsid w:val="006517AA"/>
    <w:rsid w:val="00652375"/>
    <w:rsid w:val="00652786"/>
    <w:rsid w:val="006527B2"/>
    <w:rsid w:val="00652EDA"/>
    <w:rsid w:val="006534BE"/>
    <w:rsid w:val="00653791"/>
    <w:rsid w:val="00653805"/>
    <w:rsid w:val="0065392F"/>
    <w:rsid w:val="00653C3D"/>
    <w:rsid w:val="00653F61"/>
    <w:rsid w:val="006541BB"/>
    <w:rsid w:val="006543F0"/>
    <w:rsid w:val="0065455B"/>
    <w:rsid w:val="006548A5"/>
    <w:rsid w:val="00654B38"/>
    <w:rsid w:val="00654DA0"/>
    <w:rsid w:val="00654E54"/>
    <w:rsid w:val="00654E9D"/>
    <w:rsid w:val="00654F59"/>
    <w:rsid w:val="00655496"/>
    <w:rsid w:val="006555EA"/>
    <w:rsid w:val="00655738"/>
    <w:rsid w:val="0065575C"/>
    <w:rsid w:val="00655817"/>
    <w:rsid w:val="00655861"/>
    <w:rsid w:val="0065590F"/>
    <w:rsid w:val="00655D9B"/>
    <w:rsid w:val="00655FD0"/>
    <w:rsid w:val="00655FD6"/>
    <w:rsid w:val="0065609D"/>
    <w:rsid w:val="006565F1"/>
    <w:rsid w:val="00656685"/>
    <w:rsid w:val="00656785"/>
    <w:rsid w:val="00656B92"/>
    <w:rsid w:val="00657338"/>
    <w:rsid w:val="006576B1"/>
    <w:rsid w:val="00657764"/>
    <w:rsid w:val="006578C9"/>
    <w:rsid w:val="006579ED"/>
    <w:rsid w:val="00657DFA"/>
    <w:rsid w:val="00657E64"/>
    <w:rsid w:val="006608A2"/>
    <w:rsid w:val="00660C70"/>
    <w:rsid w:val="00660C78"/>
    <w:rsid w:val="00661050"/>
    <w:rsid w:val="0066163B"/>
    <w:rsid w:val="00661AF6"/>
    <w:rsid w:val="006621F7"/>
    <w:rsid w:val="00662746"/>
    <w:rsid w:val="006627F7"/>
    <w:rsid w:val="006628D6"/>
    <w:rsid w:val="00662DAF"/>
    <w:rsid w:val="00663030"/>
    <w:rsid w:val="006632EB"/>
    <w:rsid w:val="00663AF7"/>
    <w:rsid w:val="00663D10"/>
    <w:rsid w:val="00664100"/>
    <w:rsid w:val="00664525"/>
    <w:rsid w:val="006647B3"/>
    <w:rsid w:val="00664B80"/>
    <w:rsid w:val="00664D34"/>
    <w:rsid w:val="00665043"/>
    <w:rsid w:val="00665557"/>
    <w:rsid w:val="00665587"/>
    <w:rsid w:val="00665645"/>
    <w:rsid w:val="00665982"/>
    <w:rsid w:val="006659F9"/>
    <w:rsid w:val="00665D3C"/>
    <w:rsid w:val="00665E65"/>
    <w:rsid w:val="006663F8"/>
    <w:rsid w:val="006665CB"/>
    <w:rsid w:val="006667CA"/>
    <w:rsid w:val="00666906"/>
    <w:rsid w:val="006669CF"/>
    <w:rsid w:val="006669E6"/>
    <w:rsid w:val="00666A96"/>
    <w:rsid w:val="00666BFB"/>
    <w:rsid w:val="00666D88"/>
    <w:rsid w:val="00666E18"/>
    <w:rsid w:val="00666F2C"/>
    <w:rsid w:val="00666FDE"/>
    <w:rsid w:val="0066702B"/>
    <w:rsid w:val="00667185"/>
    <w:rsid w:val="006677C8"/>
    <w:rsid w:val="00667843"/>
    <w:rsid w:val="00667870"/>
    <w:rsid w:val="0066788B"/>
    <w:rsid w:val="00667EE8"/>
    <w:rsid w:val="0067002A"/>
    <w:rsid w:val="006707DE"/>
    <w:rsid w:val="006709BC"/>
    <w:rsid w:val="006709BD"/>
    <w:rsid w:val="00670C70"/>
    <w:rsid w:val="00670CD5"/>
    <w:rsid w:val="00670D33"/>
    <w:rsid w:val="00670D51"/>
    <w:rsid w:val="006712F1"/>
    <w:rsid w:val="00671431"/>
    <w:rsid w:val="00671960"/>
    <w:rsid w:val="00671F45"/>
    <w:rsid w:val="00671FB4"/>
    <w:rsid w:val="00672525"/>
    <w:rsid w:val="00672778"/>
    <w:rsid w:val="0067283C"/>
    <w:rsid w:val="006728A6"/>
    <w:rsid w:val="0067297B"/>
    <w:rsid w:val="00672AFE"/>
    <w:rsid w:val="00672EFD"/>
    <w:rsid w:val="00673C0F"/>
    <w:rsid w:val="00673C50"/>
    <w:rsid w:val="00673D01"/>
    <w:rsid w:val="00674022"/>
    <w:rsid w:val="006740D2"/>
    <w:rsid w:val="00674335"/>
    <w:rsid w:val="00674BA5"/>
    <w:rsid w:val="00674BDC"/>
    <w:rsid w:val="00674C0E"/>
    <w:rsid w:val="00674C83"/>
    <w:rsid w:val="00674D65"/>
    <w:rsid w:val="006753C7"/>
    <w:rsid w:val="00675575"/>
    <w:rsid w:val="0067570F"/>
    <w:rsid w:val="0067585D"/>
    <w:rsid w:val="00675C44"/>
    <w:rsid w:val="00676468"/>
    <w:rsid w:val="00676682"/>
    <w:rsid w:val="00676850"/>
    <w:rsid w:val="00676C22"/>
    <w:rsid w:val="0067723E"/>
    <w:rsid w:val="00677901"/>
    <w:rsid w:val="00677AE8"/>
    <w:rsid w:val="00677B91"/>
    <w:rsid w:val="00677EE9"/>
    <w:rsid w:val="00677FA0"/>
    <w:rsid w:val="0068029C"/>
    <w:rsid w:val="006804B4"/>
    <w:rsid w:val="006808C6"/>
    <w:rsid w:val="00680AD2"/>
    <w:rsid w:val="00680C3B"/>
    <w:rsid w:val="00681186"/>
    <w:rsid w:val="0068167D"/>
    <w:rsid w:val="00681937"/>
    <w:rsid w:val="00681D52"/>
    <w:rsid w:val="00681F2B"/>
    <w:rsid w:val="00682129"/>
    <w:rsid w:val="0068214E"/>
    <w:rsid w:val="00682663"/>
    <w:rsid w:val="00682AEB"/>
    <w:rsid w:val="00682B58"/>
    <w:rsid w:val="00682E9D"/>
    <w:rsid w:val="00682EE6"/>
    <w:rsid w:val="00683409"/>
    <w:rsid w:val="006834F7"/>
    <w:rsid w:val="006837AB"/>
    <w:rsid w:val="006838A8"/>
    <w:rsid w:val="00683A3A"/>
    <w:rsid w:val="00683C53"/>
    <w:rsid w:val="00683D0A"/>
    <w:rsid w:val="00683E90"/>
    <w:rsid w:val="00683F01"/>
    <w:rsid w:val="0068414A"/>
    <w:rsid w:val="00684993"/>
    <w:rsid w:val="00684D1D"/>
    <w:rsid w:val="00684D28"/>
    <w:rsid w:val="00684D70"/>
    <w:rsid w:val="0068519B"/>
    <w:rsid w:val="006851E7"/>
    <w:rsid w:val="00685543"/>
    <w:rsid w:val="006858B8"/>
    <w:rsid w:val="00685CFD"/>
    <w:rsid w:val="00686159"/>
    <w:rsid w:val="0068626A"/>
    <w:rsid w:val="006862BC"/>
    <w:rsid w:val="00686811"/>
    <w:rsid w:val="00686930"/>
    <w:rsid w:val="00687069"/>
    <w:rsid w:val="00687084"/>
    <w:rsid w:val="00687B7A"/>
    <w:rsid w:val="00687E57"/>
    <w:rsid w:val="0069007B"/>
    <w:rsid w:val="006901E2"/>
    <w:rsid w:val="006907B0"/>
    <w:rsid w:val="00690E11"/>
    <w:rsid w:val="006914CE"/>
    <w:rsid w:val="006915A8"/>
    <w:rsid w:val="00691E69"/>
    <w:rsid w:val="0069271E"/>
    <w:rsid w:val="00692CFA"/>
    <w:rsid w:val="00692E39"/>
    <w:rsid w:val="00693438"/>
    <w:rsid w:val="00693498"/>
    <w:rsid w:val="00693AAC"/>
    <w:rsid w:val="00694339"/>
    <w:rsid w:val="006944E2"/>
    <w:rsid w:val="006945AD"/>
    <w:rsid w:val="006947A1"/>
    <w:rsid w:val="006947C9"/>
    <w:rsid w:val="006948F5"/>
    <w:rsid w:val="00694A2C"/>
    <w:rsid w:val="00694AD4"/>
    <w:rsid w:val="00694C79"/>
    <w:rsid w:val="00694E10"/>
    <w:rsid w:val="0069521A"/>
    <w:rsid w:val="00695550"/>
    <w:rsid w:val="006959E7"/>
    <w:rsid w:val="00695AFF"/>
    <w:rsid w:val="00695C23"/>
    <w:rsid w:val="00696200"/>
    <w:rsid w:val="00696373"/>
    <w:rsid w:val="006965BE"/>
    <w:rsid w:val="0069687C"/>
    <w:rsid w:val="00696A0B"/>
    <w:rsid w:val="00696B4E"/>
    <w:rsid w:val="00696BA2"/>
    <w:rsid w:val="00696E57"/>
    <w:rsid w:val="00696E65"/>
    <w:rsid w:val="00696FB6"/>
    <w:rsid w:val="00697283"/>
    <w:rsid w:val="006972AA"/>
    <w:rsid w:val="006975E9"/>
    <w:rsid w:val="00697C1B"/>
    <w:rsid w:val="00697C24"/>
    <w:rsid w:val="00697E29"/>
    <w:rsid w:val="00697E2C"/>
    <w:rsid w:val="006A061B"/>
    <w:rsid w:val="006A097C"/>
    <w:rsid w:val="006A0BCB"/>
    <w:rsid w:val="006A0F92"/>
    <w:rsid w:val="006A0FEF"/>
    <w:rsid w:val="006A1082"/>
    <w:rsid w:val="006A14CB"/>
    <w:rsid w:val="006A1B5A"/>
    <w:rsid w:val="006A1B64"/>
    <w:rsid w:val="006A1E79"/>
    <w:rsid w:val="006A1EE0"/>
    <w:rsid w:val="006A1F1E"/>
    <w:rsid w:val="006A236C"/>
    <w:rsid w:val="006A239F"/>
    <w:rsid w:val="006A24CC"/>
    <w:rsid w:val="006A2B32"/>
    <w:rsid w:val="006A2F27"/>
    <w:rsid w:val="006A2FAB"/>
    <w:rsid w:val="006A346B"/>
    <w:rsid w:val="006A375A"/>
    <w:rsid w:val="006A38D1"/>
    <w:rsid w:val="006A3B40"/>
    <w:rsid w:val="006A3C44"/>
    <w:rsid w:val="006A3EBA"/>
    <w:rsid w:val="006A3F85"/>
    <w:rsid w:val="006A424F"/>
    <w:rsid w:val="006A4630"/>
    <w:rsid w:val="006A4EB2"/>
    <w:rsid w:val="006A592E"/>
    <w:rsid w:val="006A5C88"/>
    <w:rsid w:val="006A5CAA"/>
    <w:rsid w:val="006A5E96"/>
    <w:rsid w:val="006A62B3"/>
    <w:rsid w:val="006A6322"/>
    <w:rsid w:val="006A63B3"/>
    <w:rsid w:val="006A642F"/>
    <w:rsid w:val="006A656E"/>
    <w:rsid w:val="006A67E2"/>
    <w:rsid w:val="006A6965"/>
    <w:rsid w:val="006A6AE7"/>
    <w:rsid w:val="006A6FF0"/>
    <w:rsid w:val="006A7417"/>
    <w:rsid w:val="006A784D"/>
    <w:rsid w:val="006A7C98"/>
    <w:rsid w:val="006B0514"/>
    <w:rsid w:val="006B057D"/>
    <w:rsid w:val="006B06D9"/>
    <w:rsid w:val="006B0705"/>
    <w:rsid w:val="006B07FE"/>
    <w:rsid w:val="006B091F"/>
    <w:rsid w:val="006B09A8"/>
    <w:rsid w:val="006B1155"/>
    <w:rsid w:val="006B119C"/>
    <w:rsid w:val="006B11D8"/>
    <w:rsid w:val="006B145C"/>
    <w:rsid w:val="006B17E3"/>
    <w:rsid w:val="006B183D"/>
    <w:rsid w:val="006B231E"/>
    <w:rsid w:val="006B2469"/>
    <w:rsid w:val="006B25C3"/>
    <w:rsid w:val="006B2987"/>
    <w:rsid w:val="006B2A9D"/>
    <w:rsid w:val="006B2C80"/>
    <w:rsid w:val="006B2D7C"/>
    <w:rsid w:val="006B3363"/>
    <w:rsid w:val="006B3509"/>
    <w:rsid w:val="006B3609"/>
    <w:rsid w:val="006B4051"/>
    <w:rsid w:val="006B4AD0"/>
    <w:rsid w:val="006B4CF1"/>
    <w:rsid w:val="006B4CF9"/>
    <w:rsid w:val="006B4D07"/>
    <w:rsid w:val="006B4F62"/>
    <w:rsid w:val="006B4F6B"/>
    <w:rsid w:val="006B4FB4"/>
    <w:rsid w:val="006B50C9"/>
    <w:rsid w:val="006B5171"/>
    <w:rsid w:val="006B52A4"/>
    <w:rsid w:val="006B5523"/>
    <w:rsid w:val="006B553C"/>
    <w:rsid w:val="006B5639"/>
    <w:rsid w:val="006B59D8"/>
    <w:rsid w:val="006B5C79"/>
    <w:rsid w:val="006B5E92"/>
    <w:rsid w:val="006B61B4"/>
    <w:rsid w:val="006B7034"/>
    <w:rsid w:val="006B72AA"/>
    <w:rsid w:val="006B73EA"/>
    <w:rsid w:val="006B7410"/>
    <w:rsid w:val="006B75A6"/>
    <w:rsid w:val="006B7912"/>
    <w:rsid w:val="006B7A5A"/>
    <w:rsid w:val="006B7C4B"/>
    <w:rsid w:val="006B7DA6"/>
    <w:rsid w:val="006B7DAE"/>
    <w:rsid w:val="006C071B"/>
    <w:rsid w:val="006C0D6B"/>
    <w:rsid w:val="006C0D97"/>
    <w:rsid w:val="006C111C"/>
    <w:rsid w:val="006C1256"/>
    <w:rsid w:val="006C1341"/>
    <w:rsid w:val="006C1A81"/>
    <w:rsid w:val="006C1C97"/>
    <w:rsid w:val="006C1FCE"/>
    <w:rsid w:val="006C210D"/>
    <w:rsid w:val="006C21B8"/>
    <w:rsid w:val="006C249C"/>
    <w:rsid w:val="006C2951"/>
    <w:rsid w:val="006C2994"/>
    <w:rsid w:val="006C2AED"/>
    <w:rsid w:val="006C2B52"/>
    <w:rsid w:val="006C2B9D"/>
    <w:rsid w:val="006C2DED"/>
    <w:rsid w:val="006C2DFD"/>
    <w:rsid w:val="006C2FB7"/>
    <w:rsid w:val="006C315C"/>
    <w:rsid w:val="006C3444"/>
    <w:rsid w:val="006C39D7"/>
    <w:rsid w:val="006C3C75"/>
    <w:rsid w:val="006C3CCB"/>
    <w:rsid w:val="006C427B"/>
    <w:rsid w:val="006C45AB"/>
    <w:rsid w:val="006C4949"/>
    <w:rsid w:val="006C5093"/>
    <w:rsid w:val="006C5384"/>
    <w:rsid w:val="006C5464"/>
    <w:rsid w:val="006C56A8"/>
    <w:rsid w:val="006C5914"/>
    <w:rsid w:val="006C5D1B"/>
    <w:rsid w:val="006C5F8E"/>
    <w:rsid w:val="006C619A"/>
    <w:rsid w:val="006C61C4"/>
    <w:rsid w:val="006C62A1"/>
    <w:rsid w:val="006C62C3"/>
    <w:rsid w:val="006C667E"/>
    <w:rsid w:val="006C6A2A"/>
    <w:rsid w:val="006C6ECD"/>
    <w:rsid w:val="006C71BA"/>
    <w:rsid w:val="006C7548"/>
    <w:rsid w:val="006C772E"/>
    <w:rsid w:val="006C788D"/>
    <w:rsid w:val="006D0F0D"/>
    <w:rsid w:val="006D141A"/>
    <w:rsid w:val="006D172E"/>
    <w:rsid w:val="006D1DBD"/>
    <w:rsid w:val="006D23E1"/>
    <w:rsid w:val="006D2810"/>
    <w:rsid w:val="006D28B5"/>
    <w:rsid w:val="006D2C38"/>
    <w:rsid w:val="006D2D6F"/>
    <w:rsid w:val="006D308D"/>
    <w:rsid w:val="006D339C"/>
    <w:rsid w:val="006D3544"/>
    <w:rsid w:val="006D3787"/>
    <w:rsid w:val="006D39AC"/>
    <w:rsid w:val="006D426C"/>
    <w:rsid w:val="006D44D4"/>
    <w:rsid w:val="006D46D1"/>
    <w:rsid w:val="006D4B18"/>
    <w:rsid w:val="006D4D3C"/>
    <w:rsid w:val="006D4E47"/>
    <w:rsid w:val="006D4FDF"/>
    <w:rsid w:val="006D501C"/>
    <w:rsid w:val="006D58C9"/>
    <w:rsid w:val="006D58EF"/>
    <w:rsid w:val="006D59C9"/>
    <w:rsid w:val="006D5B2F"/>
    <w:rsid w:val="006D5DF5"/>
    <w:rsid w:val="006D5F01"/>
    <w:rsid w:val="006D6496"/>
    <w:rsid w:val="006D6667"/>
    <w:rsid w:val="006D6864"/>
    <w:rsid w:val="006D6ED0"/>
    <w:rsid w:val="006D72B4"/>
    <w:rsid w:val="006D730A"/>
    <w:rsid w:val="006D7310"/>
    <w:rsid w:val="006D754F"/>
    <w:rsid w:val="006D7730"/>
    <w:rsid w:val="006D7765"/>
    <w:rsid w:val="006D7B45"/>
    <w:rsid w:val="006D7EAD"/>
    <w:rsid w:val="006D7EE4"/>
    <w:rsid w:val="006E0092"/>
    <w:rsid w:val="006E01CD"/>
    <w:rsid w:val="006E03C6"/>
    <w:rsid w:val="006E0429"/>
    <w:rsid w:val="006E07A9"/>
    <w:rsid w:val="006E0B55"/>
    <w:rsid w:val="006E0CB5"/>
    <w:rsid w:val="006E1053"/>
    <w:rsid w:val="006E1131"/>
    <w:rsid w:val="006E1762"/>
    <w:rsid w:val="006E1B67"/>
    <w:rsid w:val="006E1C38"/>
    <w:rsid w:val="006E1C61"/>
    <w:rsid w:val="006E1F78"/>
    <w:rsid w:val="006E2171"/>
    <w:rsid w:val="006E235E"/>
    <w:rsid w:val="006E24C2"/>
    <w:rsid w:val="006E2947"/>
    <w:rsid w:val="006E2B56"/>
    <w:rsid w:val="006E336D"/>
    <w:rsid w:val="006E33ED"/>
    <w:rsid w:val="006E39B3"/>
    <w:rsid w:val="006E42B5"/>
    <w:rsid w:val="006E4467"/>
    <w:rsid w:val="006E4866"/>
    <w:rsid w:val="006E491C"/>
    <w:rsid w:val="006E4A8C"/>
    <w:rsid w:val="006E4B3E"/>
    <w:rsid w:val="006E4C5E"/>
    <w:rsid w:val="006E4C6D"/>
    <w:rsid w:val="006E4C7E"/>
    <w:rsid w:val="006E5381"/>
    <w:rsid w:val="006E53EF"/>
    <w:rsid w:val="006E541F"/>
    <w:rsid w:val="006E5813"/>
    <w:rsid w:val="006E5915"/>
    <w:rsid w:val="006E5AFE"/>
    <w:rsid w:val="006E5B71"/>
    <w:rsid w:val="006E5B74"/>
    <w:rsid w:val="006E5F91"/>
    <w:rsid w:val="006E6109"/>
    <w:rsid w:val="006E6998"/>
    <w:rsid w:val="006E6D03"/>
    <w:rsid w:val="006E6E70"/>
    <w:rsid w:val="006E703D"/>
    <w:rsid w:val="006E719B"/>
    <w:rsid w:val="006E762D"/>
    <w:rsid w:val="006E7715"/>
    <w:rsid w:val="006E7874"/>
    <w:rsid w:val="006E7BA4"/>
    <w:rsid w:val="006E7BC9"/>
    <w:rsid w:val="006E7FF9"/>
    <w:rsid w:val="006F03BB"/>
    <w:rsid w:val="006F03EF"/>
    <w:rsid w:val="006F0523"/>
    <w:rsid w:val="006F05FD"/>
    <w:rsid w:val="006F082B"/>
    <w:rsid w:val="006F0924"/>
    <w:rsid w:val="006F0EE7"/>
    <w:rsid w:val="006F1017"/>
    <w:rsid w:val="006F13DD"/>
    <w:rsid w:val="006F1BC1"/>
    <w:rsid w:val="006F1EAB"/>
    <w:rsid w:val="006F2153"/>
    <w:rsid w:val="006F2280"/>
    <w:rsid w:val="006F2318"/>
    <w:rsid w:val="006F2355"/>
    <w:rsid w:val="006F2920"/>
    <w:rsid w:val="006F2AB5"/>
    <w:rsid w:val="006F2C3E"/>
    <w:rsid w:val="006F2E24"/>
    <w:rsid w:val="006F3337"/>
    <w:rsid w:val="006F36A6"/>
    <w:rsid w:val="006F3892"/>
    <w:rsid w:val="006F3BEE"/>
    <w:rsid w:val="006F42CD"/>
    <w:rsid w:val="006F4A17"/>
    <w:rsid w:val="006F4DB6"/>
    <w:rsid w:val="006F4EE8"/>
    <w:rsid w:val="006F53DE"/>
    <w:rsid w:val="006F5669"/>
    <w:rsid w:val="006F56E2"/>
    <w:rsid w:val="006F5B3A"/>
    <w:rsid w:val="006F6166"/>
    <w:rsid w:val="006F6175"/>
    <w:rsid w:val="006F69D9"/>
    <w:rsid w:val="006F6B2A"/>
    <w:rsid w:val="006F70CE"/>
    <w:rsid w:val="006F72BF"/>
    <w:rsid w:val="006F72DF"/>
    <w:rsid w:val="006F772B"/>
    <w:rsid w:val="006F775B"/>
    <w:rsid w:val="006F798D"/>
    <w:rsid w:val="006F7CFF"/>
    <w:rsid w:val="006F7E99"/>
    <w:rsid w:val="007001D2"/>
    <w:rsid w:val="0070029A"/>
    <w:rsid w:val="00700639"/>
    <w:rsid w:val="00700772"/>
    <w:rsid w:val="0070099F"/>
    <w:rsid w:val="007009EC"/>
    <w:rsid w:val="00700AD7"/>
    <w:rsid w:val="00700CF3"/>
    <w:rsid w:val="00700D47"/>
    <w:rsid w:val="00700D96"/>
    <w:rsid w:val="007013B0"/>
    <w:rsid w:val="00701AC7"/>
    <w:rsid w:val="00701C9E"/>
    <w:rsid w:val="0070200E"/>
    <w:rsid w:val="00702201"/>
    <w:rsid w:val="0070251C"/>
    <w:rsid w:val="007025FF"/>
    <w:rsid w:val="00702799"/>
    <w:rsid w:val="00702957"/>
    <w:rsid w:val="00702BD1"/>
    <w:rsid w:val="00703054"/>
    <w:rsid w:val="0070323F"/>
    <w:rsid w:val="007032F9"/>
    <w:rsid w:val="00703746"/>
    <w:rsid w:val="00703755"/>
    <w:rsid w:val="00703A2C"/>
    <w:rsid w:val="00703E2F"/>
    <w:rsid w:val="00704057"/>
    <w:rsid w:val="007041E4"/>
    <w:rsid w:val="0070420F"/>
    <w:rsid w:val="00704295"/>
    <w:rsid w:val="0070525A"/>
    <w:rsid w:val="007052A2"/>
    <w:rsid w:val="0070536D"/>
    <w:rsid w:val="007053EA"/>
    <w:rsid w:val="007056A0"/>
    <w:rsid w:val="007056FF"/>
    <w:rsid w:val="007057D7"/>
    <w:rsid w:val="00705A1D"/>
    <w:rsid w:val="00705A77"/>
    <w:rsid w:val="00705A78"/>
    <w:rsid w:val="00705A9B"/>
    <w:rsid w:val="00705DE0"/>
    <w:rsid w:val="007063A8"/>
    <w:rsid w:val="00706699"/>
    <w:rsid w:val="00706995"/>
    <w:rsid w:val="007069AC"/>
    <w:rsid w:val="00706E9C"/>
    <w:rsid w:val="007074B9"/>
    <w:rsid w:val="007079EB"/>
    <w:rsid w:val="00707B4F"/>
    <w:rsid w:val="00707EAF"/>
    <w:rsid w:val="007101F2"/>
    <w:rsid w:val="00710383"/>
    <w:rsid w:val="0071040E"/>
    <w:rsid w:val="007107CC"/>
    <w:rsid w:val="007110DE"/>
    <w:rsid w:val="007112E4"/>
    <w:rsid w:val="00711346"/>
    <w:rsid w:val="00711396"/>
    <w:rsid w:val="007117CD"/>
    <w:rsid w:val="00711A86"/>
    <w:rsid w:val="00711C94"/>
    <w:rsid w:val="00711D9D"/>
    <w:rsid w:val="00711DA4"/>
    <w:rsid w:val="00711F3F"/>
    <w:rsid w:val="007124FA"/>
    <w:rsid w:val="0071261A"/>
    <w:rsid w:val="007128EE"/>
    <w:rsid w:val="00712E33"/>
    <w:rsid w:val="00712E74"/>
    <w:rsid w:val="00712F15"/>
    <w:rsid w:val="00712F36"/>
    <w:rsid w:val="00712FA8"/>
    <w:rsid w:val="00713546"/>
    <w:rsid w:val="0071385C"/>
    <w:rsid w:val="007138C4"/>
    <w:rsid w:val="007148E1"/>
    <w:rsid w:val="00714A5E"/>
    <w:rsid w:val="00714AF7"/>
    <w:rsid w:val="00714D75"/>
    <w:rsid w:val="00714FD9"/>
    <w:rsid w:val="007151EA"/>
    <w:rsid w:val="007154B9"/>
    <w:rsid w:val="00715709"/>
    <w:rsid w:val="00715A03"/>
    <w:rsid w:val="00715AFD"/>
    <w:rsid w:val="00715B17"/>
    <w:rsid w:val="00715D93"/>
    <w:rsid w:val="00715EE1"/>
    <w:rsid w:val="007160A8"/>
    <w:rsid w:val="00716141"/>
    <w:rsid w:val="007162FF"/>
    <w:rsid w:val="00716584"/>
    <w:rsid w:val="00716975"/>
    <w:rsid w:val="00716A96"/>
    <w:rsid w:val="0071732D"/>
    <w:rsid w:val="00717A18"/>
    <w:rsid w:val="00717B7B"/>
    <w:rsid w:val="00717BF9"/>
    <w:rsid w:val="00717DDA"/>
    <w:rsid w:val="007200D6"/>
    <w:rsid w:val="007201DE"/>
    <w:rsid w:val="007208F7"/>
    <w:rsid w:val="007209B2"/>
    <w:rsid w:val="00720A0C"/>
    <w:rsid w:val="00720E57"/>
    <w:rsid w:val="007210F4"/>
    <w:rsid w:val="007214C3"/>
    <w:rsid w:val="00721633"/>
    <w:rsid w:val="00721A54"/>
    <w:rsid w:val="00721CC9"/>
    <w:rsid w:val="00721F84"/>
    <w:rsid w:val="00722085"/>
    <w:rsid w:val="00722207"/>
    <w:rsid w:val="0072223F"/>
    <w:rsid w:val="007222E9"/>
    <w:rsid w:val="00722436"/>
    <w:rsid w:val="00722610"/>
    <w:rsid w:val="00722690"/>
    <w:rsid w:val="007227C4"/>
    <w:rsid w:val="007228FF"/>
    <w:rsid w:val="0072296A"/>
    <w:rsid w:val="00722B01"/>
    <w:rsid w:val="00722DA8"/>
    <w:rsid w:val="00722EAD"/>
    <w:rsid w:val="007234F7"/>
    <w:rsid w:val="0072362B"/>
    <w:rsid w:val="007236C4"/>
    <w:rsid w:val="007238A6"/>
    <w:rsid w:val="00723C83"/>
    <w:rsid w:val="00723D28"/>
    <w:rsid w:val="00723F41"/>
    <w:rsid w:val="00723F7D"/>
    <w:rsid w:val="00724247"/>
    <w:rsid w:val="00724332"/>
    <w:rsid w:val="007245C3"/>
    <w:rsid w:val="007247A3"/>
    <w:rsid w:val="00724A8B"/>
    <w:rsid w:val="00724CD5"/>
    <w:rsid w:val="0072532D"/>
    <w:rsid w:val="00725710"/>
    <w:rsid w:val="00725A0F"/>
    <w:rsid w:val="00725A49"/>
    <w:rsid w:val="00725BD8"/>
    <w:rsid w:val="00725CE4"/>
    <w:rsid w:val="00726134"/>
    <w:rsid w:val="00726289"/>
    <w:rsid w:val="00726392"/>
    <w:rsid w:val="00726433"/>
    <w:rsid w:val="0072672E"/>
    <w:rsid w:val="007268BA"/>
    <w:rsid w:val="00726A3C"/>
    <w:rsid w:val="00726EA9"/>
    <w:rsid w:val="00726F30"/>
    <w:rsid w:val="00726F5D"/>
    <w:rsid w:val="007270DC"/>
    <w:rsid w:val="00727909"/>
    <w:rsid w:val="00727C81"/>
    <w:rsid w:val="00727CA3"/>
    <w:rsid w:val="00727DB3"/>
    <w:rsid w:val="0073029D"/>
    <w:rsid w:val="007305CD"/>
    <w:rsid w:val="00730604"/>
    <w:rsid w:val="007307F9"/>
    <w:rsid w:val="00730948"/>
    <w:rsid w:val="00730A23"/>
    <w:rsid w:val="00730A26"/>
    <w:rsid w:val="00730C55"/>
    <w:rsid w:val="00730CA4"/>
    <w:rsid w:val="00731011"/>
    <w:rsid w:val="0073101C"/>
    <w:rsid w:val="007312EC"/>
    <w:rsid w:val="007315C9"/>
    <w:rsid w:val="00731638"/>
    <w:rsid w:val="00731936"/>
    <w:rsid w:val="0073195F"/>
    <w:rsid w:val="00731A2A"/>
    <w:rsid w:val="00731D8C"/>
    <w:rsid w:val="00732443"/>
    <w:rsid w:val="00732DB0"/>
    <w:rsid w:val="00732F25"/>
    <w:rsid w:val="00732FF4"/>
    <w:rsid w:val="00733A10"/>
    <w:rsid w:val="00734FEF"/>
    <w:rsid w:val="00735078"/>
    <w:rsid w:val="007353D4"/>
    <w:rsid w:val="0073562A"/>
    <w:rsid w:val="00735868"/>
    <w:rsid w:val="00735BD3"/>
    <w:rsid w:val="00735DED"/>
    <w:rsid w:val="00735E9C"/>
    <w:rsid w:val="0073624C"/>
    <w:rsid w:val="007362D6"/>
    <w:rsid w:val="00736367"/>
    <w:rsid w:val="0073662C"/>
    <w:rsid w:val="007366F5"/>
    <w:rsid w:val="0073674E"/>
    <w:rsid w:val="007367F2"/>
    <w:rsid w:val="00736A3E"/>
    <w:rsid w:val="00736AD1"/>
    <w:rsid w:val="00736E3E"/>
    <w:rsid w:val="00736F79"/>
    <w:rsid w:val="00737334"/>
    <w:rsid w:val="0073742F"/>
    <w:rsid w:val="007375A5"/>
    <w:rsid w:val="007376CA"/>
    <w:rsid w:val="00737A8A"/>
    <w:rsid w:val="00737F5D"/>
    <w:rsid w:val="0074096A"/>
    <w:rsid w:val="00740D1B"/>
    <w:rsid w:val="00740FCC"/>
    <w:rsid w:val="00740FD4"/>
    <w:rsid w:val="007412D6"/>
    <w:rsid w:val="007413DA"/>
    <w:rsid w:val="007413DD"/>
    <w:rsid w:val="007418E0"/>
    <w:rsid w:val="00741E28"/>
    <w:rsid w:val="00741FF2"/>
    <w:rsid w:val="007421E5"/>
    <w:rsid w:val="00742233"/>
    <w:rsid w:val="0074237A"/>
    <w:rsid w:val="007423A4"/>
    <w:rsid w:val="00742836"/>
    <w:rsid w:val="0074287B"/>
    <w:rsid w:val="007428B4"/>
    <w:rsid w:val="00742A6A"/>
    <w:rsid w:val="00742BA2"/>
    <w:rsid w:val="00742CBE"/>
    <w:rsid w:val="00742DB1"/>
    <w:rsid w:val="00742E6C"/>
    <w:rsid w:val="00742EF2"/>
    <w:rsid w:val="00743457"/>
    <w:rsid w:val="0074353D"/>
    <w:rsid w:val="0074357D"/>
    <w:rsid w:val="00743806"/>
    <w:rsid w:val="00743E29"/>
    <w:rsid w:val="00744605"/>
    <w:rsid w:val="0074481F"/>
    <w:rsid w:val="0074522A"/>
    <w:rsid w:val="00745519"/>
    <w:rsid w:val="00745E40"/>
    <w:rsid w:val="00745E8B"/>
    <w:rsid w:val="007462B6"/>
    <w:rsid w:val="007462F6"/>
    <w:rsid w:val="0074649F"/>
    <w:rsid w:val="0074657B"/>
    <w:rsid w:val="00746A1F"/>
    <w:rsid w:val="00746EE9"/>
    <w:rsid w:val="00747140"/>
    <w:rsid w:val="0074771E"/>
    <w:rsid w:val="00747AD9"/>
    <w:rsid w:val="00747C63"/>
    <w:rsid w:val="00747E69"/>
    <w:rsid w:val="00750E96"/>
    <w:rsid w:val="007511E8"/>
    <w:rsid w:val="00751513"/>
    <w:rsid w:val="0075175C"/>
    <w:rsid w:val="00751F47"/>
    <w:rsid w:val="0075207C"/>
    <w:rsid w:val="007522C8"/>
    <w:rsid w:val="007523D1"/>
    <w:rsid w:val="00752405"/>
    <w:rsid w:val="00752523"/>
    <w:rsid w:val="00752C1C"/>
    <w:rsid w:val="00752CEB"/>
    <w:rsid w:val="00752E37"/>
    <w:rsid w:val="0075306E"/>
    <w:rsid w:val="00753127"/>
    <w:rsid w:val="007533E5"/>
    <w:rsid w:val="007534A9"/>
    <w:rsid w:val="00753DAB"/>
    <w:rsid w:val="00753DB2"/>
    <w:rsid w:val="0075402F"/>
    <w:rsid w:val="007541D1"/>
    <w:rsid w:val="00754267"/>
    <w:rsid w:val="00754948"/>
    <w:rsid w:val="00754A4F"/>
    <w:rsid w:val="00754BE1"/>
    <w:rsid w:val="00754D1C"/>
    <w:rsid w:val="00754FDB"/>
    <w:rsid w:val="00754FE5"/>
    <w:rsid w:val="00755D12"/>
    <w:rsid w:val="00755D24"/>
    <w:rsid w:val="00755E06"/>
    <w:rsid w:val="0075614F"/>
    <w:rsid w:val="00756742"/>
    <w:rsid w:val="00756A9D"/>
    <w:rsid w:val="00756E0D"/>
    <w:rsid w:val="0075724A"/>
    <w:rsid w:val="00757288"/>
    <w:rsid w:val="00757776"/>
    <w:rsid w:val="00757801"/>
    <w:rsid w:val="00757B1B"/>
    <w:rsid w:val="0076080A"/>
    <w:rsid w:val="00760D96"/>
    <w:rsid w:val="00761227"/>
    <w:rsid w:val="0076152C"/>
    <w:rsid w:val="00761A56"/>
    <w:rsid w:val="00762063"/>
    <w:rsid w:val="00762530"/>
    <w:rsid w:val="0076294F"/>
    <w:rsid w:val="00762987"/>
    <w:rsid w:val="00763476"/>
    <w:rsid w:val="00763669"/>
    <w:rsid w:val="007639B8"/>
    <w:rsid w:val="00763CBD"/>
    <w:rsid w:val="007642D2"/>
    <w:rsid w:val="007645BF"/>
    <w:rsid w:val="00764A7B"/>
    <w:rsid w:val="00764B45"/>
    <w:rsid w:val="00764C19"/>
    <w:rsid w:val="0076536C"/>
    <w:rsid w:val="0076593A"/>
    <w:rsid w:val="007659B3"/>
    <w:rsid w:val="0076696C"/>
    <w:rsid w:val="00766BFA"/>
    <w:rsid w:val="00766E53"/>
    <w:rsid w:val="00766F67"/>
    <w:rsid w:val="0076718F"/>
    <w:rsid w:val="007673F6"/>
    <w:rsid w:val="00767700"/>
    <w:rsid w:val="00767742"/>
    <w:rsid w:val="00767E5C"/>
    <w:rsid w:val="00770086"/>
    <w:rsid w:val="007705AA"/>
    <w:rsid w:val="00770658"/>
    <w:rsid w:val="0077068D"/>
    <w:rsid w:val="00770892"/>
    <w:rsid w:val="00771051"/>
    <w:rsid w:val="00771273"/>
    <w:rsid w:val="007715E1"/>
    <w:rsid w:val="00772111"/>
    <w:rsid w:val="007729C9"/>
    <w:rsid w:val="00772B35"/>
    <w:rsid w:val="00772DD6"/>
    <w:rsid w:val="007732D1"/>
    <w:rsid w:val="0077339C"/>
    <w:rsid w:val="00773497"/>
    <w:rsid w:val="00773978"/>
    <w:rsid w:val="00773A0B"/>
    <w:rsid w:val="0077479F"/>
    <w:rsid w:val="00774AF8"/>
    <w:rsid w:val="007750BF"/>
    <w:rsid w:val="007751E6"/>
    <w:rsid w:val="007759B0"/>
    <w:rsid w:val="00776145"/>
    <w:rsid w:val="007762D4"/>
    <w:rsid w:val="007763EB"/>
    <w:rsid w:val="00776650"/>
    <w:rsid w:val="007767F8"/>
    <w:rsid w:val="00776860"/>
    <w:rsid w:val="00776A34"/>
    <w:rsid w:val="00776F47"/>
    <w:rsid w:val="00776F78"/>
    <w:rsid w:val="00777003"/>
    <w:rsid w:val="00777254"/>
    <w:rsid w:val="00777411"/>
    <w:rsid w:val="007775E8"/>
    <w:rsid w:val="007801CB"/>
    <w:rsid w:val="00780233"/>
    <w:rsid w:val="00780276"/>
    <w:rsid w:val="0078042E"/>
    <w:rsid w:val="00780657"/>
    <w:rsid w:val="00780660"/>
    <w:rsid w:val="00780E4A"/>
    <w:rsid w:val="00780FAB"/>
    <w:rsid w:val="007810F8"/>
    <w:rsid w:val="00781130"/>
    <w:rsid w:val="0078120E"/>
    <w:rsid w:val="00781454"/>
    <w:rsid w:val="0078150F"/>
    <w:rsid w:val="007816CD"/>
    <w:rsid w:val="007817FF"/>
    <w:rsid w:val="00781910"/>
    <w:rsid w:val="00781E4E"/>
    <w:rsid w:val="00781EED"/>
    <w:rsid w:val="0078247B"/>
    <w:rsid w:val="007824BE"/>
    <w:rsid w:val="0078269B"/>
    <w:rsid w:val="00782B8A"/>
    <w:rsid w:val="00782DD9"/>
    <w:rsid w:val="00782E5F"/>
    <w:rsid w:val="00782E82"/>
    <w:rsid w:val="00783289"/>
    <w:rsid w:val="00783605"/>
    <w:rsid w:val="00783632"/>
    <w:rsid w:val="00783BDD"/>
    <w:rsid w:val="00783D5D"/>
    <w:rsid w:val="0078407D"/>
    <w:rsid w:val="00784698"/>
    <w:rsid w:val="00784BF7"/>
    <w:rsid w:val="00784D03"/>
    <w:rsid w:val="00784D7B"/>
    <w:rsid w:val="00784DD4"/>
    <w:rsid w:val="007855CB"/>
    <w:rsid w:val="007858BB"/>
    <w:rsid w:val="00785A55"/>
    <w:rsid w:val="00785CC4"/>
    <w:rsid w:val="00785D0A"/>
    <w:rsid w:val="0078605A"/>
    <w:rsid w:val="00786084"/>
    <w:rsid w:val="007861E3"/>
    <w:rsid w:val="007861F1"/>
    <w:rsid w:val="007864C8"/>
    <w:rsid w:val="0078659C"/>
    <w:rsid w:val="007865DD"/>
    <w:rsid w:val="0078683C"/>
    <w:rsid w:val="0078719D"/>
    <w:rsid w:val="00787310"/>
    <w:rsid w:val="00787531"/>
    <w:rsid w:val="007877D2"/>
    <w:rsid w:val="007877ED"/>
    <w:rsid w:val="00787C74"/>
    <w:rsid w:val="00790385"/>
    <w:rsid w:val="007903EF"/>
    <w:rsid w:val="007905AF"/>
    <w:rsid w:val="00790607"/>
    <w:rsid w:val="00790D58"/>
    <w:rsid w:val="00790E69"/>
    <w:rsid w:val="0079151F"/>
    <w:rsid w:val="00791536"/>
    <w:rsid w:val="007915B7"/>
    <w:rsid w:val="0079161B"/>
    <w:rsid w:val="00791B6A"/>
    <w:rsid w:val="0079234F"/>
    <w:rsid w:val="007924EF"/>
    <w:rsid w:val="007924FB"/>
    <w:rsid w:val="0079257A"/>
    <w:rsid w:val="00792776"/>
    <w:rsid w:val="007927DB"/>
    <w:rsid w:val="00792861"/>
    <w:rsid w:val="007932B6"/>
    <w:rsid w:val="007935D5"/>
    <w:rsid w:val="00793C02"/>
    <w:rsid w:val="00793CFD"/>
    <w:rsid w:val="00793FFC"/>
    <w:rsid w:val="007940D0"/>
    <w:rsid w:val="007942EE"/>
    <w:rsid w:val="00794777"/>
    <w:rsid w:val="007951F9"/>
    <w:rsid w:val="007956F7"/>
    <w:rsid w:val="007956FE"/>
    <w:rsid w:val="00795750"/>
    <w:rsid w:val="00795753"/>
    <w:rsid w:val="0079576A"/>
    <w:rsid w:val="0079595A"/>
    <w:rsid w:val="00796714"/>
    <w:rsid w:val="00796737"/>
    <w:rsid w:val="0079675F"/>
    <w:rsid w:val="00796E2C"/>
    <w:rsid w:val="00797019"/>
    <w:rsid w:val="007973D3"/>
    <w:rsid w:val="007973EB"/>
    <w:rsid w:val="007974B4"/>
    <w:rsid w:val="007975CD"/>
    <w:rsid w:val="007979A7"/>
    <w:rsid w:val="00797B03"/>
    <w:rsid w:val="00797BCA"/>
    <w:rsid w:val="00797CEA"/>
    <w:rsid w:val="00797F26"/>
    <w:rsid w:val="007A045A"/>
    <w:rsid w:val="007A0499"/>
    <w:rsid w:val="007A04DE"/>
    <w:rsid w:val="007A0667"/>
    <w:rsid w:val="007A0881"/>
    <w:rsid w:val="007A0BB9"/>
    <w:rsid w:val="007A0CAC"/>
    <w:rsid w:val="007A0FF5"/>
    <w:rsid w:val="007A10B2"/>
    <w:rsid w:val="007A1357"/>
    <w:rsid w:val="007A13EB"/>
    <w:rsid w:val="007A22E1"/>
    <w:rsid w:val="007A24E2"/>
    <w:rsid w:val="007A292A"/>
    <w:rsid w:val="007A30CF"/>
    <w:rsid w:val="007A31CB"/>
    <w:rsid w:val="007A36CF"/>
    <w:rsid w:val="007A3963"/>
    <w:rsid w:val="007A3DDF"/>
    <w:rsid w:val="007A3FA7"/>
    <w:rsid w:val="007A405F"/>
    <w:rsid w:val="007A417B"/>
    <w:rsid w:val="007A4417"/>
    <w:rsid w:val="007A4777"/>
    <w:rsid w:val="007A4A29"/>
    <w:rsid w:val="007A4C45"/>
    <w:rsid w:val="007A50DB"/>
    <w:rsid w:val="007A5282"/>
    <w:rsid w:val="007A53AE"/>
    <w:rsid w:val="007A5C19"/>
    <w:rsid w:val="007A5DD1"/>
    <w:rsid w:val="007A5DE4"/>
    <w:rsid w:val="007A6119"/>
    <w:rsid w:val="007A66D4"/>
    <w:rsid w:val="007A6863"/>
    <w:rsid w:val="007A6B96"/>
    <w:rsid w:val="007A6D0E"/>
    <w:rsid w:val="007A6D9C"/>
    <w:rsid w:val="007A6F89"/>
    <w:rsid w:val="007A70A0"/>
    <w:rsid w:val="007A74AC"/>
    <w:rsid w:val="007A756F"/>
    <w:rsid w:val="007A7959"/>
    <w:rsid w:val="007A7C07"/>
    <w:rsid w:val="007A7F27"/>
    <w:rsid w:val="007B04DF"/>
    <w:rsid w:val="007B0513"/>
    <w:rsid w:val="007B059A"/>
    <w:rsid w:val="007B0BC0"/>
    <w:rsid w:val="007B0CBD"/>
    <w:rsid w:val="007B0E80"/>
    <w:rsid w:val="007B0FB3"/>
    <w:rsid w:val="007B1029"/>
    <w:rsid w:val="007B120D"/>
    <w:rsid w:val="007B14E1"/>
    <w:rsid w:val="007B15BF"/>
    <w:rsid w:val="007B17BF"/>
    <w:rsid w:val="007B18E7"/>
    <w:rsid w:val="007B1AE3"/>
    <w:rsid w:val="007B1B07"/>
    <w:rsid w:val="007B1F49"/>
    <w:rsid w:val="007B2505"/>
    <w:rsid w:val="007B287F"/>
    <w:rsid w:val="007B29D0"/>
    <w:rsid w:val="007B2A41"/>
    <w:rsid w:val="007B2A87"/>
    <w:rsid w:val="007B2AA0"/>
    <w:rsid w:val="007B3144"/>
    <w:rsid w:val="007B389C"/>
    <w:rsid w:val="007B38F8"/>
    <w:rsid w:val="007B394D"/>
    <w:rsid w:val="007B3B00"/>
    <w:rsid w:val="007B3DB3"/>
    <w:rsid w:val="007B3ECE"/>
    <w:rsid w:val="007B45F3"/>
    <w:rsid w:val="007B45FE"/>
    <w:rsid w:val="007B4C6C"/>
    <w:rsid w:val="007B501E"/>
    <w:rsid w:val="007B53F6"/>
    <w:rsid w:val="007B5572"/>
    <w:rsid w:val="007B61FC"/>
    <w:rsid w:val="007B6253"/>
    <w:rsid w:val="007B6399"/>
    <w:rsid w:val="007B67E7"/>
    <w:rsid w:val="007B689A"/>
    <w:rsid w:val="007B6B46"/>
    <w:rsid w:val="007B6DE9"/>
    <w:rsid w:val="007B7044"/>
    <w:rsid w:val="007B73BC"/>
    <w:rsid w:val="007B7948"/>
    <w:rsid w:val="007B7B28"/>
    <w:rsid w:val="007B7C7F"/>
    <w:rsid w:val="007B7EFC"/>
    <w:rsid w:val="007C0154"/>
    <w:rsid w:val="007C038F"/>
    <w:rsid w:val="007C03C2"/>
    <w:rsid w:val="007C0AB5"/>
    <w:rsid w:val="007C0C8B"/>
    <w:rsid w:val="007C1584"/>
    <w:rsid w:val="007C167E"/>
    <w:rsid w:val="007C1AB9"/>
    <w:rsid w:val="007C27A2"/>
    <w:rsid w:val="007C27D5"/>
    <w:rsid w:val="007C2929"/>
    <w:rsid w:val="007C2999"/>
    <w:rsid w:val="007C2BD7"/>
    <w:rsid w:val="007C2CF2"/>
    <w:rsid w:val="007C2EF7"/>
    <w:rsid w:val="007C3B3C"/>
    <w:rsid w:val="007C3BEE"/>
    <w:rsid w:val="007C3C6D"/>
    <w:rsid w:val="007C3F7B"/>
    <w:rsid w:val="007C4CF7"/>
    <w:rsid w:val="007C50C1"/>
    <w:rsid w:val="007C5493"/>
    <w:rsid w:val="007C54C3"/>
    <w:rsid w:val="007C588C"/>
    <w:rsid w:val="007C590F"/>
    <w:rsid w:val="007C5E1C"/>
    <w:rsid w:val="007C5F99"/>
    <w:rsid w:val="007C6081"/>
    <w:rsid w:val="007C60E1"/>
    <w:rsid w:val="007C6378"/>
    <w:rsid w:val="007C64DD"/>
    <w:rsid w:val="007C7240"/>
    <w:rsid w:val="007C7901"/>
    <w:rsid w:val="007C7933"/>
    <w:rsid w:val="007C7941"/>
    <w:rsid w:val="007C7946"/>
    <w:rsid w:val="007C7E57"/>
    <w:rsid w:val="007C7E7A"/>
    <w:rsid w:val="007C7EBA"/>
    <w:rsid w:val="007C7ED7"/>
    <w:rsid w:val="007C7FFA"/>
    <w:rsid w:val="007D0001"/>
    <w:rsid w:val="007D001A"/>
    <w:rsid w:val="007D0DAB"/>
    <w:rsid w:val="007D15A4"/>
    <w:rsid w:val="007D1B23"/>
    <w:rsid w:val="007D1B8B"/>
    <w:rsid w:val="007D1C3D"/>
    <w:rsid w:val="007D1F4C"/>
    <w:rsid w:val="007D2111"/>
    <w:rsid w:val="007D2646"/>
    <w:rsid w:val="007D2979"/>
    <w:rsid w:val="007D298A"/>
    <w:rsid w:val="007D29BF"/>
    <w:rsid w:val="007D29E7"/>
    <w:rsid w:val="007D2D7E"/>
    <w:rsid w:val="007D2E2E"/>
    <w:rsid w:val="007D2E6C"/>
    <w:rsid w:val="007D2EC7"/>
    <w:rsid w:val="007D30B0"/>
    <w:rsid w:val="007D3142"/>
    <w:rsid w:val="007D37A0"/>
    <w:rsid w:val="007D3BCC"/>
    <w:rsid w:val="007D3D2C"/>
    <w:rsid w:val="007D3FF8"/>
    <w:rsid w:val="007D414F"/>
    <w:rsid w:val="007D46FA"/>
    <w:rsid w:val="007D4C0C"/>
    <w:rsid w:val="007D4D48"/>
    <w:rsid w:val="007D51B4"/>
    <w:rsid w:val="007D54A9"/>
    <w:rsid w:val="007D56BB"/>
    <w:rsid w:val="007D5A0E"/>
    <w:rsid w:val="007D5A44"/>
    <w:rsid w:val="007D5C0A"/>
    <w:rsid w:val="007D5E64"/>
    <w:rsid w:val="007D6197"/>
    <w:rsid w:val="007D63A2"/>
    <w:rsid w:val="007D63C4"/>
    <w:rsid w:val="007D66B1"/>
    <w:rsid w:val="007D6A77"/>
    <w:rsid w:val="007D70A7"/>
    <w:rsid w:val="007D70AA"/>
    <w:rsid w:val="007D7233"/>
    <w:rsid w:val="007D767A"/>
    <w:rsid w:val="007D7CD7"/>
    <w:rsid w:val="007D7E29"/>
    <w:rsid w:val="007E0082"/>
    <w:rsid w:val="007E00FE"/>
    <w:rsid w:val="007E0233"/>
    <w:rsid w:val="007E0522"/>
    <w:rsid w:val="007E065B"/>
    <w:rsid w:val="007E06D4"/>
    <w:rsid w:val="007E07E1"/>
    <w:rsid w:val="007E0CF0"/>
    <w:rsid w:val="007E0E52"/>
    <w:rsid w:val="007E1388"/>
    <w:rsid w:val="007E14BE"/>
    <w:rsid w:val="007E15CB"/>
    <w:rsid w:val="007E1CB0"/>
    <w:rsid w:val="007E1F1D"/>
    <w:rsid w:val="007E2335"/>
    <w:rsid w:val="007E2725"/>
    <w:rsid w:val="007E2A02"/>
    <w:rsid w:val="007E30F2"/>
    <w:rsid w:val="007E37A1"/>
    <w:rsid w:val="007E3840"/>
    <w:rsid w:val="007E394F"/>
    <w:rsid w:val="007E3F22"/>
    <w:rsid w:val="007E3F63"/>
    <w:rsid w:val="007E416C"/>
    <w:rsid w:val="007E45EA"/>
    <w:rsid w:val="007E47D8"/>
    <w:rsid w:val="007E4BA3"/>
    <w:rsid w:val="007E4F90"/>
    <w:rsid w:val="007E503F"/>
    <w:rsid w:val="007E5247"/>
    <w:rsid w:val="007E536B"/>
    <w:rsid w:val="007E58BE"/>
    <w:rsid w:val="007E5A37"/>
    <w:rsid w:val="007E5AE8"/>
    <w:rsid w:val="007E6008"/>
    <w:rsid w:val="007E60C1"/>
    <w:rsid w:val="007E6135"/>
    <w:rsid w:val="007E644C"/>
    <w:rsid w:val="007E66AC"/>
    <w:rsid w:val="007E6B8C"/>
    <w:rsid w:val="007E6D5E"/>
    <w:rsid w:val="007E6F0A"/>
    <w:rsid w:val="007E7321"/>
    <w:rsid w:val="007E7373"/>
    <w:rsid w:val="007E7599"/>
    <w:rsid w:val="007E7836"/>
    <w:rsid w:val="007E7D18"/>
    <w:rsid w:val="007F02D0"/>
    <w:rsid w:val="007F0968"/>
    <w:rsid w:val="007F0B69"/>
    <w:rsid w:val="007F1707"/>
    <w:rsid w:val="007F19EF"/>
    <w:rsid w:val="007F1A23"/>
    <w:rsid w:val="007F1B04"/>
    <w:rsid w:val="007F1B69"/>
    <w:rsid w:val="007F1D52"/>
    <w:rsid w:val="007F21D6"/>
    <w:rsid w:val="007F23CA"/>
    <w:rsid w:val="007F24AB"/>
    <w:rsid w:val="007F26D3"/>
    <w:rsid w:val="007F2713"/>
    <w:rsid w:val="007F3266"/>
    <w:rsid w:val="007F33D3"/>
    <w:rsid w:val="007F357E"/>
    <w:rsid w:val="007F36B6"/>
    <w:rsid w:val="007F3E00"/>
    <w:rsid w:val="007F4306"/>
    <w:rsid w:val="007F462C"/>
    <w:rsid w:val="007F491D"/>
    <w:rsid w:val="007F4DB4"/>
    <w:rsid w:val="007F4F9B"/>
    <w:rsid w:val="007F4FBE"/>
    <w:rsid w:val="007F553F"/>
    <w:rsid w:val="007F5B82"/>
    <w:rsid w:val="007F5C54"/>
    <w:rsid w:val="007F5C6F"/>
    <w:rsid w:val="007F5D63"/>
    <w:rsid w:val="007F5E19"/>
    <w:rsid w:val="007F5E2F"/>
    <w:rsid w:val="007F6216"/>
    <w:rsid w:val="007F623A"/>
    <w:rsid w:val="007F6297"/>
    <w:rsid w:val="007F6749"/>
    <w:rsid w:val="007F6866"/>
    <w:rsid w:val="007F6A59"/>
    <w:rsid w:val="007F6B11"/>
    <w:rsid w:val="007F6BD9"/>
    <w:rsid w:val="007F7253"/>
    <w:rsid w:val="007F7921"/>
    <w:rsid w:val="007F7A72"/>
    <w:rsid w:val="007F7ACE"/>
    <w:rsid w:val="007F7D77"/>
    <w:rsid w:val="007F7E5E"/>
    <w:rsid w:val="007F7EE3"/>
    <w:rsid w:val="007F7FAD"/>
    <w:rsid w:val="008000CF"/>
    <w:rsid w:val="00800BFA"/>
    <w:rsid w:val="00800CD4"/>
    <w:rsid w:val="00800F68"/>
    <w:rsid w:val="00801443"/>
    <w:rsid w:val="008014B2"/>
    <w:rsid w:val="008014E3"/>
    <w:rsid w:val="00801D77"/>
    <w:rsid w:val="00801E59"/>
    <w:rsid w:val="008022B6"/>
    <w:rsid w:val="00802B02"/>
    <w:rsid w:val="00802D58"/>
    <w:rsid w:val="00802E48"/>
    <w:rsid w:val="008036CA"/>
    <w:rsid w:val="0080399A"/>
    <w:rsid w:val="00803B93"/>
    <w:rsid w:val="00803DAA"/>
    <w:rsid w:val="00804072"/>
    <w:rsid w:val="00804140"/>
    <w:rsid w:val="0080419E"/>
    <w:rsid w:val="008042E7"/>
    <w:rsid w:val="00804495"/>
    <w:rsid w:val="008046B6"/>
    <w:rsid w:val="00804D0F"/>
    <w:rsid w:val="00804D9A"/>
    <w:rsid w:val="00804E82"/>
    <w:rsid w:val="00805099"/>
    <w:rsid w:val="00805404"/>
    <w:rsid w:val="0080541C"/>
    <w:rsid w:val="00805430"/>
    <w:rsid w:val="00805675"/>
    <w:rsid w:val="0080586F"/>
    <w:rsid w:val="00805DF7"/>
    <w:rsid w:val="00805E4F"/>
    <w:rsid w:val="00805F33"/>
    <w:rsid w:val="008063B9"/>
    <w:rsid w:val="008064A8"/>
    <w:rsid w:val="008069E0"/>
    <w:rsid w:val="00806CFC"/>
    <w:rsid w:val="00806D3C"/>
    <w:rsid w:val="00807383"/>
    <w:rsid w:val="008075F0"/>
    <w:rsid w:val="008077EE"/>
    <w:rsid w:val="008078B0"/>
    <w:rsid w:val="0080794F"/>
    <w:rsid w:val="00807A9A"/>
    <w:rsid w:val="00807BB1"/>
    <w:rsid w:val="00810065"/>
    <w:rsid w:val="00810631"/>
    <w:rsid w:val="008106E1"/>
    <w:rsid w:val="00810725"/>
    <w:rsid w:val="00810752"/>
    <w:rsid w:val="00810796"/>
    <w:rsid w:val="008107DE"/>
    <w:rsid w:val="00810832"/>
    <w:rsid w:val="00810A67"/>
    <w:rsid w:val="00810C64"/>
    <w:rsid w:val="00810EA8"/>
    <w:rsid w:val="00811305"/>
    <w:rsid w:val="00811503"/>
    <w:rsid w:val="008118C6"/>
    <w:rsid w:val="00811BA7"/>
    <w:rsid w:val="00811C89"/>
    <w:rsid w:val="00811E96"/>
    <w:rsid w:val="00812120"/>
    <w:rsid w:val="00812125"/>
    <w:rsid w:val="008126E2"/>
    <w:rsid w:val="00812D3E"/>
    <w:rsid w:val="00812DDB"/>
    <w:rsid w:val="00813262"/>
    <w:rsid w:val="00813378"/>
    <w:rsid w:val="0081346E"/>
    <w:rsid w:val="00813491"/>
    <w:rsid w:val="008134A8"/>
    <w:rsid w:val="0081388B"/>
    <w:rsid w:val="008139D2"/>
    <w:rsid w:val="0081413B"/>
    <w:rsid w:val="0081458B"/>
    <w:rsid w:val="00814625"/>
    <w:rsid w:val="00814689"/>
    <w:rsid w:val="0081468C"/>
    <w:rsid w:val="00814C5C"/>
    <w:rsid w:val="00814DCC"/>
    <w:rsid w:val="00815238"/>
    <w:rsid w:val="0081559C"/>
    <w:rsid w:val="008158C7"/>
    <w:rsid w:val="00815C23"/>
    <w:rsid w:val="0081653A"/>
    <w:rsid w:val="008168DA"/>
    <w:rsid w:val="00816ED0"/>
    <w:rsid w:val="00816F35"/>
    <w:rsid w:val="008173D9"/>
    <w:rsid w:val="0081752A"/>
    <w:rsid w:val="00817794"/>
    <w:rsid w:val="00820008"/>
    <w:rsid w:val="0082013B"/>
    <w:rsid w:val="0082027A"/>
    <w:rsid w:val="008205F1"/>
    <w:rsid w:val="008207C9"/>
    <w:rsid w:val="00821441"/>
    <w:rsid w:val="008214A0"/>
    <w:rsid w:val="0082154B"/>
    <w:rsid w:val="008217CE"/>
    <w:rsid w:val="00821822"/>
    <w:rsid w:val="0082186C"/>
    <w:rsid w:val="008219F7"/>
    <w:rsid w:val="00821DA2"/>
    <w:rsid w:val="00821F17"/>
    <w:rsid w:val="008221B6"/>
    <w:rsid w:val="0082246D"/>
    <w:rsid w:val="00822476"/>
    <w:rsid w:val="00822550"/>
    <w:rsid w:val="00822AD4"/>
    <w:rsid w:val="00822B9E"/>
    <w:rsid w:val="00822C61"/>
    <w:rsid w:val="00822CDA"/>
    <w:rsid w:val="00822EFE"/>
    <w:rsid w:val="0082354B"/>
    <w:rsid w:val="00823E3E"/>
    <w:rsid w:val="00823E69"/>
    <w:rsid w:val="00823FE4"/>
    <w:rsid w:val="008240B6"/>
    <w:rsid w:val="008240E6"/>
    <w:rsid w:val="008241A2"/>
    <w:rsid w:val="008241EC"/>
    <w:rsid w:val="0082422C"/>
    <w:rsid w:val="00824557"/>
    <w:rsid w:val="0082466B"/>
    <w:rsid w:val="008248BE"/>
    <w:rsid w:val="00824A61"/>
    <w:rsid w:val="0082596F"/>
    <w:rsid w:val="00825BF5"/>
    <w:rsid w:val="00825E0C"/>
    <w:rsid w:val="00826230"/>
    <w:rsid w:val="008263E4"/>
    <w:rsid w:val="00827230"/>
    <w:rsid w:val="008276C1"/>
    <w:rsid w:val="00827988"/>
    <w:rsid w:val="00827D12"/>
    <w:rsid w:val="00827D8C"/>
    <w:rsid w:val="00830019"/>
    <w:rsid w:val="008302E6"/>
    <w:rsid w:val="00830393"/>
    <w:rsid w:val="008303CC"/>
    <w:rsid w:val="00830438"/>
    <w:rsid w:val="00830745"/>
    <w:rsid w:val="008308F5"/>
    <w:rsid w:val="00830A1F"/>
    <w:rsid w:val="00830A3B"/>
    <w:rsid w:val="00830EE8"/>
    <w:rsid w:val="008310B8"/>
    <w:rsid w:val="008312FC"/>
    <w:rsid w:val="00831581"/>
    <w:rsid w:val="008315E3"/>
    <w:rsid w:val="00831A0E"/>
    <w:rsid w:val="00831B23"/>
    <w:rsid w:val="00831D68"/>
    <w:rsid w:val="00832034"/>
    <w:rsid w:val="0083203B"/>
    <w:rsid w:val="0083247A"/>
    <w:rsid w:val="008325A3"/>
    <w:rsid w:val="00832777"/>
    <w:rsid w:val="00832A1C"/>
    <w:rsid w:val="00832B9A"/>
    <w:rsid w:val="00832BB7"/>
    <w:rsid w:val="00832C93"/>
    <w:rsid w:val="00832F4F"/>
    <w:rsid w:val="00833108"/>
    <w:rsid w:val="008331F4"/>
    <w:rsid w:val="00833286"/>
    <w:rsid w:val="00833778"/>
    <w:rsid w:val="00833ABB"/>
    <w:rsid w:val="00833D26"/>
    <w:rsid w:val="00833EEA"/>
    <w:rsid w:val="0083424C"/>
    <w:rsid w:val="00834CE0"/>
    <w:rsid w:val="00834FFB"/>
    <w:rsid w:val="0083505D"/>
    <w:rsid w:val="00835265"/>
    <w:rsid w:val="00835E8C"/>
    <w:rsid w:val="00835F34"/>
    <w:rsid w:val="00835F48"/>
    <w:rsid w:val="00835FBF"/>
    <w:rsid w:val="008360DB"/>
    <w:rsid w:val="00836188"/>
    <w:rsid w:val="0083627D"/>
    <w:rsid w:val="00836376"/>
    <w:rsid w:val="008367D3"/>
    <w:rsid w:val="00836940"/>
    <w:rsid w:val="00836991"/>
    <w:rsid w:val="00836C68"/>
    <w:rsid w:val="00836D2E"/>
    <w:rsid w:val="008371BB"/>
    <w:rsid w:val="008373F8"/>
    <w:rsid w:val="00837844"/>
    <w:rsid w:val="00837926"/>
    <w:rsid w:val="00837A70"/>
    <w:rsid w:val="00837D8D"/>
    <w:rsid w:val="0084012A"/>
    <w:rsid w:val="00840167"/>
    <w:rsid w:val="008402F8"/>
    <w:rsid w:val="008416DD"/>
    <w:rsid w:val="008419E4"/>
    <w:rsid w:val="00841CA2"/>
    <w:rsid w:val="008422E8"/>
    <w:rsid w:val="0084248F"/>
    <w:rsid w:val="00842874"/>
    <w:rsid w:val="008428F1"/>
    <w:rsid w:val="00842931"/>
    <w:rsid w:val="00842C40"/>
    <w:rsid w:val="00842D9D"/>
    <w:rsid w:val="00842DFC"/>
    <w:rsid w:val="00843140"/>
    <w:rsid w:val="008433B0"/>
    <w:rsid w:val="00843714"/>
    <w:rsid w:val="008438DF"/>
    <w:rsid w:val="00843A9D"/>
    <w:rsid w:val="00844276"/>
    <w:rsid w:val="008443F9"/>
    <w:rsid w:val="008446D3"/>
    <w:rsid w:val="008447CB"/>
    <w:rsid w:val="0084498B"/>
    <w:rsid w:val="00844EE3"/>
    <w:rsid w:val="00844F0D"/>
    <w:rsid w:val="00844F3E"/>
    <w:rsid w:val="00844F70"/>
    <w:rsid w:val="00845095"/>
    <w:rsid w:val="0084533A"/>
    <w:rsid w:val="0084545E"/>
    <w:rsid w:val="0084575D"/>
    <w:rsid w:val="00845A4E"/>
    <w:rsid w:val="00845B2D"/>
    <w:rsid w:val="00846227"/>
    <w:rsid w:val="00846332"/>
    <w:rsid w:val="008466F2"/>
    <w:rsid w:val="008468B2"/>
    <w:rsid w:val="00846A3A"/>
    <w:rsid w:val="00846BC2"/>
    <w:rsid w:val="008476F3"/>
    <w:rsid w:val="00847CF0"/>
    <w:rsid w:val="00847FAA"/>
    <w:rsid w:val="008500FA"/>
    <w:rsid w:val="00850B9A"/>
    <w:rsid w:val="00850FA7"/>
    <w:rsid w:val="00851005"/>
    <w:rsid w:val="00851104"/>
    <w:rsid w:val="008515E8"/>
    <w:rsid w:val="00851873"/>
    <w:rsid w:val="00851C0D"/>
    <w:rsid w:val="00851EEA"/>
    <w:rsid w:val="00852531"/>
    <w:rsid w:val="0085299A"/>
    <w:rsid w:val="00852BA4"/>
    <w:rsid w:val="00852FC0"/>
    <w:rsid w:val="0085312E"/>
    <w:rsid w:val="008533F1"/>
    <w:rsid w:val="00853698"/>
    <w:rsid w:val="00853C3F"/>
    <w:rsid w:val="00853D81"/>
    <w:rsid w:val="0085453C"/>
    <w:rsid w:val="0085457E"/>
    <w:rsid w:val="00854C3E"/>
    <w:rsid w:val="00855044"/>
    <w:rsid w:val="0085524E"/>
    <w:rsid w:val="008552F8"/>
    <w:rsid w:val="00855572"/>
    <w:rsid w:val="00855583"/>
    <w:rsid w:val="008556E1"/>
    <w:rsid w:val="008556E5"/>
    <w:rsid w:val="008558D9"/>
    <w:rsid w:val="00855C82"/>
    <w:rsid w:val="00855D76"/>
    <w:rsid w:val="0085605D"/>
    <w:rsid w:val="008563B7"/>
    <w:rsid w:val="0085655C"/>
    <w:rsid w:val="00856905"/>
    <w:rsid w:val="00856A4A"/>
    <w:rsid w:val="00856D63"/>
    <w:rsid w:val="00856DA5"/>
    <w:rsid w:val="00856E67"/>
    <w:rsid w:val="0085705D"/>
    <w:rsid w:val="0085779A"/>
    <w:rsid w:val="008579A2"/>
    <w:rsid w:val="0086003A"/>
    <w:rsid w:val="0086034B"/>
    <w:rsid w:val="00860419"/>
    <w:rsid w:val="00860817"/>
    <w:rsid w:val="00860B4A"/>
    <w:rsid w:val="00860E64"/>
    <w:rsid w:val="008616BC"/>
    <w:rsid w:val="0086174B"/>
    <w:rsid w:val="00861BA5"/>
    <w:rsid w:val="00861CEF"/>
    <w:rsid w:val="00861D63"/>
    <w:rsid w:val="008622C3"/>
    <w:rsid w:val="00862490"/>
    <w:rsid w:val="0086283A"/>
    <w:rsid w:val="008628F4"/>
    <w:rsid w:val="00862BCD"/>
    <w:rsid w:val="00862C62"/>
    <w:rsid w:val="008632D4"/>
    <w:rsid w:val="0086347A"/>
    <w:rsid w:val="008634F1"/>
    <w:rsid w:val="0086379E"/>
    <w:rsid w:val="008639A7"/>
    <w:rsid w:val="00863A41"/>
    <w:rsid w:val="00863DD6"/>
    <w:rsid w:val="00864732"/>
    <w:rsid w:val="00864DDB"/>
    <w:rsid w:val="00864E88"/>
    <w:rsid w:val="00865218"/>
    <w:rsid w:val="008653BA"/>
    <w:rsid w:val="00865573"/>
    <w:rsid w:val="00865AC6"/>
    <w:rsid w:val="00865D59"/>
    <w:rsid w:val="008660FD"/>
    <w:rsid w:val="0086610E"/>
    <w:rsid w:val="008663AB"/>
    <w:rsid w:val="00866974"/>
    <w:rsid w:val="00866D55"/>
    <w:rsid w:val="00867254"/>
    <w:rsid w:val="0086789D"/>
    <w:rsid w:val="00867FC9"/>
    <w:rsid w:val="0087022C"/>
    <w:rsid w:val="008707CE"/>
    <w:rsid w:val="0087092B"/>
    <w:rsid w:val="00870B3D"/>
    <w:rsid w:val="00870C69"/>
    <w:rsid w:val="00870CB7"/>
    <w:rsid w:val="00871917"/>
    <w:rsid w:val="00871A1F"/>
    <w:rsid w:val="00871CAD"/>
    <w:rsid w:val="00871D29"/>
    <w:rsid w:val="00871E02"/>
    <w:rsid w:val="00871F52"/>
    <w:rsid w:val="008722A3"/>
    <w:rsid w:val="008725B1"/>
    <w:rsid w:val="00872D20"/>
    <w:rsid w:val="00872D60"/>
    <w:rsid w:val="00872DFC"/>
    <w:rsid w:val="00872FA1"/>
    <w:rsid w:val="00873226"/>
    <w:rsid w:val="008734A2"/>
    <w:rsid w:val="00873597"/>
    <w:rsid w:val="00873ACA"/>
    <w:rsid w:val="00873B0E"/>
    <w:rsid w:val="00873F18"/>
    <w:rsid w:val="0087445E"/>
    <w:rsid w:val="008745BD"/>
    <w:rsid w:val="008747F3"/>
    <w:rsid w:val="008748FF"/>
    <w:rsid w:val="00874E2B"/>
    <w:rsid w:val="008750E0"/>
    <w:rsid w:val="00875216"/>
    <w:rsid w:val="008754A1"/>
    <w:rsid w:val="00875875"/>
    <w:rsid w:val="00875F09"/>
    <w:rsid w:val="00876457"/>
    <w:rsid w:val="0087659C"/>
    <w:rsid w:val="008766DF"/>
    <w:rsid w:val="0087678D"/>
    <w:rsid w:val="00876CB7"/>
    <w:rsid w:val="00876D94"/>
    <w:rsid w:val="0087754A"/>
    <w:rsid w:val="00877555"/>
    <w:rsid w:val="0087792D"/>
    <w:rsid w:val="00877AD0"/>
    <w:rsid w:val="00877AD5"/>
    <w:rsid w:val="00877DDA"/>
    <w:rsid w:val="008801A7"/>
    <w:rsid w:val="008801CB"/>
    <w:rsid w:val="00880791"/>
    <w:rsid w:val="008809D3"/>
    <w:rsid w:val="00880A8E"/>
    <w:rsid w:val="00880D24"/>
    <w:rsid w:val="00881054"/>
    <w:rsid w:val="00881238"/>
    <w:rsid w:val="008816D2"/>
    <w:rsid w:val="0088185A"/>
    <w:rsid w:val="00881A35"/>
    <w:rsid w:val="00881A47"/>
    <w:rsid w:val="00881ACC"/>
    <w:rsid w:val="0088218A"/>
    <w:rsid w:val="0088264E"/>
    <w:rsid w:val="00882CD0"/>
    <w:rsid w:val="0088372F"/>
    <w:rsid w:val="00883782"/>
    <w:rsid w:val="00883A04"/>
    <w:rsid w:val="00883BA6"/>
    <w:rsid w:val="00883D75"/>
    <w:rsid w:val="00883E32"/>
    <w:rsid w:val="008840F7"/>
    <w:rsid w:val="008843B3"/>
    <w:rsid w:val="0088440D"/>
    <w:rsid w:val="008844D1"/>
    <w:rsid w:val="00884520"/>
    <w:rsid w:val="00884B78"/>
    <w:rsid w:val="00884E40"/>
    <w:rsid w:val="00884F3C"/>
    <w:rsid w:val="0088508B"/>
    <w:rsid w:val="0088588E"/>
    <w:rsid w:val="00885BDE"/>
    <w:rsid w:val="00885D6F"/>
    <w:rsid w:val="00885D74"/>
    <w:rsid w:val="00885E6F"/>
    <w:rsid w:val="00886102"/>
    <w:rsid w:val="0088617A"/>
    <w:rsid w:val="008864A4"/>
    <w:rsid w:val="00886734"/>
    <w:rsid w:val="00886836"/>
    <w:rsid w:val="008871E2"/>
    <w:rsid w:val="00887346"/>
    <w:rsid w:val="00887374"/>
    <w:rsid w:val="0088743B"/>
    <w:rsid w:val="008874E9"/>
    <w:rsid w:val="00887C12"/>
    <w:rsid w:val="00890543"/>
    <w:rsid w:val="00890AA3"/>
    <w:rsid w:val="00890ABB"/>
    <w:rsid w:val="00890B8C"/>
    <w:rsid w:val="00890D3B"/>
    <w:rsid w:val="00890E0D"/>
    <w:rsid w:val="00891083"/>
    <w:rsid w:val="00891139"/>
    <w:rsid w:val="008911A7"/>
    <w:rsid w:val="008912A0"/>
    <w:rsid w:val="0089144C"/>
    <w:rsid w:val="00891669"/>
    <w:rsid w:val="00891D83"/>
    <w:rsid w:val="0089213B"/>
    <w:rsid w:val="008923C6"/>
    <w:rsid w:val="008925F7"/>
    <w:rsid w:val="00892758"/>
    <w:rsid w:val="00892D62"/>
    <w:rsid w:val="0089357C"/>
    <w:rsid w:val="00894BCF"/>
    <w:rsid w:val="00894D36"/>
    <w:rsid w:val="008950F0"/>
    <w:rsid w:val="00895330"/>
    <w:rsid w:val="008953AD"/>
    <w:rsid w:val="0089556D"/>
    <w:rsid w:val="00895C14"/>
    <w:rsid w:val="008960F7"/>
    <w:rsid w:val="0089634D"/>
    <w:rsid w:val="008963FC"/>
    <w:rsid w:val="0089642A"/>
    <w:rsid w:val="008967F4"/>
    <w:rsid w:val="00896826"/>
    <w:rsid w:val="00897B57"/>
    <w:rsid w:val="00897FE2"/>
    <w:rsid w:val="008A0201"/>
    <w:rsid w:val="008A028C"/>
    <w:rsid w:val="008A0351"/>
    <w:rsid w:val="008A0713"/>
    <w:rsid w:val="008A07A3"/>
    <w:rsid w:val="008A0B32"/>
    <w:rsid w:val="008A0DD4"/>
    <w:rsid w:val="008A1089"/>
    <w:rsid w:val="008A12B6"/>
    <w:rsid w:val="008A1305"/>
    <w:rsid w:val="008A15DB"/>
    <w:rsid w:val="008A1654"/>
    <w:rsid w:val="008A1B13"/>
    <w:rsid w:val="008A1B85"/>
    <w:rsid w:val="008A1D38"/>
    <w:rsid w:val="008A1E2B"/>
    <w:rsid w:val="008A1F93"/>
    <w:rsid w:val="008A1FCC"/>
    <w:rsid w:val="008A209A"/>
    <w:rsid w:val="008A20B5"/>
    <w:rsid w:val="008A20F1"/>
    <w:rsid w:val="008A213C"/>
    <w:rsid w:val="008A2383"/>
    <w:rsid w:val="008A2FB4"/>
    <w:rsid w:val="008A306F"/>
    <w:rsid w:val="008A39F0"/>
    <w:rsid w:val="008A3C34"/>
    <w:rsid w:val="008A49AA"/>
    <w:rsid w:val="008A4A5E"/>
    <w:rsid w:val="008A4C45"/>
    <w:rsid w:val="008A4DF7"/>
    <w:rsid w:val="008A4E1C"/>
    <w:rsid w:val="008A5029"/>
    <w:rsid w:val="008A50EB"/>
    <w:rsid w:val="008A5BB2"/>
    <w:rsid w:val="008A5D8C"/>
    <w:rsid w:val="008A6855"/>
    <w:rsid w:val="008A69FF"/>
    <w:rsid w:val="008A6A68"/>
    <w:rsid w:val="008A6CCE"/>
    <w:rsid w:val="008A7566"/>
    <w:rsid w:val="008A79BE"/>
    <w:rsid w:val="008A79DE"/>
    <w:rsid w:val="008A7B0B"/>
    <w:rsid w:val="008A7B93"/>
    <w:rsid w:val="008A7D96"/>
    <w:rsid w:val="008A7DFB"/>
    <w:rsid w:val="008A7E1D"/>
    <w:rsid w:val="008A7EC7"/>
    <w:rsid w:val="008A7FA8"/>
    <w:rsid w:val="008B0013"/>
    <w:rsid w:val="008B0020"/>
    <w:rsid w:val="008B01AE"/>
    <w:rsid w:val="008B02D4"/>
    <w:rsid w:val="008B0420"/>
    <w:rsid w:val="008B07BD"/>
    <w:rsid w:val="008B0845"/>
    <w:rsid w:val="008B08C5"/>
    <w:rsid w:val="008B0996"/>
    <w:rsid w:val="008B0CBC"/>
    <w:rsid w:val="008B0D6D"/>
    <w:rsid w:val="008B133D"/>
    <w:rsid w:val="008B146B"/>
    <w:rsid w:val="008B16B9"/>
    <w:rsid w:val="008B17DB"/>
    <w:rsid w:val="008B1878"/>
    <w:rsid w:val="008B1D8A"/>
    <w:rsid w:val="008B1ED2"/>
    <w:rsid w:val="008B2031"/>
    <w:rsid w:val="008B20C4"/>
    <w:rsid w:val="008B2118"/>
    <w:rsid w:val="008B2242"/>
    <w:rsid w:val="008B2432"/>
    <w:rsid w:val="008B2722"/>
    <w:rsid w:val="008B2930"/>
    <w:rsid w:val="008B2A87"/>
    <w:rsid w:val="008B2D74"/>
    <w:rsid w:val="008B2F49"/>
    <w:rsid w:val="008B3776"/>
    <w:rsid w:val="008B37A4"/>
    <w:rsid w:val="008B3839"/>
    <w:rsid w:val="008B39D7"/>
    <w:rsid w:val="008B3A69"/>
    <w:rsid w:val="008B3AA5"/>
    <w:rsid w:val="008B40DC"/>
    <w:rsid w:val="008B41C8"/>
    <w:rsid w:val="008B43E9"/>
    <w:rsid w:val="008B47FB"/>
    <w:rsid w:val="008B4BAE"/>
    <w:rsid w:val="008B51C9"/>
    <w:rsid w:val="008B5242"/>
    <w:rsid w:val="008B52A2"/>
    <w:rsid w:val="008B5B05"/>
    <w:rsid w:val="008B5D09"/>
    <w:rsid w:val="008B5E27"/>
    <w:rsid w:val="008B6261"/>
    <w:rsid w:val="008B6451"/>
    <w:rsid w:val="008B6A41"/>
    <w:rsid w:val="008B6AB4"/>
    <w:rsid w:val="008B6AD1"/>
    <w:rsid w:val="008B72ED"/>
    <w:rsid w:val="008B742F"/>
    <w:rsid w:val="008B7452"/>
    <w:rsid w:val="008B7AAE"/>
    <w:rsid w:val="008C024D"/>
    <w:rsid w:val="008C04D1"/>
    <w:rsid w:val="008C06A0"/>
    <w:rsid w:val="008C0DEC"/>
    <w:rsid w:val="008C0F46"/>
    <w:rsid w:val="008C1307"/>
    <w:rsid w:val="008C15EF"/>
    <w:rsid w:val="008C18BF"/>
    <w:rsid w:val="008C1B91"/>
    <w:rsid w:val="008C1FBE"/>
    <w:rsid w:val="008C20A2"/>
    <w:rsid w:val="008C2797"/>
    <w:rsid w:val="008C283E"/>
    <w:rsid w:val="008C2BED"/>
    <w:rsid w:val="008C2C23"/>
    <w:rsid w:val="008C2F1E"/>
    <w:rsid w:val="008C2FCA"/>
    <w:rsid w:val="008C332C"/>
    <w:rsid w:val="008C3617"/>
    <w:rsid w:val="008C36EE"/>
    <w:rsid w:val="008C3713"/>
    <w:rsid w:val="008C3B0A"/>
    <w:rsid w:val="008C3C86"/>
    <w:rsid w:val="008C4001"/>
    <w:rsid w:val="008C424E"/>
    <w:rsid w:val="008C42F3"/>
    <w:rsid w:val="008C463C"/>
    <w:rsid w:val="008C480D"/>
    <w:rsid w:val="008C4A73"/>
    <w:rsid w:val="008C4B03"/>
    <w:rsid w:val="008C4FBA"/>
    <w:rsid w:val="008C5416"/>
    <w:rsid w:val="008C54EA"/>
    <w:rsid w:val="008C5557"/>
    <w:rsid w:val="008C59E2"/>
    <w:rsid w:val="008C5B96"/>
    <w:rsid w:val="008C5E1D"/>
    <w:rsid w:val="008C5EAE"/>
    <w:rsid w:val="008C5EF8"/>
    <w:rsid w:val="008C5F18"/>
    <w:rsid w:val="008C5F56"/>
    <w:rsid w:val="008C65AE"/>
    <w:rsid w:val="008C6B37"/>
    <w:rsid w:val="008C6E7C"/>
    <w:rsid w:val="008C6FAC"/>
    <w:rsid w:val="008C73E9"/>
    <w:rsid w:val="008C7A9E"/>
    <w:rsid w:val="008D047C"/>
    <w:rsid w:val="008D08C5"/>
    <w:rsid w:val="008D0A38"/>
    <w:rsid w:val="008D0B29"/>
    <w:rsid w:val="008D0CBC"/>
    <w:rsid w:val="008D11C5"/>
    <w:rsid w:val="008D1668"/>
    <w:rsid w:val="008D19E4"/>
    <w:rsid w:val="008D1AB1"/>
    <w:rsid w:val="008D1EC3"/>
    <w:rsid w:val="008D1EF6"/>
    <w:rsid w:val="008D2610"/>
    <w:rsid w:val="008D270E"/>
    <w:rsid w:val="008D2928"/>
    <w:rsid w:val="008D2BFD"/>
    <w:rsid w:val="008D3082"/>
    <w:rsid w:val="008D3231"/>
    <w:rsid w:val="008D3427"/>
    <w:rsid w:val="008D351D"/>
    <w:rsid w:val="008D369F"/>
    <w:rsid w:val="008D37ED"/>
    <w:rsid w:val="008D389B"/>
    <w:rsid w:val="008D3E3D"/>
    <w:rsid w:val="008D40F5"/>
    <w:rsid w:val="008D45B3"/>
    <w:rsid w:val="008D49FC"/>
    <w:rsid w:val="008D4CC7"/>
    <w:rsid w:val="008D51D2"/>
    <w:rsid w:val="008D5682"/>
    <w:rsid w:val="008D59E0"/>
    <w:rsid w:val="008D5B75"/>
    <w:rsid w:val="008D5D7E"/>
    <w:rsid w:val="008D5E7D"/>
    <w:rsid w:val="008D631A"/>
    <w:rsid w:val="008D6372"/>
    <w:rsid w:val="008D6AD7"/>
    <w:rsid w:val="008D6B58"/>
    <w:rsid w:val="008D6F72"/>
    <w:rsid w:val="008D746D"/>
    <w:rsid w:val="008D7561"/>
    <w:rsid w:val="008D760C"/>
    <w:rsid w:val="008D7B69"/>
    <w:rsid w:val="008E0394"/>
    <w:rsid w:val="008E055E"/>
    <w:rsid w:val="008E0843"/>
    <w:rsid w:val="008E0965"/>
    <w:rsid w:val="008E0B49"/>
    <w:rsid w:val="008E10DA"/>
    <w:rsid w:val="008E167D"/>
    <w:rsid w:val="008E1D47"/>
    <w:rsid w:val="008E1D4E"/>
    <w:rsid w:val="008E1E87"/>
    <w:rsid w:val="008E1F57"/>
    <w:rsid w:val="008E25D6"/>
    <w:rsid w:val="008E2698"/>
    <w:rsid w:val="008E26EB"/>
    <w:rsid w:val="008E2792"/>
    <w:rsid w:val="008E2DEC"/>
    <w:rsid w:val="008E2DF0"/>
    <w:rsid w:val="008E2E57"/>
    <w:rsid w:val="008E3072"/>
    <w:rsid w:val="008E309F"/>
    <w:rsid w:val="008E36EC"/>
    <w:rsid w:val="008E388D"/>
    <w:rsid w:val="008E3AE8"/>
    <w:rsid w:val="008E3B57"/>
    <w:rsid w:val="008E3C0C"/>
    <w:rsid w:val="008E3D1E"/>
    <w:rsid w:val="008E3D37"/>
    <w:rsid w:val="008E411C"/>
    <w:rsid w:val="008E41E7"/>
    <w:rsid w:val="008E44D6"/>
    <w:rsid w:val="008E4B27"/>
    <w:rsid w:val="008E4FA1"/>
    <w:rsid w:val="008E50D9"/>
    <w:rsid w:val="008E52AF"/>
    <w:rsid w:val="008E558A"/>
    <w:rsid w:val="008E5814"/>
    <w:rsid w:val="008E609C"/>
    <w:rsid w:val="008E680B"/>
    <w:rsid w:val="008E6A04"/>
    <w:rsid w:val="008E6A51"/>
    <w:rsid w:val="008E6DCA"/>
    <w:rsid w:val="008E70DB"/>
    <w:rsid w:val="008E72F3"/>
    <w:rsid w:val="008E7727"/>
    <w:rsid w:val="008E7C3F"/>
    <w:rsid w:val="008E7F60"/>
    <w:rsid w:val="008F0181"/>
    <w:rsid w:val="008F020F"/>
    <w:rsid w:val="008F057A"/>
    <w:rsid w:val="008F05E8"/>
    <w:rsid w:val="008F06D2"/>
    <w:rsid w:val="008F0987"/>
    <w:rsid w:val="008F0A4D"/>
    <w:rsid w:val="008F0DDB"/>
    <w:rsid w:val="008F12E6"/>
    <w:rsid w:val="008F1ADE"/>
    <w:rsid w:val="008F1B90"/>
    <w:rsid w:val="008F1CBD"/>
    <w:rsid w:val="008F1D56"/>
    <w:rsid w:val="008F1E44"/>
    <w:rsid w:val="008F1E7E"/>
    <w:rsid w:val="008F1F67"/>
    <w:rsid w:val="008F22AA"/>
    <w:rsid w:val="008F256A"/>
    <w:rsid w:val="008F2786"/>
    <w:rsid w:val="008F27B4"/>
    <w:rsid w:val="008F2829"/>
    <w:rsid w:val="008F298D"/>
    <w:rsid w:val="008F2AAF"/>
    <w:rsid w:val="008F2F19"/>
    <w:rsid w:val="008F31B2"/>
    <w:rsid w:val="008F3476"/>
    <w:rsid w:val="008F365D"/>
    <w:rsid w:val="008F3EE9"/>
    <w:rsid w:val="008F41B8"/>
    <w:rsid w:val="008F41E4"/>
    <w:rsid w:val="008F41EE"/>
    <w:rsid w:val="008F4258"/>
    <w:rsid w:val="008F4395"/>
    <w:rsid w:val="008F44A7"/>
    <w:rsid w:val="008F4B36"/>
    <w:rsid w:val="008F4B78"/>
    <w:rsid w:val="008F4DDB"/>
    <w:rsid w:val="008F5031"/>
    <w:rsid w:val="008F508C"/>
    <w:rsid w:val="008F50EF"/>
    <w:rsid w:val="008F5125"/>
    <w:rsid w:val="008F5199"/>
    <w:rsid w:val="008F5632"/>
    <w:rsid w:val="008F57CC"/>
    <w:rsid w:val="008F5FFA"/>
    <w:rsid w:val="008F6067"/>
    <w:rsid w:val="008F606E"/>
    <w:rsid w:val="008F61FA"/>
    <w:rsid w:val="008F643B"/>
    <w:rsid w:val="008F66A9"/>
    <w:rsid w:val="008F66E1"/>
    <w:rsid w:val="008F6B3A"/>
    <w:rsid w:val="008F6C78"/>
    <w:rsid w:val="008F6D80"/>
    <w:rsid w:val="008F6E8B"/>
    <w:rsid w:val="008F7456"/>
    <w:rsid w:val="008F7506"/>
    <w:rsid w:val="008F763B"/>
    <w:rsid w:val="008F7671"/>
    <w:rsid w:val="008F7753"/>
    <w:rsid w:val="008F77E0"/>
    <w:rsid w:val="008F7F53"/>
    <w:rsid w:val="008F7FC3"/>
    <w:rsid w:val="0090002D"/>
    <w:rsid w:val="00900222"/>
    <w:rsid w:val="00900A97"/>
    <w:rsid w:val="00900CA8"/>
    <w:rsid w:val="00900E88"/>
    <w:rsid w:val="00901416"/>
    <w:rsid w:val="00901538"/>
    <w:rsid w:val="009017AD"/>
    <w:rsid w:val="00901FC3"/>
    <w:rsid w:val="009024FE"/>
    <w:rsid w:val="00902C6A"/>
    <w:rsid w:val="00902CA1"/>
    <w:rsid w:val="009033AF"/>
    <w:rsid w:val="009035EC"/>
    <w:rsid w:val="009036DB"/>
    <w:rsid w:val="009038B3"/>
    <w:rsid w:val="00903C15"/>
    <w:rsid w:val="00904151"/>
    <w:rsid w:val="00904556"/>
    <w:rsid w:val="009046C1"/>
    <w:rsid w:val="0090476C"/>
    <w:rsid w:val="00904E13"/>
    <w:rsid w:val="00905100"/>
    <w:rsid w:val="009052CE"/>
    <w:rsid w:val="00905627"/>
    <w:rsid w:val="00905C14"/>
    <w:rsid w:val="00905CDE"/>
    <w:rsid w:val="00905D43"/>
    <w:rsid w:val="0090616D"/>
    <w:rsid w:val="00906429"/>
    <w:rsid w:val="0090642B"/>
    <w:rsid w:val="00906A1B"/>
    <w:rsid w:val="00906C42"/>
    <w:rsid w:val="0090731A"/>
    <w:rsid w:val="00907739"/>
    <w:rsid w:val="00910125"/>
    <w:rsid w:val="009102DB"/>
    <w:rsid w:val="0091039C"/>
    <w:rsid w:val="009105BB"/>
    <w:rsid w:val="00910B7A"/>
    <w:rsid w:val="009111D8"/>
    <w:rsid w:val="009112BC"/>
    <w:rsid w:val="009112C3"/>
    <w:rsid w:val="00911690"/>
    <w:rsid w:val="00911941"/>
    <w:rsid w:val="00911D52"/>
    <w:rsid w:val="00912230"/>
    <w:rsid w:val="009123CC"/>
    <w:rsid w:val="0091255B"/>
    <w:rsid w:val="009126F4"/>
    <w:rsid w:val="00912D2F"/>
    <w:rsid w:val="00912D8A"/>
    <w:rsid w:val="00912FE7"/>
    <w:rsid w:val="00913140"/>
    <w:rsid w:val="00913311"/>
    <w:rsid w:val="0091369A"/>
    <w:rsid w:val="009139D2"/>
    <w:rsid w:val="00914124"/>
    <w:rsid w:val="00914337"/>
    <w:rsid w:val="009145FB"/>
    <w:rsid w:val="009146D9"/>
    <w:rsid w:val="00914776"/>
    <w:rsid w:val="00914897"/>
    <w:rsid w:val="00914AEB"/>
    <w:rsid w:val="0091570F"/>
    <w:rsid w:val="00915739"/>
    <w:rsid w:val="00915ADB"/>
    <w:rsid w:val="00915E78"/>
    <w:rsid w:val="00915F74"/>
    <w:rsid w:val="00916039"/>
    <w:rsid w:val="00916A38"/>
    <w:rsid w:val="00916B87"/>
    <w:rsid w:val="00917042"/>
    <w:rsid w:val="00917096"/>
    <w:rsid w:val="009176DA"/>
    <w:rsid w:val="009176EF"/>
    <w:rsid w:val="0091778E"/>
    <w:rsid w:val="00917835"/>
    <w:rsid w:val="009179D4"/>
    <w:rsid w:val="00917AB8"/>
    <w:rsid w:val="00917C07"/>
    <w:rsid w:val="00917EDF"/>
    <w:rsid w:val="0092037A"/>
    <w:rsid w:val="009204B3"/>
    <w:rsid w:val="009204D7"/>
    <w:rsid w:val="00920658"/>
    <w:rsid w:val="0092078D"/>
    <w:rsid w:val="0092089D"/>
    <w:rsid w:val="00920979"/>
    <w:rsid w:val="00920CF7"/>
    <w:rsid w:val="00920D08"/>
    <w:rsid w:val="00920EAC"/>
    <w:rsid w:val="00921743"/>
    <w:rsid w:val="00921D46"/>
    <w:rsid w:val="0092231B"/>
    <w:rsid w:val="00922488"/>
    <w:rsid w:val="009225CD"/>
    <w:rsid w:val="009226F0"/>
    <w:rsid w:val="00922790"/>
    <w:rsid w:val="00922DAF"/>
    <w:rsid w:val="009231C2"/>
    <w:rsid w:val="00923941"/>
    <w:rsid w:val="00923D09"/>
    <w:rsid w:val="009243A6"/>
    <w:rsid w:val="009243DE"/>
    <w:rsid w:val="0092463A"/>
    <w:rsid w:val="0092465A"/>
    <w:rsid w:val="0092467F"/>
    <w:rsid w:val="009246FC"/>
    <w:rsid w:val="0092474C"/>
    <w:rsid w:val="00924828"/>
    <w:rsid w:val="0092496F"/>
    <w:rsid w:val="00924BE1"/>
    <w:rsid w:val="00924EAF"/>
    <w:rsid w:val="00925176"/>
    <w:rsid w:val="009254B0"/>
    <w:rsid w:val="0092588A"/>
    <w:rsid w:val="00925962"/>
    <w:rsid w:val="00925A22"/>
    <w:rsid w:val="00925FD7"/>
    <w:rsid w:val="00926152"/>
    <w:rsid w:val="009263D7"/>
    <w:rsid w:val="00926BA6"/>
    <w:rsid w:val="00926E67"/>
    <w:rsid w:val="00927163"/>
    <w:rsid w:val="00927186"/>
    <w:rsid w:val="00927222"/>
    <w:rsid w:val="009277A1"/>
    <w:rsid w:val="00927A26"/>
    <w:rsid w:val="00927AF8"/>
    <w:rsid w:val="00930325"/>
    <w:rsid w:val="00930581"/>
    <w:rsid w:val="00930AD1"/>
    <w:rsid w:val="00930BF8"/>
    <w:rsid w:val="00930D97"/>
    <w:rsid w:val="00930FC2"/>
    <w:rsid w:val="009311F0"/>
    <w:rsid w:val="0093148D"/>
    <w:rsid w:val="0093189B"/>
    <w:rsid w:val="00931949"/>
    <w:rsid w:val="00931A45"/>
    <w:rsid w:val="00931F12"/>
    <w:rsid w:val="00932080"/>
    <w:rsid w:val="00932108"/>
    <w:rsid w:val="0093241A"/>
    <w:rsid w:val="0093278E"/>
    <w:rsid w:val="0093287D"/>
    <w:rsid w:val="00932948"/>
    <w:rsid w:val="0093295B"/>
    <w:rsid w:val="009329BC"/>
    <w:rsid w:val="009329D0"/>
    <w:rsid w:val="00932F63"/>
    <w:rsid w:val="009332D3"/>
    <w:rsid w:val="0093353E"/>
    <w:rsid w:val="00933620"/>
    <w:rsid w:val="009336ED"/>
    <w:rsid w:val="0093396D"/>
    <w:rsid w:val="00933CFF"/>
    <w:rsid w:val="00934243"/>
    <w:rsid w:val="009343D0"/>
    <w:rsid w:val="009343F6"/>
    <w:rsid w:val="0093444C"/>
    <w:rsid w:val="0093468A"/>
    <w:rsid w:val="00934B01"/>
    <w:rsid w:val="00934D88"/>
    <w:rsid w:val="00934DEB"/>
    <w:rsid w:val="00935364"/>
    <w:rsid w:val="009353DE"/>
    <w:rsid w:val="00935556"/>
    <w:rsid w:val="009357FE"/>
    <w:rsid w:val="00936317"/>
    <w:rsid w:val="0093683D"/>
    <w:rsid w:val="00937248"/>
    <w:rsid w:val="009378F5"/>
    <w:rsid w:val="009379CE"/>
    <w:rsid w:val="00937FA4"/>
    <w:rsid w:val="00940031"/>
    <w:rsid w:val="009401BB"/>
    <w:rsid w:val="009401FE"/>
    <w:rsid w:val="009403E6"/>
    <w:rsid w:val="009405BE"/>
    <w:rsid w:val="00940635"/>
    <w:rsid w:val="009406BF"/>
    <w:rsid w:val="009407F6"/>
    <w:rsid w:val="00940A66"/>
    <w:rsid w:val="00940AE7"/>
    <w:rsid w:val="00940D3A"/>
    <w:rsid w:val="00940F7E"/>
    <w:rsid w:val="009414A3"/>
    <w:rsid w:val="00941516"/>
    <w:rsid w:val="00941525"/>
    <w:rsid w:val="00941DB9"/>
    <w:rsid w:val="00941EF5"/>
    <w:rsid w:val="00941F99"/>
    <w:rsid w:val="0094220C"/>
    <w:rsid w:val="009422A7"/>
    <w:rsid w:val="00942300"/>
    <w:rsid w:val="009425B6"/>
    <w:rsid w:val="009428E9"/>
    <w:rsid w:val="00942A1B"/>
    <w:rsid w:val="0094337B"/>
    <w:rsid w:val="009433B3"/>
    <w:rsid w:val="009434F1"/>
    <w:rsid w:val="00943524"/>
    <w:rsid w:val="00943886"/>
    <w:rsid w:val="009438D0"/>
    <w:rsid w:val="00943B1A"/>
    <w:rsid w:val="00943D91"/>
    <w:rsid w:val="009442B5"/>
    <w:rsid w:val="009442D7"/>
    <w:rsid w:val="0094465A"/>
    <w:rsid w:val="00944817"/>
    <w:rsid w:val="00944EF8"/>
    <w:rsid w:val="00944F28"/>
    <w:rsid w:val="00945308"/>
    <w:rsid w:val="009458BD"/>
    <w:rsid w:val="009459B5"/>
    <w:rsid w:val="00945C0B"/>
    <w:rsid w:val="009460CD"/>
    <w:rsid w:val="00946123"/>
    <w:rsid w:val="00946259"/>
    <w:rsid w:val="009464FA"/>
    <w:rsid w:val="009466EF"/>
    <w:rsid w:val="00946A9E"/>
    <w:rsid w:val="00946DDE"/>
    <w:rsid w:val="00947062"/>
    <w:rsid w:val="009471FE"/>
    <w:rsid w:val="00947502"/>
    <w:rsid w:val="00947582"/>
    <w:rsid w:val="00947977"/>
    <w:rsid w:val="00947E36"/>
    <w:rsid w:val="00947E48"/>
    <w:rsid w:val="00947F60"/>
    <w:rsid w:val="009504CB"/>
    <w:rsid w:val="00950E6E"/>
    <w:rsid w:val="00951362"/>
    <w:rsid w:val="0095145D"/>
    <w:rsid w:val="00951569"/>
    <w:rsid w:val="00951A95"/>
    <w:rsid w:val="00951BF2"/>
    <w:rsid w:val="00951D9D"/>
    <w:rsid w:val="00951DDB"/>
    <w:rsid w:val="00951F3C"/>
    <w:rsid w:val="0095204F"/>
    <w:rsid w:val="009520B0"/>
    <w:rsid w:val="00952441"/>
    <w:rsid w:val="009526FB"/>
    <w:rsid w:val="00952A39"/>
    <w:rsid w:val="00952C3A"/>
    <w:rsid w:val="00952C66"/>
    <w:rsid w:val="00953641"/>
    <w:rsid w:val="0095382E"/>
    <w:rsid w:val="00953A9B"/>
    <w:rsid w:val="00953B53"/>
    <w:rsid w:val="00953C21"/>
    <w:rsid w:val="00954155"/>
    <w:rsid w:val="00954171"/>
    <w:rsid w:val="0095439C"/>
    <w:rsid w:val="009544E7"/>
    <w:rsid w:val="00954659"/>
    <w:rsid w:val="009546FD"/>
    <w:rsid w:val="00954885"/>
    <w:rsid w:val="00954C9D"/>
    <w:rsid w:val="00954E0C"/>
    <w:rsid w:val="00954FE1"/>
    <w:rsid w:val="009550D9"/>
    <w:rsid w:val="009555B0"/>
    <w:rsid w:val="00955811"/>
    <w:rsid w:val="00955E56"/>
    <w:rsid w:val="00955EF1"/>
    <w:rsid w:val="00955EFB"/>
    <w:rsid w:val="00955F47"/>
    <w:rsid w:val="00956562"/>
    <w:rsid w:val="009568C3"/>
    <w:rsid w:val="00956B17"/>
    <w:rsid w:val="00956D55"/>
    <w:rsid w:val="00956F3D"/>
    <w:rsid w:val="00956F85"/>
    <w:rsid w:val="009571F2"/>
    <w:rsid w:val="0095733B"/>
    <w:rsid w:val="009574D7"/>
    <w:rsid w:val="009574E1"/>
    <w:rsid w:val="00957CC8"/>
    <w:rsid w:val="0096021B"/>
    <w:rsid w:val="009607AF"/>
    <w:rsid w:val="00960B44"/>
    <w:rsid w:val="00960D11"/>
    <w:rsid w:val="00960EEB"/>
    <w:rsid w:val="0096171D"/>
    <w:rsid w:val="00961A23"/>
    <w:rsid w:val="00961E6F"/>
    <w:rsid w:val="009620E1"/>
    <w:rsid w:val="009622A5"/>
    <w:rsid w:val="009623A0"/>
    <w:rsid w:val="00962463"/>
    <w:rsid w:val="009626F9"/>
    <w:rsid w:val="00962849"/>
    <w:rsid w:val="00962955"/>
    <w:rsid w:val="00962C1F"/>
    <w:rsid w:val="00962CB8"/>
    <w:rsid w:val="00962FEF"/>
    <w:rsid w:val="00963252"/>
    <w:rsid w:val="009635AD"/>
    <w:rsid w:val="0096363B"/>
    <w:rsid w:val="009639C7"/>
    <w:rsid w:val="00963CDA"/>
    <w:rsid w:val="0096448A"/>
    <w:rsid w:val="009648CB"/>
    <w:rsid w:val="00964D2D"/>
    <w:rsid w:val="00964E6F"/>
    <w:rsid w:val="00964EBE"/>
    <w:rsid w:val="00964EFB"/>
    <w:rsid w:val="00964F40"/>
    <w:rsid w:val="0096571C"/>
    <w:rsid w:val="00965A06"/>
    <w:rsid w:val="00965B2F"/>
    <w:rsid w:val="00965B8F"/>
    <w:rsid w:val="00965C70"/>
    <w:rsid w:val="00965DF9"/>
    <w:rsid w:val="00965E4B"/>
    <w:rsid w:val="00966C0E"/>
    <w:rsid w:val="00966E1C"/>
    <w:rsid w:val="00967167"/>
    <w:rsid w:val="0096761C"/>
    <w:rsid w:val="0096786B"/>
    <w:rsid w:val="00967978"/>
    <w:rsid w:val="00970697"/>
    <w:rsid w:val="0097079F"/>
    <w:rsid w:val="00970E4F"/>
    <w:rsid w:val="00970F4A"/>
    <w:rsid w:val="00971030"/>
    <w:rsid w:val="009710BA"/>
    <w:rsid w:val="00971735"/>
    <w:rsid w:val="009718D9"/>
    <w:rsid w:val="00971AEC"/>
    <w:rsid w:val="0097201C"/>
    <w:rsid w:val="009720AD"/>
    <w:rsid w:val="0097225D"/>
    <w:rsid w:val="009722D6"/>
    <w:rsid w:val="0097240B"/>
    <w:rsid w:val="00972637"/>
    <w:rsid w:val="009726B6"/>
    <w:rsid w:val="009727D2"/>
    <w:rsid w:val="00972953"/>
    <w:rsid w:val="00972BE1"/>
    <w:rsid w:val="00972BF9"/>
    <w:rsid w:val="00973323"/>
    <w:rsid w:val="00973A34"/>
    <w:rsid w:val="00973C9F"/>
    <w:rsid w:val="00973D0C"/>
    <w:rsid w:val="00973D65"/>
    <w:rsid w:val="00973E44"/>
    <w:rsid w:val="00973ECE"/>
    <w:rsid w:val="00973F75"/>
    <w:rsid w:val="00974048"/>
    <w:rsid w:val="009740E0"/>
    <w:rsid w:val="00974261"/>
    <w:rsid w:val="00974625"/>
    <w:rsid w:val="009746C5"/>
    <w:rsid w:val="00974898"/>
    <w:rsid w:val="009749A7"/>
    <w:rsid w:val="00974EA8"/>
    <w:rsid w:val="009751E3"/>
    <w:rsid w:val="00975AF2"/>
    <w:rsid w:val="00975C48"/>
    <w:rsid w:val="00975EB3"/>
    <w:rsid w:val="0097607B"/>
    <w:rsid w:val="0097646A"/>
    <w:rsid w:val="00976BA0"/>
    <w:rsid w:val="009773F2"/>
    <w:rsid w:val="00977B7A"/>
    <w:rsid w:val="00977BDB"/>
    <w:rsid w:val="009801AD"/>
    <w:rsid w:val="009802D7"/>
    <w:rsid w:val="00980308"/>
    <w:rsid w:val="0098080F"/>
    <w:rsid w:val="0098093F"/>
    <w:rsid w:val="00980EEC"/>
    <w:rsid w:val="009810D3"/>
    <w:rsid w:val="00981465"/>
    <w:rsid w:val="00981A5B"/>
    <w:rsid w:val="009821F7"/>
    <w:rsid w:val="009824E6"/>
    <w:rsid w:val="00982502"/>
    <w:rsid w:val="00982858"/>
    <w:rsid w:val="00982B83"/>
    <w:rsid w:val="00982BDB"/>
    <w:rsid w:val="00982BE2"/>
    <w:rsid w:val="00982CA6"/>
    <w:rsid w:val="00982D0E"/>
    <w:rsid w:val="00982DF6"/>
    <w:rsid w:val="00982F22"/>
    <w:rsid w:val="00982FE7"/>
    <w:rsid w:val="00983B00"/>
    <w:rsid w:val="00983BAC"/>
    <w:rsid w:val="00983C29"/>
    <w:rsid w:val="00983CEE"/>
    <w:rsid w:val="00983ED4"/>
    <w:rsid w:val="009845E1"/>
    <w:rsid w:val="00984AA1"/>
    <w:rsid w:val="00984C8B"/>
    <w:rsid w:val="00984F6E"/>
    <w:rsid w:val="00984FA1"/>
    <w:rsid w:val="0098509A"/>
    <w:rsid w:val="009852D0"/>
    <w:rsid w:val="009853D5"/>
    <w:rsid w:val="00985484"/>
    <w:rsid w:val="00985549"/>
    <w:rsid w:val="00985692"/>
    <w:rsid w:val="00985892"/>
    <w:rsid w:val="009858EC"/>
    <w:rsid w:val="00986226"/>
    <w:rsid w:val="009862F0"/>
    <w:rsid w:val="00986434"/>
    <w:rsid w:val="00986C1B"/>
    <w:rsid w:val="00986CBC"/>
    <w:rsid w:val="00986E8C"/>
    <w:rsid w:val="00987009"/>
    <w:rsid w:val="009876EC"/>
    <w:rsid w:val="00987E09"/>
    <w:rsid w:val="009902E0"/>
    <w:rsid w:val="0099046D"/>
    <w:rsid w:val="0099085D"/>
    <w:rsid w:val="00990A59"/>
    <w:rsid w:val="00990B0E"/>
    <w:rsid w:val="00990D62"/>
    <w:rsid w:val="0099101B"/>
    <w:rsid w:val="009917FD"/>
    <w:rsid w:val="00991ABC"/>
    <w:rsid w:val="00991D89"/>
    <w:rsid w:val="00991FD9"/>
    <w:rsid w:val="0099213F"/>
    <w:rsid w:val="00992269"/>
    <w:rsid w:val="00992345"/>
    <w:rsid w:val="00992477"/>
    <w:rsid w:val="00992839"/>
    <w:rsid w:val="009929A6"/>
    <w:rsid w:val="00993032"/>
    <w:rsid w:val="00993413"/>
    <w:rsid w:val="0099383C"/>
    <w:rsid w:val="009943D0"/>
    <w:rsid w:val="00994803"/>
    <w:rsid w:val="009948B5"/>
    <w:rsid w:val="00994B9E"/>
    <w:rsid w:val="00994C11"/>
    <w:rsid w:val="00994D39"/>
    <w:rsid w:val="0099503A"/>
    <w:rsid w:val="0099591F"/>
    <w:rsid w:val="00995E00"/>
    <w:rsid w:val="00995ED8"/>
    <w:rsid w:val="00995ED9"/>
    <w:rsid w:val="00996051"/>
    <w:rsid w:val="00996561"/>
    <w:rsid w:val="0099666F"/>
    <w:rsid w:val="00996773"/>
    <w:rsid w:val="009971D3"/>
    <w:rsid w:val="00997542"/>
    <w:rsid w:val="00997650"/>
    <w:rsid w:val="00997A5B"/>
    <w:rsid w:val="00997EAE"/>
    <w:rsid w:val="009A0237"/>
    <w:rsid w:val="009A0567"/>
    <w:rsid w:val="009A0656"/>
    <w:rsid w:val="009A07DC"/>
    <w:rsid w:val="009A0D7D"/>
    <w:rsid w:val="009A0E03"/>
    <w:rsid w:val="009A0FC8"/>
    <w:rsid w:val="009A1087"/>
    <w:rsid w:val="009A11F4"/>
    <w:rsid w:val="009A145F"/>
    <w:rsid w:val="009A147F"/>
    <w:rsid w:val="009A15AE"/>
    <w:rsid w:val="009A1664"/>
    <w:rsid w:val="009A18EB"/>
    <w:rsid w:val="009A1956"/>
    <w:rsid w:val="009A1A8C"/>
    <w:rsid w:val="009A1C09"/>
    <w:rsid w:val="009A1DB2"/>
    <w:rsid w:val="009A214C"/>
    <w:rsid w:val="009A24A2"/>
    <w:rsid w:val="009A27D1"/>
    <w:rsid w:val="009A2BE2"/>
    <w:rsid w:val="009A2F27"/>
    <w:rsid w:val="009A2FEA"/>
    <w:rsid w:val="009A3049"/>
    <w:rsid w:val="009A3218"/>
    <w:rsid w:val="009A32E8"/>
    <w:rsid w:val="009A3409"/>
    <w:rsid w:val="009A37FC"/>
    <w:rsid w:val="009A38AA"/>
    <w:rsid w:val="009A3956"/>
    <w:rsid w:val="009A39CD"/>
    <w:rsid w:val="009A3ED0"/>
    <w:rsid w:val="009A4107"/>
    <w:rsid w:val="009A424A"/>
    <w:rsid w:val="009A425D"/>
    <w:rsid w:val="009A4268"/>
    <w:rsid w:val="009A4362"/>
    <w:rsid w:val="009A4374"/>
    <w:rsid w:val="009A4400"/>
    <w:rsid w:val="009A471F"/>
    <w:rsid w:val="009A49C1"/>
    <w:rsid w:val="009A4AC8"/>
    <w:rsid w:val="009A4C12"/>
    <w:rsid w:val="009A5029"/>
    <w:rsid w:val="009A5244"/>
    <w:rsid w:val="009A5630"/>
    <w:rsid w:val="009A578F"/>
    <w:rsid w:val="009A5A2F"/>
    <w:rsid w:val="009A5B65"/>
    <w:rsid w:val="009A5CDE"/>
    <w:rsid w:val="009A60D2"/>
    <w:rsid w:val="009A628D"/>
    <w:rsid w:val="009A62F3"/>
    <w:rsid w:val="009A6376"/>
    <w:rsid w:val="009A65AC"/>
    <w:rsid w:val="009A6BB1"/>
    <w:rsid w:val="009A6ECE"/>
    <w:rsid w:val="009A70AA"/>
    <w:rsid w:val="009A7325"/>
    <w:rsid w:val="009A734E"/>
    <w:rsid w:val="009A7405"/>
    <w:rsid w:val="009A74F9"/>
    <w:rsid w:val="009A74FE"/>
    <w:rsid w:val="009A7520"/>
    <w:rsid w:val="009A760D"/>
    <w:rsid w:val="009A77E8"/>
    <w:rsid w:val="009A78F4"/>
    <w:rsid w:val="009A7AE4"/>
    <w:rsid w:val="009A7BC2"/>
    <w:rsid w:val="009A7BC9"/>
    <w:rsid w:val="009A7C87"/>
    <w:rsid w:val="009B05A5"/>
    <w:rsid w:val="009B083F"/>
    <w:rsid w:val="009B0B2D"/>
    <w:rsid w:val="009B1045"/>
    <w:rsid w:val="009B1733"/>
    <w:rsid w:val="009B1CA2"/>
    <w:rsid w:val="009B1EC0"/>
    <w:rsid w:val="009B1ED3"/>
    <w:rsid w:val="009B219F"/>
    <w:rsid w:val="009B2202"/>
    <w:rsid w:val="009B2222"/>
    <w:rsid w:val="009B23AE"/>
    <w:rsid w:val="009B24FA"/>
    <w:rsid w:val="009B2724"/>
    <w:rsid w:val="009B2ECF"/>
    <w:rsid w:val="009B2FBA"/>
    <w:rsid w:val="009B3016"/>
    <w:rsid w:val="009B3110"/>
    <w:rsid w:val="009B3225"/>
    <w:rsid w:val="009B3C6B"/>
    <w:rsid w:val="009B3CAF"/>
    <w:rsid w:val="009B40D2"/>
    <w:rsid w:val="009B45D1"/>
    <w:rsid w:val="009B4846"/>
    <w:rsid w:val="009B4AD1"/>
    <w:rsid w:val="009B4D43"/>
    <w:rsid w:val="009B4D93"/>
    <w:rsid w:val="009B4DBD"/>
    <w:rsid w:val="009B4E9B"/>
    <w:rsid w:val="009B501F"/>
    <w:rsid w:val="009B5089"/>
    <w:rsid w:val="009B51E1"/>
    <w:rsid w:val="009B536C"/>
    <w:rsid w:val="009B5CA3"/>
    <w:rsid w:val="009B5DFD"/>
    <w:rsid w:val="009B60B2"/>
    <w:rsid w:val="009B6127"/>
    <w:rsid w:val="009B670B"/>
    <w:rsid w:val="009B6820"/>
    <w:rsid w:val="009B690D"/>
    <w:rsid w:val="009B690F"/>
    <w:rsid w:val="009B69E3"/>
    <w:rsid w:val="009B6BCA"/>
    <w:rsid w:val="009B6BCC"/>
    <w:rsid w:val="009B6CEA"/>
    <w:rsid w:val="009B6E8D"/>
    <w:rsid w:val="009B75DE"/>
    <w:rsid w:val="009B7C38"/>
    <w:rsid w:val="009B7E51"/>
    <w:rsid w:val="009B7ED7"/>
    <w:rsid w:val="009C070C"/>
    <w:rsid w:val="009C07FD"/>
    <w:rsid w:val="009C0EC8"/>
    <w:rsid w:val="009C1178"/>
    <w:rsid w:val="009C11AF"/>
    <w:rsid w:val="009C14A8"/>
    <w:rsid w:val="009C178A"/>
    <w:rsid w:val="009C1D11"/>
    <w:rsid w:val="009C215A"/>
    <w:rsid w:val="009C2474"/>
    <w:rsid w:val="009C2894"/>
    <w:rsid w:val="009C28D1"/>
    <w:rsid w:val="009C296F"/>
    <w:rsid w:val="009C2C4D"/>
    <w:rsid w:val="009C306C"/>
    <w:rsid w:val="009C3806"/>
    <w:rsid w:val="009C3A73"/>
    <w:rsid w:val="009C3D4C"/>
    <w:rsid w:val="009C41B9"/>
    <w:rsid w:val="009C4219"/>
    <w:rsid w:val="009C42B6"/>
    <w:rsid w:val="009C42FB"/>
    <w:rsid w:val="009C4341"/>
    <w:rsid w:val="009C43EF"/>
    <w:rsid w:val="009C440A"/>
    <w:rsid w:val="009C45D8"/>
    <w:rsid w:val="009C4C78"/>
    <w:rsid w:val="009C4D1B"/>
    <w:rsid w:val="009C4DB0"/>
    <w:rsid w:val="009C4E24"/>
    <w:rsid w:val="009C4FF4"/>
    <w:rsid w:val="009C510C"/>
    <w:rsid w:val="009C5210"/>
    <w:rsid w:val="009C5417"/>
    <w:rsid w:val="009C54A5"/>
    <w:rsid w:val="009C562E"/>
    <w:rsid w:val="009C56D9"/>
    <w:rsid w:val="009C5E3D"/>
    <w:rsid w:val="009C6146"/>
    <w:rsid w:val="009C618C"/>
    <w:rsid w:val="009C62EC"/>
    <w:rsid w:val="009C6309"/>
    <w:rsid w:val="009C671F"/>
    <w:rsid w:val="009C6964"/>
    <w:rsid w:val="009C6BA1"/>
    <w:rsid w:val="009C6F6D"/>
    <w:rsid w:val="009C70A5"/>
    <w:rsid w:val="009C7303"/>
    <w:rsid w:val="009C7363"/>
    <w:rsid w:val="009C75BD"/>
    <w:rsid w:val="009C764B"/>
    <w:rsid w:val="009C7951"/>
    <w:rsid w:val="009C7B4B"/>
    <w:rsid w:val="009D0026"/>
    <w:rsid w:val="009D02A9"/>
    <w:rsid w:val="009D02F7"/>
    <w:rsid w:val="009D094B"/>
    <w:rsid w:val="009D09A7"/>
    <w:rsid w:val="009D1A71"/>
    <w:rsid w:val="009D1AA4"/>
    <w:rsid w:val="009D1C11"/>
    <w:rsid w:val="009D1ED3"/>
    <w:rsid w:val="009D1FC6"/>
    <w:rsid w:val="009D2166"/>
    <w:rsid w:val="009D23BC"/>
    <w:rsid w:val="009D2554"/>
    <w:rsid w:val="009D2579"/>
    <w:rsid w:val="009D2C7E"/>
    <w:rsid w:val="009D2CF1"/>
    <w:rsid w:val="009D3627"/>
    <w:rsid w:val="009D3A6F"/>
    <w:rsid w:val="009D3BB9"/>
    <w:rsid w:val="009D3E73"/>
    <w:rsid w:val="009D3E79"/>
    <w:rsid w:val="009D3EE4"/>
    <w:rsid w:val="009D3F94"/>
    <w:rsid w:val="009D3FDF"/>
    <w:rsid w:val="009D3FE8"/>
    <w:rsid w:val="009D416B"/>
    <w:rsid w:val="009D4A8B"/>
    <w:rsid w:val="009D4EC5"/>
    <w:rsid w:val="009D50D6"/>
    <w:rsid w:val="009D54BB"/>
    <w:rsid w:val="009D595B"/>
    <w:rsid w:val="009D5B7E"/>
    <w:rsid w:val="009D5E45"/>
    <w:rsid w:val="009D659E"/>
    <w:rsid w:val="009D66B9"/>
    <w:rsid w:val="009D6C27"/>
    <w:rsid w:val="009D6C57"/>
    <w:rsid w:val="009D6DDA"/>
    <w:rsid w:val="009D6F14"/>
    <w:rsid w:val="009D6F96"/>
    <w:rsid w:val="009D7054"/>
    <w:rsid w:val="009D70CE"/>
    <w:rsid w:val="009D7265"/>
    <w:rsid w:val="009D7434"/>
    <w:rsid w:val="009D7CEC"/>
    <w:rsid w:val="009D7E39"/>
    <w:rsid w:val="009E0085"/>
    <w:rsid w:val="009E081B"/>
    <w:rsid w:val="009E09A7"/>
    <w:rsid w:val="009E0EE0"/>
    <w:rsid w:val="009E12F5"/>
    <w:rsid w:val="009E1403"/>
    <w:rsid w:val="009E17A7"/>
    <w:rsid w:val="009E18EB"/>
    <w:rsid w:val="009E1A53"/>
    <w:rsid w:val="009E1B39"/>
    <w:rsid w:val="009E1DC0"/>
    <w:rsid w:val="009E2529"/>
    <w:rsid w:val="009E25D8"/>
    <w:rsid w:val="009E2984"/>
    <w:rsid w:val="009E3112"/>
    <w:rsid w:val="009E33F2"/>
    <w:rsid w:val="009E3453"/>
    <w:rsid w:val="009E3764"/>
    <w:rsid w:val="009E394B"/>
    <w:rsid w:val="009E3B56"/>
    <w:rsid w:val="009E3CC5"/>
    <w:rsid w:val="009E3F5C"/>
    <w:rsid w:val="009E3F5E"/>
    <w:rsid w:val="009E413D"/>
    <w:rsid w:val="009E4201"/>
    <w:rsid w:val="009E4AD8"/>
    <w:rsid w:val="009E4D42"/>
    <w:rsid w:val="009E4DE3"/>
    <w:rsid w:val="009E5204"/>
    <w:rsid w:val="009E53D9"/>
    <w:rsid w:val="009E5506"/>
    <w:rsid w:val="009E5835"/>
    <w:rsid w:val="009E5B83"/>
    <w:rsid w:val="009E5C15"/>
    <w:rsid w:val="009E5DB5"/>
    <w:rsid w:val="009E6349"/>
    <w:rsid w:val="009E65F0"/>
    <w:rsid w:val="009E6746"/>
    <w:rsid w:val="009E6748"/>
    <w:rsid w:val="009E6815"/>
    <w:rsid w:val="009E6817"/>
    <w:rsid w:val="009E68FE"/>
    <w:rsid w:val="009E6915"/>
    <w:rsid w:val="009E6C63"/>
    <w:rsid w:val="009E6D49"/>
    <w:rsid w:val="009E6F27"/>
    <w:rsid w:val="009E7015"/>
    <w:rsid w:val="009E71A7"/>
    <w:rsid w:val="009E729D"/>
    <w:rsid w:val="009E7527"/>
    <w:rsid w:val="009E75A3"/>
    <w:rsid w:val="009E7743"/>
    <w:rsid w:val="009E7774"/>
    <w:rsid w:val="009E7B6E"/>
    <w:rsid w:val="009E7F7D"/>
    <w:rsid w:val="009F0128"/>
    <w:rsid w:val="009F0A81"/>
    <w:rsid w:val="009F1122"/>
    <w:rsid w:val="009F148F"/>
    <w:rsid w:val="009F1490"/>
    <w:rsid w:val="009F1F27"/>
    <w:rsid w:val="009F2088"/>
    <w:rsid w:val="009F271C"/>
    <w:rsid w:val="009F2919"/>
    <w:rsid w:val="009F2A49"/>
    <w:rsid w:val="009F2C4D"/>
    <w:rsid w:val="009F2D20"/>
    <w:rsid w:val="009F2ECF"/>
    <w:rsid w:val="009F2F35"/>
    <w:rsid w:val="009F3080"/>
    <w:rsid w:val="009F315D"/>
    <w:rsid w:val="009F363E"/>
    <w:rsid w:val="009F39B5"/>
    <w:rsid w:val="009F3C60"/>
    <w:rsid w:val="009F3CA5"/>
    <w:rsid w:val="009F409F"/>
    <w:rsid w:val="009F43EF"/>
    <w:rsid w:val="009F4ABA"/>
    <w:rsid w:val="009F4C04"/>
    <w:rsid w:val="009F4C87"/>
    <w:rsid w:val="009F4D27"/>
    <w:rsid w:val="009F4DB2"/>
    <w:rsid w:val="009F4F4F"/>
    <w:rsid w:val="009F4F60"/>
    <w:rsid w:val="009F5075"/>
    <w:rsid w:val="009F5377"/>
    <w:rsid w:val="009F53D7"/>
    <w:rsid w:val="009F55CD"/>
    <w:rsid w:val="009F56A1"/>
    <w:rsid w:val="009F58D5"/>
    <w:rsid w:val="009F59AA"/>
    <w:rsid w:val="009F5CA8"/>
    <w:rsid w:val="009F5D36"/>
    <w:rsid w:val="009F5E2A"/>
    <w:rsid w:val="009F645C"/>
    <w:rsid w:val="009F65FE"/>
    <w:rsid w:val="009F6A8F"/>
    <w:rsid w:val="009F6DD6"/>
    <w:rsid w:val="009F6E16"/>
    <w:rsid w:val="009F6E8E"/>
    <w:rsid w:val="009F720A"/>
    <w:rsid w:val="009F73C2"/>
    <w:rsid w:val="009F7549"/>
    <w:rsid w:val="009F7919"/>
    <w:rsid w:val="009F7DA4"/>
    <w:rsid w:val="009F7FCD"/>
    <w:rsid w:val="00A000DB"/>
    <w:rsid w:val="00A000FA"/>
    <w:rsid w:val="00A00507"/>
    <w:rsid w:val="00A00991"/>
    <w:rsid w:val="00A00FC9"/>
    <w:rsid w:val="00A00FD3"/>
    <w:rsid w:val="00A0117B"/>
    <w:rsid w:val="00A013F6"/>
    <w:rsid w:val="00A017C1"/>
    <w:rsid w:val="00A01BAF"/>
    <w:rsid w:val="00A02029"/>
    <w:rsid w:val="00A02327"/>
    <w:rsid w:val="00A02AE8"/>
    <w:rsid w:val="00A02C65"/>
    <w:rsid w:val="00A02CD7"/>
    <w:rsid w:val="00A02D49"/>
    <w:rsid w:val="00A02F27"/>
    <w:rsid w:val="00A03061"/>
    <w:rsid w:val="00A030C2"/>
    <w:rsid w:val="00A0312D"/>
    <w:rsid w:val="00A03275"/>
    <w:rsid w:val="00A034F3"/>
    <w:rsid w:val="00A03B80"/>
    <w:rsid w:val="00A03E47"/>
    <w:rsid w:val="00A040E4"/>
    <w:rsid w:val="00A0466A"/>
    <w:rsid w:val="00A049E5"/>
    <w:rsid w:val="00A04E23"/>
    <w:rsid w:val="00A04EFA"/>
    <w:rsid w:val="00A055FF"/>
    <w:rsid w:val="00A05788"/>
    <w:rsid w:val="00A05C11"/>
    <w:rsid w:val="00A05DF7"/>
    <w:rsid w:val="00A0611D"/>
    <w:rsid w:val="00A061F4"/>
    <w:rsid w:val="00A06228"/>
    <w:rsid w:val="00A068F0"/>
    <w:rsid w:val="00A068FD"/>
    <w:rsid w:val="00A06D7D"/>
    <w:rsid w:val="00A06E68"/>
    <w:rsid w:val="00A06E9F"/>
    <w:rsid w:val="00A070EA"/>
    <w:rsid w:val="00A10168"/>
    <w:rsid w:val="00A101E9"/>
    <w:rsid w:val="00A10746"/>
    <w:rsid w:val="00A1082D"/>
    <w:rsid w:val="00A10AD7"/>
    <w:rsid w:val="00A10CA5"/>
    <w:rsid w:val="00A111D1"/>
    <w:rsid w:val="00A11233"/>
    <w:rsid w:val="00A113A8"/>
    <w:rsid w:val="00A11530"/>
    <w:rsid w:val="00A1158E"/>
    <w:rsid w:val="00A115D2"/>
    <w:rsid w:val="00A11780"/>
    <w:rsid w:val="00A11BD2"/>
    <w:rsid w:val="00A11E98"/>
    <w:rsid w:val="00A11ED6"/>
    <w:rsid w:val="00A11FE6"/>
    <w:rsid w:val="00A12238"/>
    <w:rsid w:val="00A12329"/>
    <w:rsid w:val="00A12480"/>
    <w:rsid w:val="00A125A6"/>
    <w:rsid w:val="00A12716"/>
    <w:rsid w:val="00A127A6"/>
    <w:rsid w:val="00A12812"/>
    <w:rsid w:val="00A12827"/>
    <w:rsid w:val="00A12B46"/>
    <w:rsid w:val="00A12EDE"/>
    <w:rsid w:val="00A13419"/>
    <w:rsid w:val="00A1342E"/>
    <w:rsid w:val="00A13D31"/>
    <w:rsid w:val="00A145C8"/>
    <w:rsid w:val="00A146EF"/>
    <w:rsid w:val="00A14731"/>
    <w:rsid w:val="00A1494E"/>
    <w:rsid w:val="00A14BB8"/>
    <w:rsid w:val="00A14C1E"/>
    <w:rsid w:val="00A1514C"/>
    <w:rsid w:val="00A15394"/>
    <w:rsid w:val="00A1565E"/>
    <w:rsid w:val="00A157BF"/>
    <w:rsid w:val="00A15B6D"/>
    <w:rsid w:val="00A15BEA"/>
    <w:rsid w:val="00A15CB4"/>
    <w:rsid w:val="00A15D0D"/>
    <w:rsid w:val="00A15E20"/>
    <w:rsid w:val="00A16632"/>
    <w:rsid w:val="00A1697C"/>
    <w:rsid w:val="00A16C40"/>
    <w:rsid w:val="00A16D44"/>
    <w:rsid w:val="00A17001"/>
    <w:rsid w:val="00A172B1"/>
    <w:rsid w:val="00A1735D"/>
    <w:rsid w:val="00A174A5"/>
    <w:rsid w:val="00A17815"/>
    <w:rsid w:val="00A17AD0"/>
    <w:rsid w:val="00A17B7A"/>
    <w:rsid w:val="00A17EA1"/>
    <w:rsid w:val="00A2036D"/>
    <w:rsid w:val="00A2038B"/>
    <w:rsid w:val="00A2053E"/>
    <w:rsid w:val="00A21113"/>
    <w:rsid w:val="00A21208"/>
    <w:rsid w:val="00A2120B"/>
    <w:rsid w:val="00A2120E"/>
    <w:rsid w:val="00A21214"/>
    <w:rsid w:val="00A2185E"/>
    <w:rsid w:val="00A21A5B"/>
    <w:rsid w:val="00A21ABE"/>
    <w:rsid w:val="00A21AE8"/>
    <w:rsid w:val="00A21BFA"/>
    <w:rsid w:val="00A21D60"/>
    <w:rsid w:val="00A2293D"/>
    <w:rsid w:val="00A22D45"/>
    <w:rsid w:val="00A22E0F"/>
    <w:rsid w:val="00A230CD"/>
    <w:rsid w:val="00A23549"/>
    <w:rsid w:val="00A23858"/>
    <w:rsid w:val="00A23BCD"/>
    <w:rsid w:val="00A23DA4"/>
    <w:rsid w:val="00A24084"/>
    <w:rsid w:val="00A245A8"/>
    <w:rsid w:val="00A246C1"/>
    <w:rsid w:val="00A24AC2"/>
    <w:rsid w:val="00A2503E"/>
    <w:rsid w:val="00A250D4"/>
    <w:rsid w:val="00A251A8"/>
    <w:rsid w:val="00A251F9"/>
    <w:rsid w:val="00A252A1"/>
    <w:rsid w:val="00A255ED"/>
    <w:rsid w:val="00A25635"/>
    <w:rsid w:val="00A25A50"/>
    <w:rsid w:val="00A25C2F"/>
    <w:rsid w:val="00A25C52"/>
    <w:rsid w:val="00A25CAA"/>
    <w:rsid w:val="00A25E89"/>
    <w:rsid w:val="00A25F0A"/>
    <w:rsid w:val="00A261FE"/>
    <w:rsid w:val="00A262B8"/>
    <w:rsid w:val="00A263E1"/>
    <w:rsid w:val="00A26722"/>
    <w:rsid w:val="00A26F08"/>
    <w:rsid w:val="00A26FB7"/>
    <w:rsid w:val="00A27082"/>
    <w:rsid w:val="00A27499"/>
    <w:rsid w:val="00A27C31"/>
    <w:rsid w:val="00A27FAC"/>
    <w:rsid w:val="00A27FC0"/>
    <w:rsid w:val="00A3007D"/>
    <w:rsid w:val="00A30669"/>
    <w:rsid w:val="00A3086A"/>
    <w:rsid w:val="00A30C6F"/>
    <w:rsid w:val="00A30CE0"/>
    <w:rsid w:val="00A3133E"/>
    <w:rsid w:val="00A31487"/>
    <w:rsid w:val="00A31598"/>
    <w:rsid w:val="00A31831"/>
    <w:rsid w:val="00A31A95"/>
    <w:rsid w:val="00A31AD7"/>
    <w:rsid w:val="00A320C7"/>
    <w:rsid w:val="00A321F8"/>
    <w:rsid w:val="00A32404"/>
    <w:rsid w:val="00A325C9"/>
    <w:rsid w:val="00A325FB"/>
    <w:rsid w:val="00A32738"/>
    <w:rsid w:val="00A327E8"/>
    <w:rsid w:val="00A32D93"/>
    <w:rsid w:val="00A334F6"/>
    <w:rsid w:val="00A33B92"/>
    <w:rsid w:val="00A33DF2"/>
    <w:rsid w:val="00A341AC"/>
    <w:rsid w:val="00A34446"/>
    <w:rsid w:val="00A34F28"/>
    <w:rsid w:val="00A34FDC"/>
    <w:rsid w:val="00A351D7"/>
    <w:rsid w:val="00A353DB"/>
    <w:rsid w:val="00A35DA1"/>
    <w:rsid w:val="00A36069"/>
    <w:rsid w:val="00A3606D"/>
    <w:rsid w:val="00A3629F"/>
    <w:rsid w:val="00A36E75"/>
    <w:rsid w:val="00A36EFB"/>
    <w:rsid w:val="00A3724A"/>
    <w:rsid w:val="00A37708"/>
    <w:rsid w:val="00A37B17"/>
    <w:rsid w:val="00A37EC5"/>
    <w:rsid w:val="00A400DA"/>
    <w:rsid w:val="00A401C7"/>
    <w:rsid w:val="00A40361"/>
    <w:rsid w:val="00A405F1"/>
    <w:rsid w:val="00A40DE2"/>
    <w:rsid w:val="00A40F6D"/>
    <w:rsid w:val="00A4154D"/>
    <w:rsid w:val="00A41AD5"/>
    <w:rsid w:val="00A41BA9"/>
    <w:rsid w:val="00A41C52"/>
    <w:rsid w:val="00A4265B"/>
    <w:rsid w:val="00A4270D"/>
    <w:rsid w:val="00A42A15"/>
    <w:rsid w:val="00A42A30"/>
    <w:rsid w:val="00A42D74"/>
    <w:rsid w:val="00A42F87"/>
    <w:rsid w:val="00A4303D"/>
    <w:rsid w:val="00A43281"/>
    <w:rsid w:val="00A43393"/>
    <w:rsid w:val="00A434D8"/>
    <w:rsid w:val="00A4354C"/>
    <w:rsid w:val="00A4368B"/>
    <w:rsid w:val="00A4390C"/>
    <w:rsid w:val="00A43B24"/>
    <w:rsid w:val="00A4434D"/>
    <w:rsid w:val="00A44C9A"/>
    <w:rsid w:val="00A44D8E"/>
    <w:rsid w:val="00A45251"/>
    <w:rsid w:val="00A45B81"/>
    <w:rsid w:val="00A4661D"/>
    <w:rsid w:val="00A46649"/>
    <w:rsid w:val="00A4693A"/>
    <w:rsid w:val="00A46A83"/>
    <w:rsid w:val="00A46AF2"/>
    <w:rsid w:val="00A46D1C"/>
    <w:rsid w:val="00A46D22"/>
    <w:rsid w:val="00A46E2E"/>
    <w:rsid w:val="00A46E95"/>
    <w:rsid w:val="00A4743F"/>
    <w:rsid w:val="00A47615"/>
    <w:rsid w:val="00A4770E"/>
    <w:rsid w:val="00A478EA"/>
    <w:rsid w:val="00A4795F"/>
    <w:rsid w:val="00A47F24"/>
    <w:rsid w:val="00A5068F"/>
    <w:rsid w:val="00A50FA9"/>
    <w:rsid w:val="00A5125D"/>
    <w:rsid w:val="00A51B76"/>
    <w:rsid w:val="00A51DE3"/>
    <w:rsid w:val="00A51EB7"/>
    <w:rsid w:val="00A521A4"/>
    <w:rsid w:val="00A524A2"/>
    <w:rsid w:val="00A52968"/>
    <w:rsid w:val="00A52F0D"/>
    <w:rsid w:val="00A5309F"/>
    <w:rsid w:val="00A5311E"/>
    <w:rsid w:val="00A53482"/>
    <w:rsid w:val="00A53578"/>
    <w:rsid w:val="00A53B7D"/>
    <w:rsid w:val="00A53ECD"/>
    <w:rsid w:val="00A53FF0"/>
    <w:rsid w:val="00A541E6"/>
    <w:rsid w:val="00A5422B"/>
    <w:rsid w:val="00A54372"/>
    <w:rsid w:val="00A547D4"/>
    <w:rsid w:val="00A54931"/>
    <w:rsid w:val="00A54AC7"/>
    <w:rsid w:val="00A54CBB"/>
    <w:rsid w:val="00A54D60"/>
    <w:rsid w:val="00A551B4"/>
    <w:rsid w:val="00A555D8"/>
    <w:rsid w:val="00A55B46"/>
    <w:rsid w:val="00A55EC9"/>
    <w:rsid w:val="00A56076"/>
    <w:rsid w:val="00A560BE"/>
    <w:rsid w:val="00A561DD"/>
    <w:rsid w:val="00A56270"/>
    <w:rsid w:val="00A5642B"/>
    <w:rsid w:val="00A566D8"/>
    <w:rsid w:val="00A57657"/>
    <w:rsid w:val="00A57879"/>
    <w:rsid w:val="00A578C3"/>
    <w:rsid w:val="00A57948"/>
    <w:rsid w:val="00A57D85"/>
    <w:rsid w:val="00A600F9"/>
    <w:rsid w:val="00A601A7"/>
    <w:rsid w:val="00A601CC"/>
    <w:rsid w:val="00A60272"/>
    <w:rsid w:val="00A6040D"/>
    <w:rsid w:val="00A6044A"/>
    <w:rsid w:val="00A604AF"/>
    <w:rsid w:val="00A606DB"/>
    <w:rsid w:val="00A6085A"/>
    <w:rsid w:val="00A60B10"/>
    <w:rsid w:val="00A60DA1"/>
    <w:rsid w:val="00A60F1B"/>
    <w:rsid w:val="00A61136"/>
    <w:rsid w:val="00A611AD"/>
    <w:rsid w:val="00A61411"/>
    <w:rsid w:val="00A61567"/>
    <w:rsid w:val="00A61582"/>
    <w:rsid w:val="00A6159F"/>
    <w:rsid w:val="00A6161A"/>
    <w:rsid w:val="00A61B4B"/>
    <w:rsid w:val="00A61B5D"/>
    <w:rsid w:val="00A61B68"/>
    <w:rsid w:val="00A61C20"/>
    <w:rsid w:val="00A61D84"/>
    <w:rsid w:val="00A622F8"/>
    <w:rsid w:val="00A62311"/>
    <w:rsid w:val="00A62453"/>
    <w:rsid w:val="00A62660"/>
    <w:rsid w:val="00A62994"/>
    <w:rsid w:val="00A62B3C"/>
    <w:rsid w:val="00A62BED"/>
    <w:rsid w:val="00A62DB0"/>
    <w:rsid w:val="00A630AD"/>
    <w:rsid w:val="00A630FF"/>
    <w:rsid w:val="00A63220"/>
    <w:rsid w:val="00A632BA"/>
    <w:rsid w:val="00A63324"/>
    <w:rsid w:val="00A6344F"/>
    <w:rsid w:val="00A636E5"/>
    <w:rsid w:val="00A6370C"/>
    <w:rsid w:val="00A63A0B"/>
    <w:rsid w:val="00A63B46"/>
    <w:rsid w:val="00A63BF6"/>
    <w:rsid w:val="00A63C2E"/>
    <w:rsid w:val="00A641BE"/>
    <w:rsid w:val="00A641CD"/>
    <w:rsid w:val="00A64265"/>
    <w:rsid w:val="00A6437F"/>
    <w:rsid w:val="00A64612"/>
    <w:rsid w:val="00A64AFC"/>
    <w:rsid w:val="00A64CEB"/>
    <w:rsid w:val="00A64D13"/>
    <w:rsid w:val="00A6500B"/>
    <w:rsid w:val="00A65917"/>
    <w:rsid w:val="00A659C4"/>
    <w:rsid w:val="00A65AD9"/>
    <w:rsid w:val="00A65C4B"/>
    <w:rsid w:val="00A65EB3"/>
    <w:rsid w:val="00A662AA"/>
    <w:rsid w:val="00A664A4"/>
    <w:rsid w:val="00A66644"/>
    <w:rsid w:val="00A66868"/>
    <w:rsid w:val="00A6688D"/>
    <w:rsid w:val="00A668B1"/>
    <w:rsid w:val="00A671B1"/>
    <w:rsid w:val="00A679FE"/>
    <w:rsid w:val="00A7021E"/>
    <w:rsid w:val="00A70B4C"/>
    <w:rsid w:val="00A70E6C"/>
    <w:rsid w:val="00A7101D"/>
    <w:rsid w:val="00A7123B"/>
    <w:rsid w:val="00A71251"/>
    <w:rsid w:val="00A712C7"/>
    <w:rsid w:val="00A71A17"/>
    <w:rsid w:val="00A71EA1"/>
    <w:rsid w:val="00A71EDE"/>
    <w:rsid w:val="00A7218A"/>
    <w:rsid w:val="00A7220F"/>
    <w:rsid w:val="00A72C13"/>
    <w:rsid w:val="00A72CBB"/>
    <w:rsid w:val="00A72F6F"/>
    <w:rsid w:val="00A732F1"/>
    <w:rsid w:val="00A73348"/>
    <w:rsid w:val="00A735B5"/>
    <w:rsid w:val="00A73796"/>
    <w:rsid w:val="00A73A3C"/>
    <w:rsid w:val="00A73B28"/>
    <w:rsid w:val="00A73D39"/>
    <w:rsid w:val="00A73DDE"/>
    <w:rsid w:val="00A73F3A"/>
    <w:rsid w:val="00A73F9A"/>
    <w:rsid w:val="00A7436B"/>
    <w:rsid w:val="00A7444D"/>
    <w:rsid w:val="00A746FF"/>
    <w:rsid w:val="00A7474F"/>
    <w:rsid w:val="00A7493E"/>
    <w:rsid w:val="00A74DD7"/>
    <w:rsid w:val="00A74EDB"/>
    <w:rsid w:val="00A74F05"/>
    <w:rsid w:val="00A7567F"/>
    <w:rsid w:val="00A76036"/>
    <w:rsid w:val="00A765C2"/>
    <w:rsid w:val="00A76632"/>
    <w:rsid w:val="00A76983"/>
    <w:rsid w:val="00A76B11"/>
    <w:rsid w:val="00A76CA8"/>
    <w:rsid w:val="00A76FDF"/>
    <w:rsid w:val="00A77815"/>
    <w:rsid w:val="00A778A8"/>
    <w:rsid w:val="00A7795A"/>
    <w:rsid w:val="00A80045"/>
    <w:rsid w:val="00A80274"/>
    <w:rsid w:val="00A8042F"/>
    <w:rsid w:val="00A804F6"/>
    <w:rsid w:val="00A805AF"/>
    <w:rsid w:val="00A81126"/>
    <w:rsid w:val="00A81260"/>
    <w:rsid w:val="00A81886"/>
    <w:rsid w:val="00A819C6"/>
    <w:rsid w:val="00A81A34"/>
    <w:rsid w:val="00A81E25"/>
    <w:rsid w:val="00A82054"/>
    <w:rsid w:val="00A82D1F"/>
    <w:rsid w:val="00A82F9C"/>
    <w:rsid w:val="00A830D6"/>
    <w:rsid w:val="00A83132"/>
    <w:rsid w:val="00A83833"/>
    <w:rsid w:val="00A83C96"/>
    <w:rsid w:val="00A83D70"/>
    <w:rsid w:val="00A83F28"/>
    <w:rsid w:val="00A841D5"/>
    <w:rsid w:val="00A84206"/>
    <w:rsid w:val="00A84EC2"/>
    <w:rsid w:val="00A84F3D"/>
    <w:rsid w:val="00A85450"/>
    <w:rsid w:val="00A855B2"/>
    <w:rsid w:val="00A85A82"/>
    <w:rsid w:val="00A85AB6"/>
    <w:rsid w:val="00A85EDD"/>
    <w:rsid w:val="00A85F1C"/>
    <w:rsid w:val="00A85F70"/>
    <w:rsid w:val="00A860E9"/>
    <w:rsid w:val="00A8657D"/>
    <w:rsid w:val="00A8661B"/>
    <w:rsid w:val="00A867CC"/>
    <w:rsid w:val="00A868A3"/>
    <w:rsid w:val="00A868AF"/>
    <w:rsid w:val="00A868FD"/>
    <w:rsid w:val="00A8727A"/>
    <w:rsid w:val="00A872C8"/>
    <w:rsid w:val="00A87349"/>
    <w:rsid w:val="00A87635"/>
    <w:rsid w:val="00A8778F"/>
    <w:rsid w:val="00A877D6"/>
    <w:rsid w:val="00A87B7D"/>
    <w:rsid w:val="00A90024"/>
    <w:rsid w:val="00A900AE"/>
    <w:rsid w:val="00A903C5"/>
    <w:rsid w:val="00A9068F"/>
    <w:rsid w:val="00A908EB"/>
    <w:rsid w:val="00A90AA0"/>
    <w:rsid w:val="00A90D68"/>
    <w:rsid w:val="00A90FAD"/>
    <w:rsid w:val="00A91197"/>
    <w:rsid w:val="00A91206"/>
    <w:rsid w:val="00A9154F"/>
    <w:rsid w:val="00A91578"/>
    <w:rsid w:val="00A91695"/>
    <w:rsid w:val="00A91D3C"/>
    <w:rsid w:val="00A923EC"/>
    <w:rsid w:val="00A924D6"/>
    <w:rsid w:val="00A93C52"/>
    <w:rsid w:val="00A93D56"/>
    <w:rsid w:val="00A93F8F"/>
    <w:rsid w:val="00A9400B"/>
    <w:rsid w:val="00A94152"/>
    <w:rsid w:val="00A94157"/>
    <w:rsid w:val="00A942E7"/>
    <w:rsid w:val="00A944D0"/>
    <w:rsid w:val="00A9497F"/>
    <w:rsid w:val="00A949E8"/>
    <w:rsid w:val="00A94EFB"/>
    <w:rsid w:val="00A950BB"/>
    <w:rsid w:val="00A95186"/>
    <w:rsid w:val="00A955E7"/>
    <w:rsid w:val="00A95915"/>
    <w:rsid w:val="00A95F64"/>
    <w:rsid w:val="00A96116"/>
    <w:rsid w:val="00A9637B"/>
    <w:rsid w:val="00A96603"/>
    <w:rsid w:val="00A9670C"/>
    <w:rsid w:val="00A96972"/>
    <w:rsid w:val="00A96AB0"/>
    <w:rsid w:val="00A97167"/>
    <w:rsid w:val="00A973F5"/>
    <w:rsid w:val="00A974CA"/>
    <w:rsid w:val="00A9786E"/>
    <w:rsid w:val="00A97993"/>
    <w:rsid w:val="00A97AA6"/>
    <w:rsid w:val="00A97B1D"/>
    <w:rsid w:val="00AA0330"/>
    <w:rsid w:val="00AA03E3"/>
    <w:rsid w:val="00AA065C"/>
    <w:rsid w:val="00AA1481"/>
    <w:rsid w:val="00AA1572"/>
    <w:rsid w:val="00AA1747"/>
    <w:rsid w:val="00AA1ACD"/>
    <w:rsid w:val="00AA1C61"/>
    <w:rsid w:val="00AA1D6B"/>
    <w:rsid w:val="00AA1F26"/>
    <w:rsid w:val="00AA20AB"/>
    <w:rsid w:val="00AA20B2"/>
    <w:rsid w:val="00AA2345"/>
    <w:rsid w:val="00AA26BE"/>
    <w:rsid w:val="00AA2750"/>
    <w:rsid w:val="00AA3397"/>
    <w:rsid w:val="00AA3512"/>
    <w:rsid w:val="00AA3869"/>
    <w:rsid w:val="00AA38BC"/>
    <w:rsid w:val="00AA38F9"/>
    <w:rsid w:val="00AA3ABE"/>
    <w:rsid w:val="00AA3E22"/>
    <w:rsid w:val="00AA40CD"/>
    <w:rsid w:val="00AA440B"/>
    <w:rsid w:val="00AA49D5"/>
    <w:rsid w:val="00AA4B58"/>
    <w:rsid w:val="00AA4B6B"/>
    <w:rsid w:val="00AA4F19"/>
    <w:rsid w:val="00AA508C"/>
    <w:rsid w:val="00AA5128"/>
    <w:rsid w:val="00AA5F93"/>
    <w:rsid w:val="00AA6634"/>
    <w:rsid w:val="00AA6983"/>
    <w:rsid w:val="00AA6E05"/>
    <w:rsid w:val="00AA6E2A"/>
    <w:rsid w:val="00AA700D"/>
    <w:rsid w:val="00AA7171"/>
    <w:rsid w:val="00AA72C0"/>
    <w:rsid w:val="00AA74CC"/>
    <w:rsid w:val="00AA750D"/>
    <w:rsid w:val="00AA79C1"/>
    <w:rsid w:val="00AA7E18"/>
    <w:rsid w:val="00AB01CE"/>
    <w:rsid w:val="00AB01D0"/>
    <w:rsid w:val="00AB028C"/>
    <w:rsid w:val="00AB03FE"/>
    <w:rsid w:val="00AB05CB"/>
    <w:rsid w:val="00AB092C"/>
    <w:rsid w:val="00AB0E88"/>
    <w:rsid w:val="00AB1890"/>
    <w:rsid w:val="00AB18CF"/>
    <w:rsid w:val="00AB18F3"/>
    <w:rsid w:val="00AB1AD4"/>
    <w:rsid w:val="00AB1BA0"/>
    <w:rsid w:val="00AB1C08"/>
    <w:rsid w:val="00AB2514"/>
    <w:rsid w:val="00AB2AE6"/>
    <w:rsid w:val="00AB32DC"/>
    <w:rsid w:val="00AB3589"/>
    <w:rsid w:val="00AB36EA"/>
    <w:rsid w:val="00AB386C"/>
    <w:rsid w:val="00AB3A60"/>
    <w:rsid w:val="00AB3AD1"/>
    <w:rsid w:val="00AB3BEB"/>
    <w:rsid w:val="00AB3C2E"/>
    <w:rsid w:val="00AB3CBD"/>
    <w:rsid w:val="00AB3D9C"/>
    <w:rsid w:val="00AB3E89"/>
    <w:rsid w:val="00AB3EBE"/>
    <w:rsid w:val="00AB4B67"/>
    <w:rsid w:val="00AB4FE8"/>
    <w:rsid w:val="00AB512D"/>
    <w:rsid w:val="00AB51F4"/>
    <w:rsid w:val="00AB5295"/>
    <w:rsid w:val="00AB53D4"/>
    <w:rsid w:val="00AB563A"/>
    <w:rsid w:val="00AB5752"/>
    <w:rsid w:val="00AB5753"/>
    <w:rsid w:val="00AB5DE1"/>
    <w:rsid w:val="00AB5EA8"/>
    <w:rsid w:val="00AB64A6"/>
    <w:rsid w:val="00AB666A"/>
    <w:rsid w:val="00AB6A9A"/>
    <w:rsid w:val="00AB6C52"/>
    <w:rsid w:val="00AB6C8F"/>
    <w:rsid w:val="00AB6CA1"/>
    <w:rsid w:val="00AB6E94"/>
    <w:rsid w:val="00AB7099"/>
    <w:rsid w:val="00AB7525"/>
    <w:rsid w:val="00AB7551"/>
    <w:rsid w:val="00AB7B71"/>
    <w:rsid w:val="00AB7B95"/>
    <w:rsid w:val="00AC0625"/>
    <w:rsid w:val="00AC08D1"/>
    <w:rsid w:val="00AC0F0C"/>
    <w:rsid w:val="00AC1224"/>
    <w:rsid w:val="00AC13BC"/>
    <w:rsid w:val="00AC1552"/>
    <w:rsid w:val="00AC166F"/>
    <w:rsid w:val="00AC19BF"/>
    <w:rsid w:val="00AC19FC"/>
    <w:rsid w:val="00AC1C41"/>
    <w:rsid w:val="00AC1CF3"/>
    <w:rsid w:val="00AC1DF5"/>
    <w:rsid w:val="00AC266E"/>
    <w:rsid w:val="00AC269A"/>
    <w:rsid w:val="00AC27EE"/>
    <w:rsid w:val="00AC2A11"/>
    <w:rsid w:val="00AC2CCC"/>
    <w:rsid w:val="00AC2E01"/>
    <w:rsid w:val="00AC30DB"/>
    <w:rsid w:val="00AC312E"/>
    <w:rsid w:val="00AC3A28"/>
    <w:rsid w:val="00AC40B8"/>
    <w:rsid w:val="00AC40D6"/>
    <w:rsid w:val="00AC423C"/>
    <w:rsid w:val="00AC4896"/>
    <w:rsid w:val="00AC4B07"/>
    <w:rsid w:val="00AC4B1D"/>
    <w:rsid w:val="00AC4D28"/>
    <w:rsid w:val="00AC4D36"/>
    <w:rsid w:val="00AC4FA5"/>
    <w:rsid w:val="00AC557A"/>
    <w:rsid w:val="00AC5592"/>
    <w:rsid w:val="00AC5700"/>
    <w:rsid w:val="00AC58D5"/>
    <w:rsid w:val="00AC5C4F"/>
    <w:rsid w:val="00AC61DA"/>
    <w:rsid w:val="00AC6513"/>
    <w:rsid w:val="00AC691D"/>
    <w:rsid w:val="00AC692F"/>
    <w:rsid w:val="00AC6E77"/>
    <w:rsid w:val="00AC6E8B"/>
    <w:rsid w:val="00AC7154"/>
    <w:rsid w:val="00AC780D"/>
    <w:rsid w:val="00AC7934"/>
    <w:rsid w:val="00AC7A55"/>
    <w:rsid w:val="00AC7AC5"/>
    <w:rsid w:val="00AC7AFE"/>
    <w:rsid w:val="00AC7E1B"/>
    <w:rsid w:val="00AC7F2A"/>
    <w:rsid w:val="00AC7F4F"/>
    <w:rsid w:val="00AD0003"/>
    <w:rsid w:val="00AD01BA"/>
    <w:rsid w:val="00AD0410"/>
    <w:rsid w:val="00AD06E2"/>
    <w:rsid w:val="00AD07AF"/>
    <w:rsid w:val="00AD08A6"/>
    <w:rsid w:val="00AD0BFA"/>
    <w:rsid w:val="00AD0C4C"/>
    <w:rsid w:val="00AD10F9"/>
    <w:rsid w:val="00AD11AE"/>
    <w:rsid w:val="00AD160E"/>
    <w:rsid w:val="00AD1C8E"/>
    <w:rsid w:val="00AD1E4F"/>
    <w:rsid w:val="00AD20EC"/>
    <w:rsid w:val="00AD250E"/>
    <w:rsid w:val="00AD266A"/>
    <w:rsid w:val="00AD278F"/>
    <w:rsid w:val="00AD2896"/>
    <w:rsid w:val="00AD289F"/>
    <w:rsid w:val="00AD2B67"/>
    <w:rsid w:val="00AD2CCF"/>
    <w:rsid w:val="00AD336B"/>
    <w:rsid w:val="00AD38DB"/>
    <w:rsid w:val="00AD3B07"/>
    <w:rsid w:val="00AD3D42"/>
    <w:rsid w:val="00AD3E89"/>
    <w:rsid w:val="00AD3EF2"/>
    <w:rsid w:val="00AD3F4C"/>
    <w:rsid w:val="00AD4009"/>
    <w:rsid w:val="00AD40A0"/>
    <w:rsid w:val="00AD43DD"/>
    <w:rsid w:val="00AD448B"/>
    <w:rsid w:val="00AD4501"/>
    <w:rsid w:val="00AD45AA"/>
    <w:rsid w:val="00AD45D3"/>
    <w:rsid w:val="00AD47A0"/>
    <w:rsid w:val="00AD48F0"/>
    <w:rsid w:val="00AD48FF"/>
    <w:rsid w:val="00AD4BE2"/>
    <w:rsid w:val="00AD4CA6"/>
    <w:rsid w:val="00AD52D9"/>
    <w:rsid w:val="00AD5354"/>
    <w:rsid w:val="00AD544A"/>
    <w:rsid w:val="00AD57B2"/>
    <w:rsid w:val="00AD5BA4"/>
    <w:rsid w:val="00AD5C58"/>
    <w:rsid w:val="00AD5CB8"/>
    <w:rsid w:val="00AD5D51"/>
    <w:rsid w:val="00AD5EE6"/>
    <w:rsid w:val="00AD5F91"/>
    <w:rsid w:val="00AD6085"/>
    <w:rsid w:val="00AD6A75"/>
    <w:rsid w:val="00AD6E10"/>
    <w:rsid w:val="00AD6F9F"/>
    <w:rsid w:val="00AD7202"/>
    <w:rsid w:val="00AD7251"/>
    <w:rsid w:val="00AD74ED"/>
    <w:rsid w:val="00AE03A8"/>
    <w:rsid w:val="00AE0639"/>
    <w:rsid w:val="00AE0B17"/>
    <w:rsid w:val="00AE0D03"/>
    <w:rsid w:val="00AE0E29"/>
    <w:rsid w:val="00AE1444"/>
    <w:rsid w:val="00AE1527"/>
    <w:rsid w:val="00AE19F1"/>
    <w:rsid w:val="00AE210A"/>
    <w:rsid w:val="00AE2269"/>
    <w:rsid w:val="00AE227B"/>
    <w:rsid w:val="00AE2544"/>
    <w:rsid w:val="00AE255E"/>
    <w:rsid w:val="00AE2686"/>
    <w:rsid w:val="00AE26E6"/>
    <w:rsid w:val="00AE276E"/>
    <w:rsid w:val="00AE2859"/>
    <w:rsid w:val="00AE2ABF"/>
    <w:rsid w:val="00AE2C4F"/>
    <w:rsid w:val="00AE2E9F"/>
    <w:rsid w:val="00AE2EB3"/>
    <w:rsid w:val="00AE2EE0"/>
    <w:rsid w:val="00AE2F33"/>
    <w:rsid w:val="00AE306F"/>
    <w:rsid w:val="00AE30D7"/>
    <w:rsid w:val="00AE3481"/>
    <w:rsid w:val="00AE34DD"/>
    <w:rsid w:val="00AE3564"/>
    <w:rsid w:val="00AE3D79"/>
    <w:rsid w:val="00AE3DF5"/>
    <w:rsid w:val="00AE4714"/>
    <w:rsid w:val="00AE47D0"/>
    <w:rsid w:val="00AE49FF"/>
    <w:rsid w:val="00AE4FE9"/>
    <w:rsid w:val="00AE5012"/>
    <w:rsid w:val="00AE561A"/>
    <w:rsid w:val="00AE5865"/>
    <w:rsid w:val="00AE594F"/>
    <w:rsid w:val="00AE5D09"/>
    <w:rsid w:val="00AE5F9B"/>
    <w:rsid w:val="00AE613E"/>
    <w:rsid w:val="00AE648C"/>
    <w:rsid w:val="00AE6A94"/>
    <w:rsid w:val="00AE6D0F"/>
    <w:rsid w:val="00AE7354"/>
    <w:rsid w:val="00AE79FC"/>
    <w:rsid w:val="00AE7F8E"/>
    <w:rsid w:val="00AF0472"/>
    <w:rsid w:val="00AF0742"/>
    <w:rsid w:val="00AF07CC"/>
    <w:rsid w:val="00AF07D6"/>
    <w:rsid w:val="00AF08ED"/>
    <w:rsid w:val="00AF0ACE"/>
    <w:rsid w:val="00AF0B85"/>
    <w:rsid w:val="00AF0BE5"/>
    <w:rsid w:val="00AF1323"/>
    <w:rsid w:val="00AF15C2"/>
    <w:rsid w:val="00AF1C2B"/>
    <w:rsid w:val="00AF1D44"/>
    <w:rsid w:val="00AF2006"/>
    <w:rsid w:val="00AF2040"/>
    <w:rsid w:val="00AF26A1"/>
    <w:rsid w:val="00AF3170"/>
    <w:rsid w:val="00AF33B6"/>
    <w:rsid w:val="00AF3467"/>
    <w:rsid w:val="00AF3826"/>
    <w:rsid w:val="00AF3C4C"/>
    <w:rsid w:val="00AF3C93"/>
    <w:rsid w:val="00AF3E69"/>
    <w:rsid w:val="00AF42FE"/>
    <w:rsid w:val="00AF4388"/>
    <w:rsid w:val="00AF4406"/>
    <w:rsid w:val="00AF4846"/>
    <w:rsid w:val="00AF49B2"/>
    <w:rsid w:val="00AF4A86"/>
    <w:rsid w:val="00AF4F77"/>
    <w:rsid w:val="00AF511A"/>
    <w:rsid w:val="00AF521E"/>
    <w:rsid w:val="00AF5375"/>
    <w:rsid w:val="00AF5644"/>
    <w:rsid w:val="00AF5C5C"/>
    <w:rsid w:val="00AF5EDD"/>
    <w:rsid w:val="00AF68BB"/>
    <w:rsid w:val="00AF6C09"/>
    <w:rsid w:val="00AF7850"/>
    <w:rsid w:val="00B00075"/>
    <w:rsid w:val="00B0042C"/>
    <w:rsid w:val="00B00470"/>
    <w:rsid w:val="00B004D6"/>
    <w:rsid w:val="00B00CF5"/>
    <w:rsid w:val="00B00DF0"/>
    <w:rsid w:val="00B00E06"/>
    <w:rsid w:val="00B00F21"/>
    <w:rsid w:val="00B014E4"/>
    <w:rsid w:val="00B01891"/>
    <w:rsid w:val="00B01AEF"/>
    <w:rsid w:val="00B020C5"/>
    <w:rsid w:val="00B02388"/>
    <w:rsid w:val="00B02401"/>
    <w:rsid w:val="00B02AFD"/>
    <w:rsid w:val="00B02DC5"/>
    <w:rsid w:val="00B02DE5"/>
    <w:rsid w:val="00B0302B"/>
    <w:rsid w:val="00B03222"/>
    <w:rsid w:val="00B032A4"/>
    <w:rsid w:val="00B032AE"/>
    <w:rsid w:val="00B0357A"/>
    <w:rsid w:val="00B035C1"/>
    <w:rsid w:val="00B03643"/>
    <w:rsid w:val="00B03808"/>
    <w:rsid w:val="00B03A8D"/>
    <w:rsid w:val="00B03FF6"/>
    <w:rsid w:val="00B04269"/>
    <w:rsid w:val="00B04273"/>
    <w:rsid w:val="00B04361"/>
    <w:rsid w:val="00B046A4"/>
    <w:rsid w:val="00B04910"/>
    <w:rsid w:val="00B04B4C"/>
    <w:rsid w:val="00B04F3A"/>
    <w:rsid w:val="00B0516A"/>
    <w:rsid w:val="00B05393"/>
    <w:rsid w:val="00B05517"/>
    <w:rsid w:val="00B05553"/>
    <w:rsid w:val="00B055F0"/>
    <w:rsid w:val="00B056B9"/>
    <w:rsid w:val="00B0583E"/>
    <w:rsid w:val="00B0595E"/>
    <w:rsid w:val="00B05AA0"/>
    <w:rsid w:val="00B05B83"/>
    <w:rsid w:val="00B05CB5"/>
    <w:rsid w:val="00B06139"/>
    <w:rsid w:val="00B07469"/>
    <w:rsid w:val="00B07759"/>
    <w:rsid w:val="00B077E9"/>
    <w:rsid w:val="00B101B7"/>
    <w:rsid w:val="00B104ED"/>
    <w:rsid w:val="00B105F0"/>
    <w:rsid w:val="00B1069A"/>
    <w:rsid w:val="00B10C0C"/>
    <w:rsid w:val="00B10D45"/>
    <w:rsid w:val="00B10F1F"/>
    <w:rsid w:val="00B11122"/>
    <w:rsid w:val="00B11251"/>
    <w:rsid w:val="00B116DC"/>
    <w:rsid w:val="00B11BBD"/>
    <w:rsid w:val="00B12056"/>
    <w:rsid w:val="00B120A2"/>
    <w:rsid w:val="00B12547"/>
    <w:rsid w:val="00B12900"/>
    <w:rsid w:val="00B1296E"/>
    <w:rsid w:val="00B12A76"/>
    <w:rsid w:val="00B12BFA"/>
    <w:rsid w:val="00B12CAC"/>
    <w:rsid w:val="00B12D6A"/>
    <w:rsid w:val="00B12E9F"/>
    <w:rsid w:val="00B136EC"/>
    <w:rsid w:val="00B13C07"/>
    <w:rsid w:val="00B13CA5"/>
    <w:rsid w:val="00B13D36"/>
    <w:rsid w:val="00B14004"/>
    <w:rsid w:val="00B140E4"/>
    <w:rsid w:val="00B14424"/>
    <w:rsid w:val="00B14543"/>
    <w:rsid w:val="00B14742"/>
    <w:rsid w:val="00B1487C"/>
    <w:rsid w:val="00B149F5"/>
    <w:rsid w:val="00B14A49"/>
    <w:rsid w:val="00B14B8B"/>
    <w:rsid w:val="00B14C66"/>
    <w:rsid w:val="00B14D7D"/>
    <w:rsid w:val="00B14FA3"/>
    <w:rsid w:val="00B14FE1"/>
    <w:rsid w:val="00B150AE"/>
    <w:rsid w:val="00B1523F"/>
    <w:rsid w:val="00B155E4"/>
    <w:rsid w:val="00B158C7"/>
    <w:rsid w:val="00B15AD3"/>
    <w:rsid w:val="00B15C08"/>
    <w:rsid w:val="00B15ED6"/>
    <w:rsid w:val="00B15FC2"/>
    <w:rsid w:val="00B163C8"/>
    <w:rsid w:val="00B168B9"/>
    <w:rsid w:val="00B16C7F"/>
    <w:rsid w:val="00B170D9"/>
    <w:rsid w:val="00B171CA"/>
    <w:rsid w:val="00B177BE"/>
    <w:rsid w:val="00B17A6A"/>
    <w:rsid w:val="00B17C47"/>
    <w:rsid w:val="00B17C9C"/>
    <w:rsid w:val="00B17EBA"/>
    <w:rsid w:val="00B20179"/>
    <w:rsid w:val="00B201AC"/>
    <w:rsid w:val="00B20349"/>
    <w:rsid w:val="00B20460"/>
    <w:rsid w:val="00B205CA"/>
    <w:rsid w:val="00B20822"/>
    <w:rsid w:val="00B21083"/>
    <w:rsid w:val="00B210C7"/>
    <w:rsid w:val="00B212B9"/>
    <w:rsid w:val="00B21352"/>
    <w:rsid w:val="00B2176D"/>
    <w:rsid w:val="00B217E1"/>
    <w:rsid w:val="00B21A07"/>
    <w:rsid w:val="00B21B3A"/>
    <w:rsid w:val="00B21E2A"/>
    <w:rsid w:val="00B21E42"/>
    <w:rsid w:val="00B21F8F"/>
    <w:rsid w:val="00B2225E"/>
    <w:rsid w:val="00B22375"/>
    <w:rsid w:val="00B223F5"/>
    <w:rsid w:val="00B22524"/>
    <w:rsid w:val="00B2296E"/>
    <w:rsid w:val="00B22B3F"/>
    <w:rsid w:val="00B22C20"/>
    <w:rsid w:val="00B232E7"/>
    <w:rsid w:val="00B23A31"/>
    <w:rsid w:val="00B24544"/>
    <w:rsid w:val="00B24581"/>
    <w:rsid w:val="00B24893"/>
    <w:rsid w:val="00B24B21"/>
    <w:rsid w:val="00B24E53"/>
    <w:rsid w:val="00B24F10"/>
    <w:rsid w:val="00B25251"/>
    <w:rsid w:val="00B257F6"/>
    <w:rsid w:val="00B25DD3"/>
    <w:rsid w:val="00B26198"/>
    <w:rsid w:val="00B2688D"/>
    <w:rsid w:val="00B26ABC"/>
    <w:rsid w:val="00B26E18"/>
    <w:rsid w:val="00B270EC"/>
    <w:rsid w:val="00B27A65"/>
    <w:rsid w:val="00B27D4B"/>
    <w:rsid w:val="00B30249"/>
    <w:rsid w:val="00B30350"/>
    <w:rsid w:val="00B3068A"/>
    <w:rsid w:val="00B30B96"/>
    <w:rsid w:val="00B30E91"/>
    <w:rsid w:val="00B3104A"/>
    <w:rsid w:val="00B311F4"/>
    <w:rsid w:val="00B312BD"/>
    <w:rsid w:val="00B314C8"/>
    <w:rsid w:val="00B3180D"/>
    <w:rsid w:val="00B31B07"/>
    <w:rsid w:val="00B31F5B"/>
    <w:rsid w:val="00B31F5D"/>
    <w:rsid w:val="00B32007"/>
    <w:rsid w:val="00B32329"/>
    <w:rsid w:val="00B325D7"/>
    <w:rsid w:val="00B32810"/>
    <w:rsid w:val="00B3299E"/>
    <w:rsid w:val="00B32B7B"/>
    <w:rsid w:val="00B32D4F"/>
    <w:rsid w:val="00B32D51"/>
    <w:rsid w:val="00B32DA7"/>
    <w:rsid w:val="00B32DB3"/>
    <w:rsid w:val="00B33653"/>
    <w:rsid w:val="00B34174"/>
    <w:rsid w:val="00B342E2"/>
    <w:rsid w:val="00B345A0"/>
    <w:rsid w:val="00B346B1"/>
    <w:rsid w:val="00B348B8"/>
    <w:rsid w:val="00B349D6"/>
    <w:rsid w:val="00B34A2B"/>
    <w:rsid w:val="00B34F2A"/>
    <w:rsid w:val="00B34F64"/>
    <w:rsid w:val="00B35B03"/>
    <w:rsid w:val="00B36017"/>
    <w:rsid w:val="00B362CC"/>
    <w:rsid w:val="00B379D4"/>
    <w:rsid w:val="00B379EB"/>
    <w:rsid w:val="00B37B89"/>
    <w:rsid w:val="00B37D24"/>
    <w:rsid w:val="00B37EE3"/>
    <w:rsid w:val="00B404AA"/>
    <w:rsid w:val="00B405ED"/>
    <w:rsid w:val="00B4069A"/>
    <w:rsid w:val="00B40ADD"/>
    <w:rsid w:val="00B40B91"/>
    <w:rsid w:val="00B4174C"/>
    <w:rsid w:val="00B41A46"/>
    <w:rsid w:val="00B41A68"/>
    <w:rsid w:val="00B41D9D"/>
    <w:rsid w:val="00B41DCC"/>
    <w:rsid w:val="00B41E86"/>
    <w:rsid w:val="00B421AD"/>
    <w:rsid w:val="00B42327"/>
    <w:rsid w:val="00B424AD"/>
    <w:rsid w:val="00B425C4"/>
    <w:rsid w:val="00B428F1"/>
    <w:rsid w:val="00B429BA"/>
    <w:rsid w:val="00B42BAC"/>
    <w:rsid w:val="00B42CE2"/>
    <w:rsid w:val="00B42E8A"/>
    <w:rsid w:val="00B43234"/>
    <w:rsid w:val="00B433EC"/>
    <w:rsid w:val="00B43708"/>
    <w:rsid w:val="00B4380F"/>
    <w:rsid w:val="00B43BFF"/>
    <w:rsid w:val="00B4411F"/>
    <w:rsid w:val="00B44521"/>
    <w:rsid w:val="00B449CB"/>
    <w:rsid w:val="00B4573C"/>
    <w:rsid w:val="00B45BB9"/>
    <w:rsid w:val="00B45CA2"/>
    <w:rsid w:val="00B45CAB"/>
    <w:rsid w:val="00B45DB3"/>
    <w:rsid w:val="00B4620A"/>
    <w:rsid w:val="00B466DA"/>
    <w:rsid w:val="00B4696E"/>
    <w:rsid w:val="00B46992"/>
    <w:rsid w:val="00B46A1E"/>
    <w:rsid w:val="00B46B92"/>
    <w:rsid w:val="00B46F19"/>
    <w:rsid w:val="00B473FD"/>
    <w:rsid w:val="00B477C2"/>
    <w:rsid w:val="00B47F7F"/>
    <w:rsid w:val="00B50188"/>
    <w:rsid w:val="00B503DF"/>
    <w:rsid w:val="00B503E9"/>
    <w:rsid w:val="00B50A99"/>
    <w:rsid w:val="00B50B66"/>
    <w:rsid w:val="00B5168D"/>
    <w:rsid w:val="00B51C97"/>
    <w:rsid w:val="00B51D09"/>
    <w:rsid w:val="00B52149"/>
    <w:rsid w:val="00B52181"/>
    <w:rsid w:val="00B52AAB"/>
    <w:rsid w:val="00B52B00"/>
    <w:rsid w:val="00B52BDD"/>
    <w:rsid w:val="00B52DB8"/>
    <w:rsid w:val="00B53597"/>
    <w:rsid w:val="00B53A6F"/>
    <w:rsid w:val="00B53BBA"/>
    <w:rsid w:val="00B53FDA"/>
    <w:rsid w:val="00B540C0"/>
    <w:rsid w:val="00B54126"/>
    <w:rsid w:val="00B5412B"/>
    <w:rsid w:val="00B5436B"/>
    <w:rsid w:val="00B545F5"/>
    <w:rsid w:val="00B54D0E"/>
    <w:rsid w:val="00B5532E"/>
    <w:rsid w:val="00B56018"/>
    <w:rsid w:val="00B56395"/>
    <w:rsid w:val="00B566DF"/>
    <w:rsid w:val="00B5670C"/>
    <w:rsid w:val="00B56ACF"/>
    <w:rsid w:val="00B56AD7"/>
    <w:rsid w:val="00B56BAE"/>
    <w:rsid w:val="00B56F2D"/>
    <w:rsid w:val="00B57206"/>
    <w:rsid w:val="00B57787"/>
    <w:rsid w:val="00B57CC6"/>
    <w:rsid w:val="00B57D68"/>
    <w:rsid w:val="00B57D82"/>
    <w:rsid w:val="00B57FE3"/>
    <w:rsid w:val="00B60099"/>
    <w:rsid w:val="00B6058B"/>
    <w:rsid w:val="00B60889"/>
    <w:rsid w:val="00B613EB"/>
    <w:rsid w:val="00B61503"/>
    <w:rsid w:val="00B61775"/>
    <w:rsid w:val="00B61B11"/>
    <w:rsid w:val="00B61BEC"/>
    <w:rsid w:val="00B61D05"/>
    <w:rsid w:val="00B61E1E"/>
    <w:rsid w:val="00B61F3B"/>
    <w:rsid w:val="00B61F46"/>
    <w:rsid w:val="00B61FE5"/>
    <w:rsid w:val="00B62178"/>
    <w:rsid w:val="00B62350"/>
    <w:rsid w:val="00B62566"/>
    <w:rsid w:val="00B6259D"/>
    <w:rsid w:val="00B62B9E"/>
    <w:rsid w:val="00B63089"/>
    <w:rsid w:val="00B63151"/>
    <w:rsid w:val="00B63283"/>
    <w:rsid w:val="00B635A5"/>
    <w:rsid w:val="00B63821"/>
    <w:rsid w:val="00B63959"/>
    <w:rsid w:val="00B63EEB"/>
    <w:rsid w:val="00B6433D"/>
    <w:rsid w:val="00B64630"/>
    <w:rsid w:val="00B64B28"/>
    <w:rsid w:val="00B64CAC"/>
    <w:rsid w:val="00B65236"/>
    <w:rsid w:val="00B653BC"/>
    <w:rsid w:val="00B659D3"/>
    <w:rsid w:val="00B65C45"/>
    <w:rsid w:val="00B65C4F"/>
    <w:rsid w:val="00B65DC0"/>
    <w:rsid w:val="00B660AE"/>
    <w:rsid w:val="00B66A38"/>
    <w:rsid w:val="00B67452"/>
    <w:rsid w:val="00B676C5"/>
    <w:rsid w:val="00B677D3"/>
    <w:rsid w:val="00B70751"/>
    <w:rsid w:val="00B70A1E"/>
    <w:rsid w:val="00B70B57"/>
    <w:rsid w:val="00B70EA3"/>
    <w:rsid w:val="00B7104C"/>
    <w:rsid w:val="00B71241"/>
    <w:rsid w:val="00B7150F"/>
    <w:rsid w:val="00B71688"/>
    <w:rsid w:val="00B716C7"/>
    <w:rsid w:val="00B718B9"/>
    <w:rsid w:val="00B718BD"/>
    <w:rsid w:val="00B71AB5"/>
    <w:rsid w:val="00B71F57"/>
    <w:rsid w:val="00B72152"/>
    <w:rsid w:val="00B7216B"/>
    <w:rsid w:val="00B7238F"/>
    <w:rsid w:val="00B72800"/>
    <w:rsid w:val="00B72A68"/>
    <w:rsid w:val="00B72B60"/>
    <w:rsid w:val="00B72FC4"/>
    <w:rsid w:val="00B73264"/>
    <w:rsid w:val="00B73635"/>
    <w:rsid w:val="00B739D2"/>
    <w:rsid w:val="00B73C5C"/>
    <w:rsid w:val="00B73D7E"/>
    <w:rsid w:val="00B73DBC"/>
    <w:rsid w:val="00B7420D"/>
    <w:rsid w:val="00B743ED"/>
    <w:rsid w:val="00B744B5"/>
    <w:rsid w:val="00B744D2"/>
    <w:rsid w:val="00B749FF"/>
    <w:rsid w:val="00B74B5A"/>
    <w:rsid w:val="00B74ED0"/>
    <w:rsid w:val="00B751F0"/>
    <w:rsid w:val="00B756DE"/>
    <w:rsid w:val="00B7574C"/>
    <w:rsid w:val="00B758C4"/>
    <w:rsid w:val="00B75928"/>
    <w:rsid w:val="00B75A77"/>
    <w:rsid w:val="00B75C39"/>
    <w:rsid w:val="00B75C61"/>
    <w:rsid w:val="00B761B5"/>
    <w:rsid w:val="00B76232"/>
    <w:rsid w:val="00B764B1"/>
    <w:rsid w:val="00B7655E"/>
    <w:rsid w:val="00B765B2"/>
    <w:rsid w:val="00B76DF2"/>
    <w:rsid w:val="00B77031"/>
    <w:rsid w:val="00B770EA"/>
    <w:rsid w:val="00B7769D"/>
    <w:rsid w:val="00B77A29"/>
    <w:rsid w:val="00B77BFA"/>
    <w:rsid w:val="00B77DE0"/>
    <w:rsid w:val="00B80585"/>
    <w:rsid w:val="00B806FD"/>
    <w:rsid w:val="00B80CF3"/>
    <w:rsid w:val="00B80FA7"/>
    <w:rsid w:val="00B81472"/>
    <w:rsid w:val="00B8157A"/>
    <w:rsid w:val="00B81748"/>
    <w:rsid w:val="00B81791"/>
    <w:rsid w:val="00B81847"/>
    <w:rsid w:val="00B81E37"/>
    <w:rsid w:val="00B81F7A"/>
    <w:rsid w:val="00B8200A"/>
    <w:rsid w:val="00B82475"/>
    <w:rsid w:val="00B824A9"/>
    <w:rsid w:val="00B82A68"/>
    <w:rsid w:val="00B831E9"/>
    <w:rsid w:val="00B832EB"/>
    <w:rsid w:val="00B835F2"/>
    <w:rsid w:val="00B83B82"/>
    <w:rsid w:val="00B83BA2"/>
    <w:rsid w:val="00B83D92"/>
    <w:rsid w:val="00B84292"/>
    <w:rsid w:val="00B842A6"/>
    <w:rsid w:val="00B848A4"/>
    <w:rsid w:val="00B84A3E"/>
    <w:rsid w:val="00B84D66"/>
    <w:rsid w:val="00B84EF2"/>
    <w:rsid w:val="00B84FC8"/>
    <w:rsid w:val="00B85073"/>
    <w:rsid w:val="00B85357"/>
    <w:rsid w:val="00B855AB"/>
    <w:rsid w:val="00B857D3"/>
    <w:rsid w:val="00B857F6"/>
    <w:rsid w:val="00B85B03"/>
    <w:rsid w:val="00B85B79"/>
    <w:rsid w:val="00B85C0A"/>
    <w:rsid w:val="00B85DD0"/>
    <w:rsid w:val="00B869C0"/>
    <w:rsid w:val="00B86A8B"/>
    <w:rsid w:val="00B86B03"/>
    <w:rsid w:val="00B86D78"/>
    <w:rsid w:val="00B86DBC"/>
    <w:rsid w:val="00B86E87"/>
    <w:rsid w:val="00B86EB5"/>
    <w:rsid w:val="00B87605"/>
    <w:rsid w:val="00B8799E"/>
    <w:rsid w:val="00B87A32"/>
    <w:rsid w:val="00B87A39"/>
    <w:rsid w:val="00B87E33"/>
    <w:rsid w:val="00B87FCE"/>
    <w:rsid w:val="00B90086"/>
    <w:rsid w:val="00B9008A"/>
    <w:rsid w:val="00B903D5"/>
    <w:rsid w:val="00B903E7"/>
    <w:rsid w:val="00B907BC"/>
    <w:rsid w:val="00B90BDA"/>
    <w:rsid w:val="00B90C91"/>
    <w:rsid w:val="00B90E61"/>
    <w:rsid w:val="00B90F2D"/>
    <w:rsid w:val="00B90FFB"/>
    <w:rsid w:val="00B911B7"/>
    <w:rsid w:val="00B9122E"/>
    <w:rsid w:val="00B91461"/>
    <w:rsid w:val="00B91752"/>
    <w:rsid w:val="00B91CCA"/>
    <w:rsid w:val="00B91D83"/>
    <w:rsid w:val="00B91F65"/>
    <w:rsid w:val="00B91FA4"/>
    <w:rsid w:val="00B921F0"/>
    <w:rsid w:val="00B9234C"/>
    <w:rsid w:val="00B92692"/>
    <w:rsid w:val="00B92823"/>
    <w:rsid w:val="00B928CD"/>
    <w:rsid w:val="00B92941"/>
    <w:rsid w:val="00B92A8B"/>
    <w:rsid w:val="00B92F8A"/>
    <w:rsid w:val="00B93054"/>
    <w:rsid w:val="00B931ED"/>
    <w:rsid w:val="00B932C7"/>
    <w:rsid w:val="00B9341E"/>
    <w:rsid w:val="00B936ED"/>
    <w:rsid w:val="00B93761"/>
    <w:rsid w:val="00B93C77"/>
    <w:rsid w:val="00B9415D"/>
    <w:rsid w:val="00B944D6"/>
    <w:rsid w:val="00B94610"/>
    <w:rsid w:val="00B9486B"/>
    <w:rsid w:val="00B94C76"/>
    <w:rsid w:val="00B94CB7"/>
    <w:rsid w:val="00B94D94"/>
    <w:rsid w:val="00B950DE"/>
    <w:rsid w:val="00B95383"/>
    <w:rsid w:val="00B95B60"/>
    <w:rsid w:val="00B95DA4"/>
    <w:rsid w:val="00B95DFA"/>
    <w:rsid w:val="00B96416"/>
    <w:rsid w:val="00B96C24"/>
    <w:rsid w:val="00B97230"/>
    <w:rsid w:val="00B972D8"/>
    <w:rsid w:val="00B976E1"/>
    <w:rsid w:val="00B977E4"/>
    <w:rsid w:val="00B97FFC"/>
    <w:rsid w:val="00BA0032"/>
    <w:rsid w:val="00BA014C"/>
    <w:rsid w:val="00BA0498"/>
    <w:rsid w:val="00BA089E"/>
    <w:rsid w:val="00BA0BC4"/>
    <w:rsid w:val="00BA0EC9"/>
    <w:rsid w:val="00BA1110"/>
    <w:rsid w:val="00BA1463"/>
    <w:rsid w:val="00BA1749"/>
    <w:rsid w:val="00BA17DA"/>
    <w:rsid w:val="00BA1937"/>
    <w:rsid w:val="00BA1994"/>
    <w:rsid w:val="00BA1A46"/>
    <w:rsid w:val="00BA1ACF"/>
    <w:rsid w:val="00BA1D38"/>
    <w:rsid w:val="00BA1D8A"/>
    <w:rsid w:val="00BA1E88"/>
    <w:rsid w:val="00BA1F24"/>
    <w:rsid w:val="00BA2A49"/>
    <w:rsid w:val="00BA2D5B"/>
    <w:rsid w:val="00BA3327"/>
    <w:rsid w:val="00BA34A1"/>
    <w:rsid w:val="00BA35CA"/>
    <w:rsid w:val="00BA363F"/>
    <w:rsid w:val="00BA364F"/>
    <w:rsid w:val="00BA3B42"/>
    <w:rsid w:val="00BA3BE2"/>
    <w:rsid w:val="00BA3D25"/>
    <w:rsid w:val="00BA3F4D"/>
    <w:rsid w:val="00BA3F64"/>
    <w:rsid w:val="00BA4170"/>
    <w:rsid w:val="00BA41DA"/>
    <w:rsid w:val="00BA4323"/>
    <w:rsid w:val="00BA43FB"/>
    <w:rsid w:val="00BA440C"/>
    <w:rsid w:val="00BA48A8"/>
    <w:rsid w:val="00BA4B6F"/>
    <w:rsid w:val="00BA4E24"/>
    <w:rsid w:val="00BA4EDC"/>
    <w:rsid w:val="00BA507C"/>
    <w:rsid w:val="00BA50E7"/>
    <w:rsid w:val="00BA534E"/>
    <w:rsid w:val="00BA53EB"/>
    <w:rsid w:val="00BA55DA"/>
    <w:rsid w:val="00BA5A78"/>
    <w:rsid w:val="00BA5B68"/>
    <w:rsid w:val="00BA6415"/>
    <w:rsid w:val="00BA678D"/>
    <w:rsid w:val="00BA6882"/>
    <w:rsid w:val="00BA6984"/>
    <w:rsid w:val="00BA6E67"/>
    <w:rsid w:val="00BA70F5"/>
    <w:rsid w:val="00BA7190"/>
    <w:rsid w:val="00BA75AB"/>
    <w:rsid w:val="00BA763B"/>
    <w:rsid w:val="00BA76B3"/>
    <w:rsid w:val="00BA7CA4"/>
    <w:rsid w:val="00BA7FF3"/>
    <w:rsid w:val="00BB0001"/>
    <w:rsid w:val="00BB007E"/>
    <w:rsid w:val="00BB04C3"/>
    <w:rsid w:val="00BB0C60"/>
    <w:rsid w:val="00BB0D1B"/>
    <w:rsid w:val="00BB0D2F"/>
    <w:rsid w:val="00BB0EB0"/>
    <w:rsid w:val="00BB0F80"/>
    <w:rsid w:val="00BB10CB"/>
    <w:rsid w:val="00BB138E"/>
    <w:rsid w:val="00BB139C"/>
    <w:rsid w:val="00BB1620"/>
    <w:rsid w:val="00BB1C1D"/>
    <w:rsid w:val="00BB2145"/>
    <w:rsid w:val="00BB22DE"/>
    <w:rsid w:val="00BB27B7"/>
    <w:rsid w:val="00BB2856"/>
    <w:rsid w:val="00BB2A72"/>
    <w:rsid w:val="00BB2FF6"/>
    <w:rsid w:val="00BB30DC"/>
    <w:rsid w:val="00BB32AC"/>
    <w:rsid w:val="00BB33D9"/>
    <w:rsid w:val="00BB35FD"/>
    <w:rsid w:val="00BB39CF"/>
    <w:rsid w:val="00BB3A22"/>
    <w:rsid w:val="00BB401E"/>
    <w:rsid w:val="00BB41C7"/>
    <w:rsid w:val="00BB44A1"/>
    <w:rsid w:val="00BB4B83"/>
    <w:rsid w:val="00BB4E54"/>
    <w:rsid w:val="00BB5551"/>
    <w:rsid w:val="00BB56A0"/>
    <w:rsid w:val="00BB57D0"/>
    <w:rsid w:val="00BB5807"/>
    <w:rsid w:val="00BB59B2"/>
    <w:rsid w:val="00BB5E07"/>
    <w:rsid w:val="00BB6288"/>
    <w:rsid w:val="00BB62D2"/>
    <w:rsid w:val="00BB6A4B"/>
    <w:rsid w:val="00BB6C81"/>
    <w:rsid w:val="00BB6E13"/>
    <w:rsid w:val="00BB6E62"/>
    <w:rsid w:val="00BB6F73"/>
    <w:rsid w:val="00BB72B0"/>
    <w:rsid w:val="00BB73BE"/>
    <w:rsid w:val="00BB740C"/>
    <w:rsid w:val="00BB7787"/>
    <w:rsid w:val="00BB7F13"/>
    <w:rsid w:val="00BC048C"/>
    <w:rsid w:val="00BC071D"/>
    <w:rsid w:val="00BC0C43"/>
    <w:rsid w:val="00BC0E1F"/>
    <w:rsid w:val="00BC0E7E"/>
    <w:rsid w:val="00BC14ED"/>
    <w:rsid w:val="00BC152E"/>
    <w:rsid w:val="00BC1699"/>
    <w:rsid w:val="00BC17AD"/>
    <w:rsid w:val="00BC194E"/>
    <w:rsid w:val="00BC1BE8"/>
    <w:rsid w:val="00BC1C55"/>
    <w:rsid w:val="00BC1D05"/>
    <w:rsid w:val="00BC1F12"/>
    <w:rsid w:val="00BC22E9"/>
    <w:rsid w:val="00BC260E"/>
    <w:rsid w:val="00BC28FB"/>
    <w:rsid w:val="00BC2BCA"/>
    <w:rsid w:val="00BC2D6E"/>
    <w:rsid w:val="00BC31DD"/>
    <w:rsid w:val="00BC3573"/>
    <w:rsid w:val="00BC36F4"/>
    <w:rsid w:val="00BC3705"/>
    <w:rsid w:val="00BC3853"/>
    <w:rsid w:val="00BC3D75"/>
    <w:rsid w:val="00BC3EE6"/>
    <w:rsid w:val="00BC40E5"/>
    <w:rsid w:val="00BC5033"/>
    <w:rsid w:val="00BC515D"/>
    <w:rsid w:val="00BC55CF"/>
    <w:rsid w:val="00BC57B8"/>
    <w:rsid w:val="00BC5C7E"/>
    <w:rsid w:val="00BC5E3A"/>
    <w:rsid w:val="00BC600D"/>
    <w:rsid w:val="00BC616C"/>
    <w:rsid w:val="00BC61EB"/>
    <w:rsid w:val="00BC6316"/>
    <w:rsid w:val="00BC639E"/>
    <w:rsid w:val="00BC6741"/>
    <w:rsid w:val="00BC680B"/>
    <w:rsid w:val="00BC6965"/>
    <w:rsid w:val="00BC7B87"/>
    <w:rsid w:val="00BC7F90"/>
    <w:rsid w:val="00BD016D"/>
    <w:rsid w:val="00BD01D6"/>
    <w:rsid w:val="00BD0578"/>
    <w:rsid w:val="00BD0719"/>
    <w:rsid w:val="00BD08DA"/>
    <w:rsid w:val="00BD0A89"/>
    <w:rsid w:val="00BD0CBE"/>
    <w:rsid w:val="00BD10C5"/>
    <w:rsid w:val="00BD13C5"/>
    <w:rsid w:val="00BD1C12"/>
    <w:rsid w:val="00BD1E23"/>
    <w:rsid w:val="00BD1E35"/>
    <w:rsid w:val="00BD1E3D"/>
    <w:rsid w:val="00BD1EB7"/>
    <w:rsid w:val="00BD268A"/>
    <w:rsid w:val="00BD2D4C"/>
    <w:rsid w:val="00BD2D71"/>
    <w:rsid w:val="00BD2EF9"/>
    <w:rsid w:val="00BD35E7"/>
    <w:rsid w:val="00BD36CD"/>
    <w:rsid w:val="00BD37D4"/>
    <w:rsid w:val="00BD4016"/>
    <w:rsid w:val="00BD4074"/>
    <w:rsid w:val="00BD41A5"/>
    <w:rsid w:val="00BD481F"/>
    <w:rsid w:val="00BD4977"/>
    <w:rsid w:val="00BD4A9E"/>
    <w:rsid w:val="00BD4F33"/>
    <w:rsid w:val="00BD533F"/>
    <w:rsid w:val="00BD551C"/>
    <w:rsid w:val="00BD56BC"/>
    <w:rsid w:val="00BD5C2E"/>
    <w:rsid w:val="00BD5EC8"/>
    <w:rsid w:val="00BD5FC2"/>
    <w:rsid w:val="00BD5FD8"/>
    <w:rsid w:val="00BD6693"/>
    <w:rsid w:val="00BD6ABB"/>
    <w:rsid w:val="00BD6C09"/>
    <w:rsid w:val="00BD7735"/>
    <w:rsid w:val="00BD77A4"/>
    <w:rsid w:val="00BD7CB3"/>
    <w:rsid w:val="00BE0857"/>
    <w:rsid w:val="00BE0A3C"/>
    <w:rsid w:val="00BE0B79"/>
    <w:rsid w:val="00BE0DB9"/>
    <w:rsid w:val="00BE1347"/>
    <w:rsid w:val="00BE1DAF"/>
    <w:rsid w:val="00BE2329"/>
    <w:rsid w:val="00BE23B5"/>
    <w:rsid w:val="00BE240B"/>
    <w:rsid w:val="00BE268F"/>
    <w:rsid w:val="00BE2836"/>
    <w:rsid w:val="00BE2891"/>
    <w:rsid w:val="00BE2AF9"/>
    <w:rsid w:val="00BE3DFD"/>
    <w:rsid w:val="00BE4296"/>
    <w:rsid w:val="00BE466C"/>
    <w:rsid w:val="00BE47FF"/>
    <w:rsid w:val="00BE48A5"/>
    <w:rsid w:val="00BE49FA"/>
    <w:rsid w:val="00BE4FE3"/>
    <w:rsid w:val="00BE5263"/>
    <w:rsid w:val="00BE5AF2"/>
    <w:rsid w:val="00BE5B2E"/>
    <w:rsid w:val="00BE60FD"/>
    <w:rsid w:val="00BE61E7"/>
    <w:rsid w:val="00BE6393"/>
    <w:rsid w:val="00BE641F"/>
    <w:rsid w:val="00BE66D5"/>
    <w:rsid w:val="00BE6C4D"/>
    <w:rsid w:val="00BE75E2"/>
    <w:rsid w:val="00BE772C"/>
    <w:rsid w:val="00BE7912"/>
    <w:rsid w:val="00BE7E29"/>
    <w:rsid w:val="00BF0096"/>
    <w:rsid w:val="00BF01F8"/>
    <w:rsid w:val="00BF02F2"/>
    <w:rsid w:val="00BF0CC4"/>
    <w:rsid w:val="00BF14FA"/>
    <w:rsid w:val="00BF19F6"/>
    <w:rsid w:val="00BF1A5E"/>
    <w:rsid w:val="00BF1ADB"/>
    <w:rsid w:val="00BF1C47"/>
    <w:rsid w:val="00BF1C9C"/>
    <w:rsid w:val="00BF24B7"/>
    <w:rsid w:val="00BF279A"/>
    <w:rsid w:val="00BF2D9E"/>
    <w:rsid w:val="00BF3432"/>
    <w:rsid w:val="00BF3434"/>
    <w:rsid w:val="00BF344B"/>
    <w:rsid w:val="00BF35F0"/>
    <w:rsid w:val="00BF36CD"/>
    <w:rsid w:val="00BF38A8"/>
    <w:rsid w:val="00BF38A9"/>
    <w:rsid w:val="00BF3A1C"/>
    <w:rsid w:val="00BF3CEA"/>
    <w:rsid w:val="00BF3FBE"/>
    <w:rsid w:val="00BF4693"/>
    <w:rsid w:val="00BF497D"/>
    <w:rsid w:val="00BF4A00"/>
    <w:rsid w:val="00BF504E"/>
    <w:rsid w:val="00BF5056"/>
    <w:rsid w:val="00BF52A5"/>
    <w:rsid w:val="00BF576E"/>
    <w:rsid w:val="00BF5D1E"/>
    <w:rsid w:val="00BF6240"/>
    <w:rsid w:val="00BF6575"/>
    <w:rsid w:val="00BF66BE"/>
    <w:rsid w:val="00BF66C1"/>
    <w:rsid w:val="00BF670B"/>
    <w:rsid w:val="00BF6C2C"/>
    <w:rsid w:val="00BF7126"/>
    <w:rsid w:val="00BF7290"/>
    <w:rsid w:val="00BF74A5"/>
    <w:rsid w:val="00BF7AD2"/>
    <w:rsid w:val="00BF7E75"/>
    <w:rsid w:val="00C00410"/>
    <w:rsid w:val="00C009AE"/>
    <w:rsid w:val="00C00FBE"/>
    <w:rsid w:val="00C0111F"/>
    <w:rsid w:val="00C01226"/>
    <w:rsid w:val="00C0146A"/>
    <w:rsid w:val="00C015E1"/>
    <w:rsid w:val="00C01666"/>
    <w:rsid w:val="00C017DE"/>
    <w:rsid w:val="00C01C01"/>
    <w:rsid w:val="00C01D20"/>
    <w:rsid w:val="00C01FAB"/>
    <w:rsid w:val="00C022C7"/>
    <w:rsid w:val="00C028D3"/>
    <w:rsid w:val="00C02AB1"/>
    <w:rsid w:val="00C02B81"/>
    <w:rsid w:val="00C02B98"/>
    <w:rsid w:val="00C0305B"/>
    <w:rsid w:val="00C03425"/>
    <w:rsid w:val="00C03718"/>
    <w:rsid w:val="00C03860"/>
    <w:rsid w:val="00C0388F"/>
    <w:rsid w:val="00C0396D"/>
    <w:rsid w:val="00C03E40"/>
    <w:rsid w:val="00C041DF"/>
    <w:rsid w:val="00C04298"/>
    <w:rsid w:val="00C042E4"/>
    <w:rsid w:val="00C0484D"/>
    <w:rsid w:val="00C0487D"/>
    <w:rsid w:val="00C04AD2"/>
    <w:rsid w:val="00C04BE5"/>
    <w:rsid w:val="00C04E20"/>
    <w:rsid w:val="00C04F7D"/>
    <w:rsid w:val="00C050A5"/>
    <w:rsid w:val="00C05288"/>
    <w:rsid w:val="00C054E1"/>
    <w:rsid w:val="00C055E9"/>
    <w:rsid w:val="00C05678"/>
    <w:rsid w:val="00C05C17"/>
    <w:rsid w:val="00C05CB3"/>
    <w:rsid w:val="00C05D16"/>
    <w:rsid w:val="00C05DAA"/>
    <w:rsid w:val="00C05FBE"/>
    <w:rsid w:val="00C0638B"/>
    <w:rsid w:val="00C063E7"/>
    <w:rsid w:val="00C06476"/>
    <w:rsid w:val="00C06638"/>
    <w:rsid w:val="00C06AA5"/>
    <w:rsid w:val="00C06FD4"/>
    <w:rsid w:val="00C075F0"/>
    <w:rsid w:val="00C079FF"/>
    <w:rsid w:val="00C07D84"/>
    <w:rsid w:val="00C100D0"/>
    <w:rsid w:val="00C100E7"/>
    <w:rsid w:val="00C10B9D"/>
    <w:rsid w:val="00C10BB3"/>
    <w:rsid w:val="00C10E7E"/>
    <w:rsid w:val="00C10F15"/>
    <w:rsid w:val="00C1159F"/>
    <w:rsid w:val="00C11666"/>
    <w:rsid w:val="00C1176C"/>
    <w:rsid w:val="00C12094"/>
    <w:rsid w:val="00C1212F"/>
    <w:rsid w:val="00C1246B"/>
    <w:rsid w:val="00C12492"/>
    <w:rsid w:val="00C1256C"/>
    <w:rsid w:val="00C12D91"/>
    <w:rsid w:val="00C13331"/>
    <w:rsid w:val="00C1336D"/>
    <w:rsid w:val="00C13CC0"/>
    <w:rsid w:val="00C13D58"/>
    <w:rsid w:val="00C14223"/>
    <w:rsid w:val="00C14377"/>
    <w:rsid w:val="00C14664"/>
    <w:rsid w:val="00C14677"/>
    <w:rsid w:val="00C146BD"/>
    <w:rsid w:val="00C14A0B"/>
    <w:rsid w:val="00C15196"/>
    <w:rsid w:val="00C15383"/>
    <w:rsid w:val="00C15628"/>
    <w:rsid w:val="00C1597F"/>
    <w:rsid w:val="00C15AC3"/>
    <w:rsid w:val="00C15B87"/>
    <w:rsid w:val="00C15BC0"/>
    <w:rsid w:val="00C160B4"/>
    <w:rsid w:val="00C162A3"/>
    <w:rsid w:val="00C1684F"/>
    <w:rsid w:val="00C168BC"/>
    <w:rsid w:val="00C168D7"/>
    <w:rsid w:val="00C16C0B"/>
    <w:rsid w:val="00C16F6B"/>
    <w:rsid w:val="00C1708A"/>
    <w:rsid w:val="00C170F6"/>
    <w:rsid w:val="00C175E8"/>
    <w:rsid w:val="00C179BE"/>
    <w:rsid w:val="00C17CF1"/>
    <w:rsid w:val="00C17F69"/>
    <w:rsid w:val="00C17FA8"/>
    <w:rsid w:val="00C2031F"/>
    <w:rsid w:val="00C20632"/>
    <w:rsid w:val="00C20C28"/>
    <w:rsid w:val="00C21034"/>
    <w:rsid w:val="00C212CA"/>
    <w:rsid w:val="00C21592"/>
    <w:rsid w:val="00C21683"/>
    <w:rsid w:val="00C216AF"/>
    <w:rsid w:val="00C21A37"/>
    <w:rsid w:val="00C22A9A"/>
    <w:rsid w:val="00C22BA5"/>
    <w:rsid w:val="00C2359C"/>
    <w:rsid w:val="00C235AB"/>
    <w:rsid w:val="00C23B10"/>
    <w:rsid w:val="00C23B51"/>
    <w:rsid w:val="00C23D00"/>
    <w:rsid w:val="00C23E0F"/>
    <w:rsid w:val="00C24086"/>
    <w:rsid w:val="00C245C5"/>
    <w:rsid w:val="00C24720"/>
    <w:rsid w:val="00C24796"/>
    <w:rsid w:val="00C2480D"/>
    <w:rsid w:val="00C24C90"/>
    <w:rsid w:val="00C24E73"/>
    <w:rsid w:val="00C25327"/>
    <w:rsid w:val="00C253F0"/>
    <w:rsid w:val="00C25563"/>
    <w:rsid w:val="00C25564"/>
    <w:rsid w:val="00C25680"/>
    <w:rsid w:val="00C25E90"/>
    <w:rsid w:val="00C26685"/>
    <w:rsid w:val="00C26A3F"/>
    <w:rsid w:val="00C26AE3"/>
    <w:rsid w:val="00C26CC3"/>
    <w:rsid w:val="00C26E41"/>
    <w:rsid w:val="00C26E51"/>
    <w:rsid w:val="00C26FD5"/>
    <w:rsid w:val="00C2707D"/>
    <w:rsid w:val="00C27256"/>
    <w:rsid w:val="00C274D0"/>
    <w:rsid w:val="00C274EC"/>
    <w:rsid w:val="00C27AAB"/>
    <w:rsid w:val="00C27B98"/>
    <w:rsid w:val="00C30A12"/>
    <w:rsid w:val="00C310FE"/>
    <w:rsid w:val="00C31277"/>
    <w:rsid w:val="00C314C4"/>
    <w:rsid w:val="00C316BD"/>
    <w:rsid w:val="00C31893"/>
    <w:rsid w:val="00C318AF"/>
    <w:rsid w:val="00C31A80"/>
    <w:rsid w:val="00C31BD5"/>
    <w:rsid w:val="00C31C3C"/>
    <w:rsid w:val="00C31DAE"/>
    <w:rsid w:val="00C32271"/>
    <w:rsid w:val="00C32707"/>
    <w:rsid w:val="00C3275C"/>
    <w:rsid w:val="00C32860"/>
    <w:rsid w:val="00C328C3"/>
    <w:rsid w:val="00C32A53"/>
    <w:rsid w:val="00C32C1B"/>
    <w:rsid w:val="00C33415"/>
    <w:rsid w:val="00C33542"/>
    <w:rsid w:val="00C33A67"/>
    <w:rsid w:val="00C33BDD"/>
    <w:rsid w:val="00C33EE3"/>
    <w:rsid w:val="00C3433B"/>
    <w:rsid w:val="00C34589"/>
    <w:rsid w:val="00C3495F"/>
    <w:rsid w:val="00C34DAD"/>
    <w:rsid w:val="00C34FC5"/>
    <w:rsid w:val="00C35119"/>
    <w:rsid w:val="00C35183"/>
    <w:rsid w:val="00C35217"/>
    <w:rsid w:val="00C3582E"/>
    <w:rsid w:val="00C35957"/>
    <w:rsid w:val="00C359E8"/>
    <w:rsid w:val="00C35A9B"/>
    <w:rsid w:val="00C35B52"/>
    <w:rsid w:val="00C35B5F"/>
    <w:rsid w:val="00C35D64"/>
    <w:rsid w:val="00C360AB"/>
    <w:rsid w:val="00C36645"/>
    <w:rsid w:val="00C36863"/>
    <w:rsid w:val="00C36B8C"/>
    <w:rsid w:val="00C36D80"/>
    <w:rsid w:val="00C370BC"/>
    <w:rsid w:val="00C370D4"/>
    <w:rsid w:val="00C372F2"/>
    <w:rsid w:val="00C3763A"/>
    <w:rsid w:val="00C3780A"/>
    <w:rsid w:val="00C3785F"/>
    <w:rsid w:val="00C37A8A"/>
    <w:rsid w:val="00C37B18"/>
    <w:rsid w:val="00C37B6B"/>
    <w:rsid w:val="00C37CAF"/>
    <w:rsid w:val="00C37CBD"/>
    <w:rsid w:val="00C37D8C"/>
    <w:rsid w:val="00C37F81"/>
    <w:rsid w:val="00C4005F"/>
    <w:rsid w:val="00C402F4"/>
    <w:rsid w:val="00C403A9"/>
    <w:rsid w:val="00C407C5"/>
    <w:rsid w:val="00C4098F"/>
    <w:rsid w:val="00C40A78"/>
    <w:rsid w:val="00C40DFC"/>
    <w:rsid w:val="00C40ED0"/>
    <w:rsid w:val="00C41098"/>
    <w:rsid w:val="00C4139D"/>
    <w:rsid w:val="00C41ACF"/>
    <w:rsid w:val="00C41C2F"/>
    <w:rsid w:val="00C41D1A"/>
    <w:rsid w:val="00C41E25"/>
    <w:rsid w:val="00C4205C"/>
    <w:rsid w:val="00C42467"/>
    <w:rsid w:val="00C42563"/>
    <w:rsid w:val="00C42738"/>
    <w:rsid w:val="00C42CF0"/>
    <w:rsid w:val="00C432BB"/>
    <w:rsid w:val="00C4386B"/>
    <w:rsid w:val="00C438BB"/>
    <w:rsid w:val="00C43C28"/>
    <w:rsid w:val="00C43C5B"/>
    <w:rsid w:val="00C43F23"/>
    <w:rsid w:val="00C43F27"/>
    <w:rsid w:val="00C447CE"/>
    <w:rsid w:val="00C44C24"/>
    <w:rsid w:val="00C44D5A"/>
    <w:rsid w:val="00C4503C"/>
    <w:rsid w:val="00C450A5"/>
    <w:rsid w:val="00C451EC"/>
    <w:rsid w:val="00C45649"/>
    <w:rsid w:val="00C45970"/>
    <w:rsid w:val="00C463A9"/>
    <w:rsid w:val="00C46488"/>
    <w:rsid w:val="00C46CA5"/>
    <w:rsid w:val="00C46E65"/>
    <w:rsid w:val="00C46F5F"/>
    <w:rsid w:val="00C47108"/>
    <w:rsid w:val="00C47BF0"/>
    <w:rsid w:val="00C47E45"/>
    <w:rsid w:val="00C503B4"/>
    <w:rsid w:val="00C50694"/>
    <w:rsid w:val="00C50A8D"/>
    <w:rsid w:val="00C51181"/>
    <w:rsid w:val="00C515CF"/>
    <w:rsid w:val="00C5180D"/>
    <w:rsid w:val="00C518DF"/>
    <w:rsid w:val="00C51B48"/>
    <w:rsid w:val="00C51CFE"/>
    <w:rsid w:val="00C52123"/>
    <w:rsid w:val="00C52142"/>
    <w:rsid w:val="00C523C9"/>
    <w:rsid w:val="00C525E0"/>
    <w:rsid w:val="00C52C44"/>
    <w:rsid w:val="00C53181"/>
    <w:rsid w:val="00C53439"/>
    <w:rsid w:val="00C53745"/>
    <w:rsid w:val="00C53758"/>
    <w:rsid w:val="00C53E55"/>
    <w:rsid w:val="00C5408B"/>
    <w:rsid w:val="00C5456B"/>
    <w:rsid w:val="00C54E66"/>
    <w:rsid w:val="00C5584B"/>
    <w:rsid w:val="00C56132"/>
    <w:rsid w:val="00C561A4"/>
    <w:rsid w:val="00C5629F"/>
    <w:rsid w:val="00C56443"/>
    <w:rsid w:val="00C565F4"/>
    <w:rsid w:val="00C566FE"/>
    <w:rsid w:val="00C56747"/>
    <w:rsid w:val="00C56927"/>
    <w:rsid w:val="00C5695D"/>
    <w:rsid w:val="00C56A30"/>
    <w:rsid w:val="00C56F03"/>
    <w:rsid w:val="00C571EE"/>
    <w:rsid w:val="00C572AD"/>
    <w:rsid w:val="00C57432"/>
    <w:rsid w:val="00C57B98"/>
    <w:rsid w:val="00C606D6"/>
    <w:rsid w:val="00C60980"/>
    <w:rsid w:val="00C60CA3"/>
    <w:rsid w:val="00C60F58"/>
    <w:rsid w:val="00C61232"/>
    <w:rsid w:val="00C614E7"/>
    <w:rsid w:val="00C61624"/>
    <w:rsid w:val="00C616C8"/>
    <w:rsid w:val="00C6172E"/>
    <w:rsid w:val="00C617BD"/>
    <w:rsid w:val="00C61A22"/>
    <w:rsid w:val="00C61B94"/>
    <w:rsid w:val="00C61CA7"/>
    <w:rsid w:val="00C61CA9"/>
    <w:rsid w:val="00C61E7D"/>
    <w:rsid w:val="00C62034"/>
    <w:rsid w:val="00C6260A"/>
    <w:rsid w:val="00C62847"/>
    <w:rsid w:val="00C62AAF"/>
    <w:rsid w:val="00C62B05"/>
    <w:rsid w:val="00C62C01"/>
    <w:rsid w:val="00C62C82"/>
    <w:rsid w:val="00C62C97"/>
    <w:rsid w:val="00C62F8A"/>
    <w:rsid w:val="00C630DE"/>
    <w:rsid w:val="00C63142"/>
    <w:rsid w:val="00C6314B"/>
    <w:rsid w:val="00C63158"/>
    <w:rsid w:val="00C63196"/>
    <w:rsid w:val="00C631E8"/>
    <w:rsid w:val="00C633DB"/>
    <w:rsid w:val="00C63588"/>
    <w:rsid w:val="00C63982"/>
    <w:rsid w:val="00C639A2"/>
    <w:rsid w:val="00C63EF9"/>
    <w:rsid w:val="00C642CE"/>
    <w:rsid w:val="00C64377"/>
    <w:rsid w:val="00C6445B"/>
    <w:rsid w:val="00C648B1"/>
    <w:rsid w:val="00C65483"/>
    <w:rsid w:val="00C65705"/>
    <w:rsid w:val="00C65C92"/>
    <w:rsid w:val="00C66035"/>
    <w:rsid w:val="00C662F3"/>
    <w:rsid w:val="00C663FC"/>
    <w:rsid w:val="00C66821"/>
    <w:rsid w:val="00C66904"/>
    <w:rsid w:val="00C672F4"/>
    <w:rsid w:val="00C6789C"/>
    <w:rsid w:val="00C67ABB"/>
    <w:rsid w:val="00C67BC4"/>
    <w:rsid w:val="00C67C60"/>
    <w:rsid w:val="00C7008E"/>
    <w:rsid w:val="00C70719"/>
    <w:rsid w:val="00C709F6"/>
    <w:rsid w:val="00C70FF5"/>
    <w:rsid w:val="00C7139A"/>
    <w:rsid w:val="00C71B32"/>
    <w:rsid w:val="00C71C60"/>
    <w:rsid w:val="00C71D87"/>
    <w:rsid w:val="00C726F0"/>
    <w:rsid w:val="00C72979"/>
    <w:rsid w:val="00C72ADB"/>
    <w:rsid w:val="00C72C4B"/>
    <w:rsid w:val="00C72D50"/>
    <w:rsid w:val="00C72EEB"/>
    <w:rsid w:val="00C73B18"/>
    <w:rsid w:val="00C73D5F"/>
    <w:rsid w:val="00C74534"/>
    <w:rsid w:val="00C74789"/>
    <w:rsid w:val="00C747AB"/>
    <w:rsid w:val="00C74BF2"/>
    <w:rsid w:val="00C75233"/>
    <w:rsid w:val="00C752DC"/>
    <w:rsid w:val="00C758C7"/>
    <w:rsid w:val="00C75D12"/>
    <w:rsid w:val="00C76D53"/>
    <w:rsid w:val="00C772CE"/>
    <w:rsid w:val="00C777D7"/>
    <w:rsid w:val="00C77D01"/>
    <w:rsid w:val="00C77EFB"/>
    <w:rsid w:val="00C80043"/>
    <w:rsid w:val="00C809B8"/>
    <w:rsid w:val="00C80A85"/>
    <w:rsid w:val="00C80AEB"/>
    <w:rsid w:val="00C810B8"/>
    <w:rsid w:val="00C81587"/>
    <w:rsid w:val="00C8215B"/>
    <w:rsid w:val="00C8234E"/>
    <w:rsid w:val="00C82981"/>
    <w:rsid w:val="00C829F9"/>
    <w:rsid w:val="00C82C15"/>
    <w:rsid w:val="00C82D2F"/>
    <w:rsid w:val="00C83384"/>
    <w:rsid w:val="00C833F6"/>
    <w:rsid w:val="00C8341A"/>
    <w:rsid w:val="00C83609"/>
    <w:rsid w:val="00C83BC2"/>
    <w:rsid w:val="00C83E32"/>
    <w:rsid w:val="00C844A5"/>
    <w:rsid w:val="00C84840"/>
    <w:rsid w:val="00C849BA"/>
    <w:rsid w:val="00C85287"/>
    <w:rsid w:val="00C852B0"/>
    <w:rsid w:val="00C85D55"/>
    <w:rsid w:val="00C85D77"/>
    <w:rsid w:val="00C8667D"/>
    <w:rsid w:val="00C86748"/>
    <w:rsid w:val="00C8744E"/>
    <w:rsid w:val="00C875FD"/>
    <w:rsid w:val="00C87A30"/>
    <w:rsid w:val="00C87FC5"/>
    <w:rsid w:val="00C90153"/>
    <w:rsid w:val="00C90375"/>
    <w:rsid w:val="00C9069D"/>
    <w:rsid w:val="00C906D6"/>
    <w:rsid w:val="00C90960"/>
    <w:rsid w:val="00C909A0"/>
    <w:rsid w:val="00C909EF"/>
    <w:rsid w:val="00C90CFE"/>
    <w:rsid w:val="00C90DD9"/>
    <w:rsid w:val="00C90F65"/>
    <w:rsid w:val="00C913BE"/>
    <w:rsid w:val="00C91441"/>
    <w:rsid w:val="00C9149F"/>
    <w:rsid w:val="00C914B1"/>
    <w:rsid w:val="00C915F1"/>
    <w:rsid w:val="00C91B83"/>
    <w:rsid w:val="00C9204C"/>
    <w:rsid w:val="00C92136"/>
    <w:rsid w:val="00C927FA"/>
    <w:rsid w:val="00C92A54"/>
    <w:rsid w:val="00C92ACF"/>
    <w:rsid w:val="00C92AD1"/>
    <w:rsid w:val="00C92C64"/>
    <w:rsid w:val="00C92F34"/>
    <w:rsid w:val="00C933DF"/>
    <w:rsid w:val="00C93574"/>
    <w:rsid w:val="00C937D4"/>
    <w:rsid w:val="00C9388D"/>
    <w:rsid w:val="00C938F4"/>
    <w:rsid w:val="00C93948"/>
    <w:rsid w:val="00C93C0E"/>
    <w:rsid w:val="00C93C9F"/>
    <w:rsid w:val="00C93D9D"/>
    <w:rsid w:val="00C93FED"/>
    <w:rsid w:val="00C940B8"/>
    <w:rsid w:val="00C940BE"/>
    <w:rsid w:val="00C94288"/>
    <w:rsid w:val="00C944FE"/>
    <w:rsid w:val="00C94668"/>
    <w:rsid w:val="00C94A40"/>
    <w:rsid w:val="00C94A4D"/>
    <w:rsid w:val="00C94B96"/>
    <w:rsid w:val="00C94BD7"/>
    <w:rsid w:val="00C94FB8"/>
    <w:rsid w:val="00C95240"/>
    <w:rsid w:val="00C953D7"/>
    <w:rsid w:val="00C9584C"/>
    <w:rsid w:val="00C959DC"/>
    <w:rsid w:val="00C95B5A"/>
    <w:rsid w:val="00C95B60"/>
    <w:rsid w:val="00C95C00"/>
    <w:rsid w:val="00C95EB3"/>
    <w:rsid w:val="00C960D8"/>
    <w:rsid w:val="00C9624F"/>
    <w:rsid w:val="00C96643"/>
    <w:rsid w:val="00C96C31"/>
    <w:rsid w:val="00C96F0D"/>
    <w:rsid w:val="00C971F5"/>
    <w:rsid w:val="00C972EF"/>
    <w:rsid w:val="00C97688"/>
    <w:rsid w:val="00C976C5"/>
    <w:rsid w:val="00C9780C"/>
    <w:rsid w:val="00C97811"/>
    <w:rsid w:val="00C978C7"/>
    <w:rsid w:val="00C97B09"/>
    <w:rsid w:val="00C97B38"/>
    <w:rsid w:val="00C97D83"/>
    <w:rsid w:val="00C97D97"/>
    <w:rsid w:val="00CA039A"/>
    <w:rsid w:val="00CA05C3"/>
    <w:rsid w:val="00CA0A7A"/>
    <w:rsid w:val="00CA0FA7"/>
    <w:rsid w:val="00CA1194"/>
    <w:rsid w:val="00CA1220"/>
    <w:rsid w:val="00CA1507"/>
    <w:rsid w:val="00CA176D"/>
    <w:rsid w:val="00CA1BE2"/>
    <w:rsid w:val="00CA1C7A"/>
    <w:rsid w:val="00CA1C8E"/>
    <w:rsid w:val="00CA1E44"/>
    <w:rsid w:val="00CA24EE"/>
    <w:rsid w:val="00CA2DAC"/>
    <w:rsid w:val="00CA2DB4"/>
    <w:rsid w:val="00CA3175"/>
    <w:rsid w:val="00CA34D9"/>
    <w:rsid w:val="00CA35D5"/>
    <w:rsid w:val="00CA3670"/>
    <w:rsid w:val="00CA398D"/>
    <w:rsid w:val="00CA3CCB"/>
    <w:rsid w:val="00CA48F8"/>
    <w:rsid w:val="00CA4917"/>
    <w:rsid w:val="00CA4F26"/>
    <w:rsid w:val="00CA51E9"/>
    <w:rsid w:val="00CA58AE"/>
    <w:rsid w:val="00CA59CD"/>
    <w:rsid w:val="00CA5BFD"/>
    <w:rsid w:val="00CA5F1C"/>
    <w:rsid w:val="00CA7100"/>
    <w:rsid w:val="00CA73F6"/>
    <w:rsid w:val="00CA74E1"/>
    <w:rsid w:val="00CA7588"/>
    <w:rsid w:val="00CA75E1"/>
    <w:rsid w:val="00CA7D93"/>
    <w:rsid w:val="00CB0063"/>
    <w:rsid w:val="00CB00AA"/>
    <w:rsid w:val="00CB0104"/>
    <w:rsid w:val="00CB0114"/>
    <w:rsid w:val="00CB0125"/>
    <w:rsid w:val="00CB01B3"/>
    <w:rsid w:val="00CB0498"/>
    <w:rsid w:val="00CB0555"/>
    <w:rsid w:val="00CB0658"/>
    <w:rsid w:val="00CB0718"/>
    <w:rsid w:val="00CB0EBB"/>
    <w:rsid w:val="00CB1188"/>
    <w:rsid w:val="00CB11B8"/>
    <w:rsid w:val="00CB195D"/>
    <w:rsid w:val="00CB19EB"/>
    <w:rsid w:val="00CB1D39"/>
    <w:rsid w:val="00CB2035"/>
    <w:rsid w:val="00CB2224"/>
    <w:rsid w:val="00CB2391"/>
    <w:rsid w:val="00CB2BD3"/>
    <w:rsid w:val="00CB2CBD"/>
    <w:rsid w:val="00CB2DC3"/>
    <w:rsid w:val="00CB30A3"/>
    <w:rsid w:val="00CB39E5"/>
    <w:rsid w:val="00CB3FD6"/>
    <w:rsid w:val="00CB41B7"/>
    <w:rsid w:val="00CB4350"/>
    <w:rsid w:val="00CB46AD"/>
    <w:rsid w:val="00CB488D"/>
    <w:rsid w:val="00CB4A0F"/>
    <w:rsid w:val="00CB4D2C"/>
    <w:rsid w:val="00CB4D6D"/>
    <w:rsid w:val="00CB527D"/>
    <w:rsid w:val="00CB53BC"/>
    <w:rsid w:val="00CB5629"/>
    <w:rsid w:val="00CB566F"/>
    <w:rsid w:val="00CB5B39"/>
    <w:rsid w:val="00CB5DDF"/>
    <w:rsid w:val="00CB5F31"/>
    <w:rsid w:val="00CB6507"/>
    <w:rsid w:val="00CB6F99"/>
    <w:rsid w:val="00CB7034"/>
    <w:rsid w:val="00CB7113"/>
    <w:rsid w:val="00CB7252"/>
    <w:rsid w:val="00CB72ED"/>
    <w:rsid w:val="00CB7C4B"/>
    <w:rsid w:val="00CB7F62"/>
    <w:rsid w:val="00CC0334"/>
    <w:rsid w:val="00CC086B"/>
    <w:rsid w:val="00CC09A8"/>
    <w:rsid w:val="00CC09BC"/>
    <w:rsid w:val="00CC0B08"/>
    <w:rsid w:val="00CC0D30"/>
    <w:rsid w:val="00CC0F00"/>
    <w:rsid w:val="00CC1153"/>
    <w:rsid w:val="00CC13DB"/>
    <w:rsid w:val="00CC18F2"/>
    <w:rsid w:val="00CC1DBD"/>
    <w:rsid w:val="00CC1E9E"/>
    <w:rsid w:val="00CC1FC4"/>
    <w:rsid w:val="00CC20ED"/>
    <w:rsid w:val="00CC228F"/>
    <w:rsid w:val="00CC22AC"/>
    <w:rsid w:val="00CC22D6"/>
    <w:rsid w:val="00CC28DA"/>
    <w:rsid w:val="00CC2AA4"/>
    <w:rsid w:val="00CC3017"/>
    <w:rsid w:val="00CC31C0"/>
    <w:rsid w:val="00CC3495"/>
    <w:rsid w:val="00CC3507"/>
    <w:rsid w:val="00CC36D5"/>
    <w:rsid w:val="00CC394E"/>
    <w:rsid w:val="00CC3EBD"/>
    <w:rsid w:val="00CC435F"/>
    <w:rsid w:val="00CC44BB"/>
    <w:rsid w:val="00CC47AF"/>
    <w:rsid w:val="00CC4EF1"/>
    <w:rsid w:val="00CC5060"/>
    <w:rsid w:val="00CC521B"/>
    <w:rsid w:val="00CC5364"/>
    <w:rsid w:val="00CC53CE"/>
    <w:rsid w:val="00CC5538"/>
    <w:rsid w:val="00CC56E1"/>
    <w:rsid w:val="00CC5766"/>
    <w:rsid w:val="00CC5806"/>
    <w:rsid w:val="00CC5ECD"/>
    <w:rsid w:val="00CC65B0"/>
    <w:rsid w:val="00CC692B"/>
    <w:rsid w:val="00CC6E9E"/>
    <w:rsid w:val="00CC6F7E"/>
    <w:rsid w:val="00CC70A5"/>
    <w:rsid w:val="00CC75A2"/>
    <w:rsid w:val="00CC78EC"/>
    <w:rsid w:val="00CD036B"/>
    <w:rsid w:val="00CD0697"/>
    <w:rsid w:val="00CD0CD9"/>
    <w:rsid w:val="00CD0F26"/>
    <w:rsid w:val="00CD0F3A"/>
    <w:rsid w:val="00CD1139"/>
    <w:rsid w:val="00CD1879"/>
    <w:rsid w:val="00CD1C0E"/>
    <w:rsid w:val="00CD2177"/>
    <w:rsid w:val="00CD230D"/>
    <w:rsid w:val="00CD265D"/>
    <w:rsid w:val="00CD26FE"/>
    <w:rsid w:val="00CD29AE"/>
    <w:rsid w:val="00CD2A2F"/>
    <w:rsid w:val="00CD2A6C"/>
    <w:rsid w:val="00CD2ABC"/>
    <w:rsid w:val="00CD3080"/>
    <w:rsid w:val="00CD31BD"/>
    <w:rsid w:val="00CD3539"/>
    <w:rsid w:val="00CD39D1"/>
    <w:rsid w:val="00CD3B9B"/>
    <w:rsid w:val="00CD3C9D"/>
    <w:rsid w:val="00CD3DB1"/>
    <w:rsid w:val="00CD3F22"/>
    <w:rsid w:val="00CD40E5"/>
    <w:rsid w:val="00CD420E"/>
    <w:rsid w:val="00CD4596"/>
    <w:rsid w:val="00CD4ADC"/>
    <w:rsid w:val="00CD4C4F"/>
    <w:rsid w:val="00CD4D10"/>
    <w:rsid w:val="00CD4DD6"/>
    <w:rsid w:val="00CD4DE5"/>
    <w:rsid w:val="00CD4F94"/>
    <w:rsid w:val="00CD508D"/>
    <w:rsid w:val="00CD53DD"/>
    <w:rsid w:val="00CD5875"/>
    <w:rsid w:val="00CD5942"/>
    <w:rsid w:val="00CD6679"/>
    <w:rsid w:val="00CD671D"/>
    <w:rsid w:val="00CD6A16"/>
    <w:rsid w:val="00CD6B4F"/>
    <w:rsid w:val="00CD6E29"/>
    <w:rsid w:val="00CD7117"/>
    <w:rsid w:val="00CD74BB"/>
    <w:rsid w:val="00CD7583"/>
    <w:rsid w:val="00CD7649"/>
    <w:rsid w:val="00CD7D1A"/>
    <w:rsid w:val="00CD7DC8"/>
    <w:rsid w:val="00CE0344"/>
    <w:rsid w:val="00CE043C"/>
    <w:rsid w:val="00CE05D9"/>
    <w:rsid w:val="00CE07D5"/>
    <w:rsid w:val="00CE086B"/>
    <w:rsid w:val="00CE089D"/>
    <w:rsid w:val="00CE0A84"/>
    <w:rsid w:val="00CE0AEA"/>
    <w:rsid w:val="00CE0F48"/>
    <w:rsid w:val="00CE1986"/>
    <w:rsid w:val="00CE1BDF"/>
    <w:rsid w:val="00CE223A"/>
    <w:rsid w:val="00CE229F"/>
    <w:rsid w:val="00CE22EF"/>
    <w:rsid w:val="00CE285B"/>
    <w:rsid w:val="00CE28FC"/>
    <w:rsid w:val="00CE292E"/>
    <w:rsid w:val="00CE2D19"/>
    <w:rsid w:val="00CE2D30"/>
    <w:rsid w:val="00CE2E33"/>
    <w:rsid w:val="00CE3098"/>
    <w:rsid w:val="00CE30EA"/>
    <w:rsid w:val="00CE32D4"/>
    <w:rsid w:val="00CE345E"/>
    <w:rsid w:val="00CE36D2"/>
    <w:rsid w:val="00CE3B56"/>
    <w:rsid w:val="00CE3BA8"/>
    <w:rsid w:val="00CE3D89"/>
    <w:rsid w:val="00CE4140"/>
    <w:rsid w:val="00CE46EA"/>
    <w:rsid w:val="00CE4789"/>
    <w:rsid w:val="00CE4796"/>
    <w:rsid w:val="00CE47DF"/>
    <w:rsid w:val="00CE4CD8"/>
    <w:rsid w:val="00CE4D9C"/>
    <w:rsid w:val="00CE52A6"/>
    <w:rsid w:val="00CE54CE"/>
    <w:rsid w:val="00CE5538"/>
    <w:rsid w:val="00CE555A"/>
    <w:rsid w:val="00CE5CBF"/>
    <w:rsid w:val="00CE5DCC"/>
    <w:rsid w:val="00CE5F9C"/>
    <w:rsid w:val="00CE623A"/>
    <w:rsid w:val="00CE62ED"/>
    <w:rsid w:val="00CE65B0"/>
    <w:rsid w:val="00CE67E3"/>
    <w:rsid w:val="00CE6C41"/>
    <w:rsid w:val="00CE6EF7"/>
    <w:rsid w:val="00CE705C"/>
    <w:rsid w:val="00CE71BD"/>
    <w:rsid w:val="00CE74AF"/>
    <w:rsid w:val="00CE7536"/>
    <w:rsid w:val="00CE75B7"/>
    <w:rsid w:val="00CE7637"/>
    <w:rsid w:val="00CE7793"/>
    <w:rsid w:val="00CE77ED"/>
    <w:rsid w:val="00CE7F9C"/>
    <w:rsid w:val="00CF0355"/>
    <w:rsid w:val="00CF03CF"/>
    <w:rsid w:val="00CF044B"/>
    <w:rsid w:val="00CF064F"/>
    <w:rsid w:val="00CF08E1"/>
    <w:rsid w:val="00CF0ABE"/>
    <w:rsid w:val="00CF10B4"/>
    <w:rsid w:val="00CF1107"/>
    <w:rsid w:val="00CF1417"/>
    <w:rsid w:val="00CF1438"/>
    <w:rsid w:val="00CF1AC5"/>
    <w:rsid w:val="00CF1B32"/>
    <w:rsid w:val="00CF1F03"/>
    <w:rsid w:val="00CF2764"/>
    <w:rsid w:val="00CF393D"/>
    <w:rsid w:val="00CF3993"/>
    <w:rsid w:val="00CF3BFF"/>
    <w:rsid w:val="00CF3CD6"/>
    <w:rsid w:val="00CF3FF7"/>
    <w:rsid w:val="00CF4116"/>
    <w:rsid w:val="00CF44FF"/>
    <w:rsid w:val="00CF45FD"/>
    <w:rsid w:val="00CF4725"/>
    <w:rsid w:val="00CF49E6"/>
    <w:rsid w:val="00CF4A76"/>
    <w:rsid w:val="00CF4E0D"/>
    <w:rsid w:val="00CF4FAC"/>
    <w:rsid w:val="00CF514C"/>
    <w:rsid w:val="00CF528B"/>
    <w:rsid w:val="00CF56AD"/>
    <w:rsid w:val="00CF5ABA"/>
    <w:rsid w:val="00CF5C1D"/>
    <w:rsid w:val="00CF5D38"/>
    <w:rsid w:val="00CF5DD7"/>
    <w:rsid w:val="00CF5FE6"/>
    <w:rsid w:val="00CF664D"/>
    <w:rsid w:val="00CF6958"/>
    <w:rsid w:val="00CF69BD"/>
    <w:rsid w:val="00CF6AB3"/>
    <w:rsid w:val="00CF6E70"/>
    <w:rsid w:val="00CF77BD"/>
    <w:rsid w:val="00CF7836"/>
    <w:rsid w:val="00CF7C52"/>
    <w:rsid w:val="00CF7E7A"/>
    <w:rsid w:val="00CF7EB5"/>
    <w:rsid w:val="00CF7ECD"/>
    <w:rsid w:val="00CF7FF1"/>
    <w:rsid w:val="00D001BC"/>
    <w:rsid w:val="00D0032A"/>
    <w:rsid w:val="00D003FB"/>
    <w:rsid w:val="00D00449"/>
    <w:rsid w:val="00D008FA"/>
    <w:rsid w:val="00D00A65"/>
    <w:rsid w:val="00D01857"/>
    <w:rsid w:val="00D01C0F"/>
    <w:rsid w:val="00D01C10"/>
    <w:rsid w:val="00D01CE3"/>
    <w:rsid w:val="00D01F93"/>
    <w:rsid w:val="00D024F9"/>
    <w:rsid w:val="00D025B0"/>
    <w:rsid w:val="00D02799"/>
    <w:rsid w:val="00D0280A"/>
    <w:rsid w:val="00D02AAD"/>
    <w:rsid w:val="00D02E82"/>
    <w:rsid w:val="00D03595"/>
    <w:rsid w:val="00D0361A"/>
    <w:rsid w:val="00D036EB"/>
    <w:rsid w:val="00D03AE9"/>
    <w:rsid w:val="00D03D3F"/>
    <w:rsid w:val="00D03F8D"/>
    <w:rsid w:val="00D047E1"/>
    <w:rsid w:val="00D047F5"/>
    <w:rsid w:val="00D048D4"/>
    <w:rsid w:val="00D04A4B"/>
    <w:rsid w:val="00D04A5B"/>
    <w:rsid w:val="00D04D5B"/>
    <w:rsid w:val="00D05250"/>
    <w:rsid w:val="00D05C91"/>
    <w:rsid w:val="00D061BA"/>
    <w:rsid w:val="00D0620B"/>
    <w:rsid w:val="00D06542"/>
    <w:rsid w:val="00D06808"/>
    <w:rsid w:val="00D06AB9"/>
    <w:rsid w:val="00D06D08"/>
    <w:rsid w:val="00D0729D"/>
    <w:rsid w:val="00D07464"/>
    <w:rsid w:val="00D07950"/>
    <w:rsid w:val="00D07997"/>
    <w:rsid w:val="00D07E31"/>
    <w:rsid w:val="00D10186"/>
    <w:rsid w:val="00D1019D"/>
    <w:rsid w:val="00D102B9"/>
    <w:rsid w:val="00D10422"/>
    <w:rsid w:val="00D10BB9"/>
    <w:rsid w:val="00D10CC6"/>
    <w:rsid w:val="00D11746"/>
    <w:rsid w:val="00D11938"/>
    <w:rsid w:val="00D11F55"/>
    <w:rsid w:val="00D1200D"/>
    <w:rsid w:val="00D120DB"/>
    <w:rsid w:val="00D123D3"/>
    <w:rsid w:val="00D1255E"/>
    <w:rsid w:val="00D12606"/>
    <w:rsid w:val="00D12656"/>
    <w:rsid w:val="00D128D1"/>
    <w:rsid w:val="00D129CC"/>
    <w:rsid w:val="00D12B3C"/>
    <w:rsid w:val="00D12DA6"/>
    <w:rsid w:val="00D1308B"/>
    <w:rsid w:val="00D130C5"/>
    <w:rsid w:val="00D1329A"/>
    <w:rsid w:val="00D13406"/>
    <w:rsid w:val="00D134E6"/>
    <w:rsid w:val="00D139FA"/>
    <w:rsid w:val="00D143CE"/>
    <w:rsid w:val="00D14B49"/>
    <w:rsid w:val="00D14E86"/>
    <w:rsid w:val="00D14EBF"/>
    <w:rsid w:val="00D1520A"/>
    <w:rsid w:val="00D154D0"/>
    <w:rsid w:val="00D15A12"/>
    <w:rsid w:val="00D15A80"/>
    <w:rsid w:val="00D15AEB"/>
    <w:rsid w:val="00D15B52"/>
    <w:rsid w:val="00D15B56"/>
    <w:rsid w:val="00D15BD9"/>
    <w:rsid w:val="00D15E92"/>
    <w:rsid w:val="00D15F18"/>
    <w:rsid w:val="00D16E54"/>
    <w:rsid w:val="00D16F65"/>
    <w:rsid w:val="00D16F6F"/>
    <w:rsid w:val="00D16F87"/>
    <w:rsid w:val="00D1710E"/>
    <w:rsid w:val="00D17328"/>
    <w:rsid w:val="00D17633"/>
    <w:rsid w:val="00D17DE8"/>
    <w:rsid w:val="00D20050"/>
    <w:rsid w:val="00D20085"/>
    <w:rsid w:val="00D204B0"/>
    <w:rsid w:val="00D205E7"/>
    <w:rsid w:val="00D206BC"/>
    <w:rsid w:val="00D21244"/>
    <w:rsid w:val="00D213C5"/>
    <w:rsid w:val="00D21626"/>
    <w:rsid w:val="00D21868"/>
    <w:rsid w:val="00D21A5B"/>
    <w:rsid w:val="00D21CB4"/>
    <w:rsid w:val="00D21F5B"/>
    <w:rsid w:val="00D22604"/>
    <w:rsid w:val="00D22B1E"/>
    <w:rsid w:val="00D22C70"/>
    <w:rsid w:val="00D22F32"/>
    <w:rsid w:val="00D22FB3"/>
    <w:rsid w:val="00D22FBD"/>
    <w:rsid w:val="00D23A96"/>
    <w:rsid w:val="00D23AB1"/>
    <w:rsid w:val="00D23D40"/>
    <w:rsid w:val="00D23D4E"/>
    <w:rsid w:val="00D23FDB"/>
    <w:rsid w:val="00D24200"/>
    <w:rsid w:val="00D2473C"/>
    <w:rsid w:val="00D24788"/>
    <w:rsid w:val="00D24ABE"/>
    <w:rsid w:val="00D24C33"/>
    <w:rsid w:val="00D24C56"/>
    <w:rsid w:val="00D24DA2"/>
    <w:rsid w:val="00D25067"/>
    <w:rsid w:val="00D255BB"/>
    <w:rsid w:val="00D258ED"/>
    <w:rsid w:val="00D25D72"/>
    <w:rsid w:val="00D261A0"/>
    <w:rsid w:val="00D2624F"/>
    <w:rsid w:val="00D263E4"/>
    <w:rsid w:val="00D26563"/>
    <w:rsid w:val="00D26896"/>
    <w:rsid w:val="00D268EF"/>
    <w:rsid w:val="00D268F6"/>
    <w:rsid w:val="00D26C2F"/>
    <w:rsid w:val="00D26D94"/>
    <w:rsid w:val="00D26F3A"/>
    <w:rsid w:val="00D2727D"/>
    <w:rsid w:val="00D27282"/>
    <w:rsid w:val="00D27644"/>
    <w:rsid w:val="00D27981"/>
    <w:rsid w:val="00D27DDA"/>
    <w:rsid w:val="00D27E96"/>
    <w:rsid w:val="00D27FC9"/>
    <w:rsid w:val="00D3003D"/>
    <w:rsid w:val="00D3008F"/>
    <w:rsid w:val="00D3016C"/>
    <w:rsid w:val="00D30344"/>
    <w:rsid w:val="00D30456"/>
    <w:rsid w:val="00D306A1"/>
    <w:rsid w:val="00D30A97"/>
    <w:rsid w:val="00D30AAD"/>
    <w:rsid w:val="00D30BBD"/>
    <w:rsid w:val="00D30E90"/>
    <w:rsid w:val="00D31134"/>
    <w:rsid w:val="00D311F4"/>
    <w:rsid w:val="00D32230"/>
    <w:rsid w:val="00D324D4"/>
    <w:rsid w:val="00D325E4"/>
    <w:rsid w:val="00D32780"/>
    <w:rsid w:val="00D32815"/>
    <w:rsid w:val="00D3288C"/>
    <w:rsid w:val="00D32959"/>
    <w:rsid w:val="00D32A3E"/>
    <w:rsid w:val="00D32C1D"/>
    <w:rsid w:val="00D32CA6"/>
    <w:rsid w:val="00D32E9D"/>
    <w:rsid w:val="00D33553"/>
    <w:rsid w:val="00D33598"/>
    <w:rsid w:val="00D335DC"/>
    <w:rsid w:val="00D3392C"/>
    <w:rsid w:val="00D33C61"/>
    <w:rsid w:val="00D34231"/>
    <w:rsid w:val="00D34473"/>
    <w:rsid w:val="00D34D51"/>
    <w:rsid w:val="00D3510F"/>
    <w:rsid w:val="00D35173"/>
    <w:rsid w:val="00D355C7"/>
    <w:rsid w:val="00D358C8"/>
    <w:rsid w:val="00D36689"/>
    <w:rsid w:val="00D36731"/>
    <w:rsid w:val="00D367B3"/>
    <w:rsid w:val="00D369F0"/>
    <w:rsid w:val="00D36C9B"/>
    <w:rsid w:val="00D36CAE"/>
    <w:rsid w:val="00D371BE"/>
    <w:rsid w:val="00D37334"/>
    <w:rsid w:val="00D374ED"/>
    <w:rsid w:val="00D37C3F"/>
    <w:rsid w:val="00D37D2B"/>
    <w:rsid w:val="00D403B8"/>
    <w:rsid w:val="00D408BE"/>
    <w:rsid w:val="00D40932"/>
    <w:rsid w:val="00D409E8"/>
    <w:rsid w:val="00D40A16"/>
    <w:rsid w:val="00D40DA1"/>
    <w:rsid w:val="00D40EF2"/>
    <w:rsid w:val="00D4112C"/>
    <w:rsid w:val="00D41558"/>
    <w:rsid w:val="00D4155C"/>
    <w:rsid w:val="00D41717"/>
    <w:rsid w:val="00D41E06"/>
    <w:rsid w:val="00D42106"/>
    <w:rsid w:val="00D426DE"/>
    <w:rsid w:val="00D43251"/>
    <w:rsid w:val="00D4338A"/>
    <w:rsid w:val="00D43B3C"/>
    <w:rsid w:val="00D43B45"/>
    <w:rsid w:val="00D43FB6"/>
    <w:rsid w:val="00D44440"/>
    <w:rsid w:val="00D445AD"/>
    <w:rsid w:val="00D446BF"/>
    <w:rsid w:val="00D44958"/>
    <w:rsid w:val="00D44DFF"/>
    <w:rsid w:val="00D44E1D"/>
    <w:rsid w:val="00D44FDF"/>
    <w:rsid w:val="00D45557"/>
    <w:rsid w:val="00D457EC"/>
    <w:rsid w:val="00D45AAB"/>
    <w:rsid w:val="00D45CA1"/>
    <w:rsid w:val="00D462D5"/>
    <w:rsid w:val="00D46516"/>
    <w:rsid w:val="00D4655D"/>
    <w:rsid w:val="00D46D61"/>
    <w:rsid w:val="00D46EA5"/>
    <w:rsid w:val="00D473A8"/>
    <w:rsid w:val="00D474AF"/>
    <w:rsid w:val="00D4778F"/>
    <w:rsid w:val="00D47965"/>
    <w:rsid w:val="00D47B65"/>
    <w:rsid w:val="00D47E0A"/>
    <w:rsid w:val="00D50326"/>
    <w:rsid w:val="00D50765"/>
    <w:rsid w:val="00D507DA"/>
    <w:rsid w:val="00D5085C"/>
    <w:rsid w:val="00D50D42"/>
    <w:rsid w:val="00D50F18"/>
    <w:rsid w:val="00D51002"/>
    <w:rsid w:val="00D51225"/>
    <w:rsid w:val="00D514D4"/>
    <w:rsid w:val="00D51728"/>
    <w:rsid w:val="00D517A2"/>
    <w:rsid w:val="00D5186C"/>
    <w:rsid w:val="00D518B2"/>
    <w:rsid w:val="00D528C1"/>
    <w:rsid w:val="00D52BFE"/>
    <w:rsid w:val="00D52D66"/>
    <w:rsid w:val="00D52EE4"/>
    <w:rsid w:val="00D53084"/>
    <w:rsid w:val="00D53113"/>
    <w:rsid w:val="00D532AD"/>
    <w:rsid w:val="00D5337F"/>
    <w:rsid w:val="00D5344B"/>
    <w:rsid w:val="00D53456"/>
    <w:rsid w:val="00D536AF"/>
    <w:rsid w:val="00D5397A"/>
    <w:rsid w:val="00D53CAF"/>
    <w:rsid w:val="00D53DD8"/>
    <w:rsid w:val="00D53FDC"/>
    <w:rsid w:val="00D54645"/>
    <w:rsid w:val="00D5471B"/>
    <w:rsid w:val="00D54B81"/>
    <w:rsid w:val="00D54D21"/>
    <w:rsid w:val="00D54EAC"/>
    <w:rsid w:val="00D54F33"/>
    <w:rsid w:val="00D54FD7"/>
    <w:rsid w:val="00D55355"/>
    <w:rsid w:val="00D558C6"/>
    <w:rsid w:val="00D55954"/>
    <w:rsid w:val="00D55CB5"/>
    <w:rsid w:val="00D560F5"/>
    <w:rsid w:val="00D56256"/>
    <w:rsid w:val="00D5634D"/>
    <w:rsid w:val="00D569A8"/>
    <w:rsid w:val="00D56F3F"/>
    <w:rsid w:val="00D5726A"/>
    <w:rsid w:val="00D57587"/>
    <w:rsid w:val="00D5759B"/>
    <w:rsid w:val="00D57912"/>
    <w:rsid w:val="00D57946"/>
    <w:rsid w:val="00D579C3"/>
    <w:rsid w:val="00D57AB5"/>
    <w:rsid w:val="00D57AFE"/>
    <w:rsid w:val="00D57B6D"/>
    <w:rsid w:val="00D57BD2"/>
    <w:rsid w:val="00D57D55"/>
    <w:rsid w:val="00D57E74"/>
    <w:rsid w:val="00D57E76"/>
    <w:rsid w:val="00D57F68"/>
    <w:rsid w:val="00D60063"/>
    <w:rsid w:val="00D600EA"/>
    <w:rsid w:val="00D6021E"/>
    <w:rsid w:val="00D6028B"/>
    <w:rsid w:val="00D60323"/>
    <w:rsid w:val="00D603A9"/>
    <w:rsid w:val="00D60634"/>
    <w:rsid w:val="00D60674"/>
    <w:rsid w:val="00D60752"/>
    <w:rsid w:val="00D60B8A"/>
    <w:rsid w:val="00D60CCE"/>
    <w:rsid w:val="00D61067"/>
    <w:rsid w:val="00D61AD8"/>
    <w:rsid w:val="00D61B58"/>
    <w:rsid w:val="00D6229B"/>
    <w:rsid w:val="00D6229D"/>
    <w:rsid w:val="00D62310"/>
    <w:rsid w:val="00D6261A"/>
    <w:rsid w:val="00D62731"/>
    <w:rsid w:val="00D62911"/>
    <w:rsid w:val="00D62AF4"/>
    <w:rsid w:val="00D62B45"/>
    <w:rsid w:val="00D62B66"/>
    <w:rsid w:val="00D62BA4"/>
    <w:rsid w:val="00D62D6D"/>
    <w:rsid w:val="00D63009"/>
    <w:rsid w:val="00D6308B"/>
    <w:rsid w:val="00D630EF"/>
    <w:rsid w:val="00D632BA"/>
    <w:rsid w:val="00D63423"/>
    <w:rsid w:val="00D63611"/>
    <w:rsid w:val="00D638D5"/>
    <w:rsid w:val="00D63B19"/>
    <w:rsid w:val="00D63BCF"/>
    <w:rsid w:val="00D63BFD"/>
    <w:rsid w:val="00D648FA"/>
    <w:rsid w:val="00D651C0"/>
    <w:rsid w:val="00D6521C"/>
    <w:rsid w:val="00D65515"/>
    <w:rsid w:val="00D656CF"/>
    <w:rsid w:val="00D659B0"/>
    <w:rsid w:val="00D65E30"/>
    <w:rsid w:val="00D663D0"/>
    <w:rsid w:val="00D66464"/>
    <w:rsid w:val="00D66D02"/>
    <w:rsid w:val="00D670A7"/>
    <w:rsid w:val="00D671F9"/>
    <w:rsid w:val="00D673BB"/>
    <w:rsid w:val="00D67455"/>
    <w:rsid w:val="00D67555"/>
    <w:rsid w:val="00D679B1"/>
    <w:rsid w:val="00D67A14"/>
    <w:rsid w:val="00D67C28"/>
    <w:rsid w:val="00D67C43"/>
    <w:rsid w:val="00D67C86"/>
    <w:rsid w:val="00D67FC3"/>
    <w:rsid w:val="00D702D3"/>
    <w:rsid w:val="00D70548"/>
    <w:rsid w:val="00D707F8"/>
    <w:rsid w:val="00D7088F"/>
    <w:rsid w:val="00D70D53"/>
    <w:rsid w:val="00D710A2"/>
    <w:rsid w:val="00D71611"/>
    <w:rsid w:val="00D71791"/>
    <w:rsid w:val="00D71CD6"/>
    <w:rsid w:val="00D72220"/>
    <w:rsid w:val="00D72452"/>
    <w:rsid w:val="00D726D5"/>
    <w:rsid w:val="00D72D69"/>
    <w:rsid w:val="00D72DB8"/>
    <w:rsid w:val="00D72FD2"/>
    <w:rsid w:val="00D730D8"/>
    <w:rsid w:val="00D73187"/>
    <w:rsid w:val="00D7327D"/>
    <w:rsid w:val="00D73360"/>
    <w:rsid w:val="00D73438"/>
    <w:rsid w:val="00D7372A"/>
    <w:rsid w:val="00D741BC"/>
    <w:rsid w:val="00D74661"/>
    <w:rsid w:val="00D746AA"/>
    <w:rsid w:val="00D74D27"/>
    <w:rsid w:val="00D74DBB"/>
    <w:rsid w:val="00D74DDC"/>
    <w:rsid w:val="00D7507E"/>
    <w:rsid w:val="00D751E8"/>
    <w:rsid w:val="00D75356"/>
    <w:rsid w:val="00D754DC"/>
    <w:rsid w:val="00D759CC"/>
    <w:rsid w:val="00D761A5"/>
    <w:rsid w:val="00D76398"/>
    <w:rsid w:val="00D76BDB"/>
    <w:rsid w:val="00D76C9F"/>
    <w:rsid w:val="00D77C01"/>
    <w:rsid w:val="00D77C22"/>
    <w:rsid w:val="00D77D2E"/>
    <w:rsid w:val="00D77DA9"/>
    <w:rsid w:val="00D800F8"/>
    <w:rsid w:val="00D80298"/>
    <w:rsid w:val="00D808B5"/>
    <w:rsid w:val="00D808D4"/>
    <w:rsid w:val="00D80ECC"/>
    <w:rsid w:val="00D81076"/>
    <w:rsid w:val="00D81085"/>
    <w:rsid w:val="00D81263"/>
    <w:rsid w:val="00D813CA"/>
    <w:rsid w:val="00D8190B"/>
    <w:rsid w:val="00D819F5"/>
    <w:rsid w:val="00D81FD4"/>
    <w:rsid w:val="00D81FEA"/>
    <w:rsid w:val="00D8287A"/>
    <w:rsid w:val="00D83201"/>
    <w:rsid w:val="00D8335B"/>
    <w:rsid w:val="00D833DF"/>
    <w:rsid w:val="00D83421"/>
    <w:rsid w:val="00D83588"/>
    <w:rsid w:val="00D83783"/>
    <w:rsid w:val="00D837BC"/>
    <w:rsid w:val="00D83DFB"/>
    <w:rsid w:val="00D83E50"/>
    <w:rsid w:val="00D84430"/>
    <w:rsid w:val="00D846FF"/>
    <w:rsid w:val="00D84843"/>
    <w:rsid w:val="00D84C4C"/>
    <w:rsid w:val="00D84CA1"/>
    <w:rsid w:val="00D85055"/>
    <w:rsid w:val="00D85108"/>
    <w:rsid w:val="00D852E6"/>
    <w:rsid w:val="00D8539E"/>
    <w:rsid w:val="00D8548C"/>
    <w:rsid w:val="00D8551B"/>
    <w:rsid w:val="00D85DC8"/>
    <w:rsid w:val="00D85F19"/>
    <w:rsid w:val="00D861F4"/>
    <w:rsid w:val="00D862C4"/>
    <w:rsid w:val="00D86601"/>
    <w:rsid w:val="00D86AC7"/>
    <w:rsid w:val="00D870DD"/>
    <w:rsid w:val="00D872A6"/>
    <w:rsid w:val="00D87552"/>
    <w:rsid w:val="00D90138"/>
    <w:rsid w:val="00D9022D"/>
    <w:rsid w:val="00D90290"/>
    <w:rsid w:val="00D907CC"/>
    <w:rsid w:val="00D909DF"/>
    <w:rsid w:val="00D914D5"/>
    <w:rsid w:val="00D91686"/>
    <w:rsid w:val="00D918E5"/>
    <w:rsid w:val="00D91AFB"/>
    <w:rsid w:val="00D91B5C"/>
    <w:rsid w:val="00D91CB2"/>
    <w:rsid w:val="00D91D1F"/>
    <w:rsid w:val="00D91EF8"/>
    <w:rsid w:val="00D92042"/>
    <w:rsid w:val="00D925DA"/>
    <w:rsid w:val="00D92744"/>
    <w:rsid w:val="00D92763"/>
    <w:rsid w:val="00D927BB"/>
    <w:rsid w:val="00D9291F"/>
    <w:rsid w:val="00D92B6F"/>
    <w:rsid w:val="00D932FE"/>
    <w:rsid w:val="00D93365"/>
    <w:rsid w:val="00D938FE"/>
    <w:rsid w:val="00D93AA8"/>
    <w:rsid w:val="00D9449D"/>
    <w:rsid w:val="00D9478E"/>
    <w:rsid w:val="00D94910"/>
    <w:rsid w:val="00D94B99"/>
    <w:rsid w:val="00D94FFA"/>
    <w:rsid w:val="00D956C8"/>
    <w:rsid w:val="00D96278"/>
    <w:rsid w:val="00D962F0"/>
    <w:rsid w:val="00D96943"/>
    <w:rsid w:val="00D96FC1"/>
    <w:rsid w:val="00D974CA"/>
    <w:rsid w:val="00D97A83"/>
    <w:rsid w:val="00D97B66"/>
    <w:rsid w:val="00D97E29"/>
    <w:rsid w:val="00D97EFC"/>
    <w:rsid w:val="00D97F09"/>
    <w:rsid w:val="00DA0DE6"/>
    <w:rsid w:val="00DA146E"/>
    <w:rsid w:val="00DA1588"/>
    <w:rsid w:val="00DA1883"/>
    <w:rsid w:val="00DA1AC8"/>
    <w:rsid w:val="00DA1BD1"/>
    <w:rsid w:val="00DA1E60"/>
    <w:rsid w:val="00DA1F6B"/>
    <w:rsid w:val="00DA2556"/>
    <w:rsid w:val="00DA2601"/>
    <w:rsid w:val="00DA26C4"/>
    <w:rsid w:val="00DA27DC"/>
    <w:rsid w:val="00DA2A3E"/>
    <w:rsid w:val="00DA2AE5"/>
    <w:rsid w:val="00DA2E79"/>
    <w:rsid w:val="00DA2EC9"/>
    <w:rsid w:val="00DA31A1"/>
    <w:rsid w:val="00DA330F"/>
    <w:rsid w:val="00DA34D3"/>
    <w:rsid w:val="00DA373E"/>
    <w:rsid w:val="00DA39B8"/>
    <w:rsid w:val="00DA3DC4"/>
    <w:rsid w:val="00DA3EA4"/>
    <w:rsid w:val="00DA4415"/>
    <w:rsid w:val="00DA4640"/>
    <w:rsid w:val="00DA46FB"/>
    <w:rsid w:val="00DA483B"/>
    <w:rsid w:val="00DA48AA"/>
    <w:rsid w:val="00DA48BC"/>
    <w:rsid w:val="00DA4B39"/>
    <w:rsid w:val="00DA4E4D"/>
    <w:rsid w:val="00DA4F75"/>
    <w:rsid w:val="00DA550D"/>
    <w:rsid w:val="00DA5B79"/>
    <w:rsid w:val="00DA5BCB"/>
    <w:rsid w:val="00DA6547"/>
    <w:rsid w:val="00DA67BE"/>
    <w:rsid w:val="00DA6836"/>
    <w:rsid w:val="00DA76C6"/>
    <w:rsid w:val="00DA791D"/>
    <w:rsid w:val="00DA79B3"/>
    <w:rsid w:val="00DA7B2D"/>
    <w:rsid w:val="00DA7B92"/>
    <w:rsid w:val="00DA7CFC"/>
    <w:rsid w:val="00DB0064"/>
    <w:rsid w:val="00DB09EF"/>
    <w:rsid w:val="00DB0E15"/>
    <w:rsid w:val="00DB0E28"/>
    <w:rsid w:val="00DB0E54"/>
    <w:rsid w:val="00DB13CC"/>
    <w:rsid w:val="00DB15B7"/>
    <w:rsid w:val="00DB177D"/>
    <w:rsid w:val="00DB19C3"/>
    <w:rsid w:val="00DB1A0C"/>
    <w:rsid w:val="00DB1CA0"/>
    <w:rsid w:val="00DB1D13"/>
    <w:rsid w:val="00DB2485"/>
    <w:rsid w:val="00DB2993"/>
    <w:rsid w:val="00DB2A34"/>
    <w:rsid w:val="00DB2E37"/>
    <w:rsid w:val="00DB311F"/>
    <w:rsid w:val="00DB3366"/>
    <w:rsid w:val="00DB35A8"/>
    <w:rsid w:val="00DB35D4"/>
    <w:rsid w:val="00DB3E77"/>
    <w:rsid w:val="00DB43BD"/>
    <w:rsid w:val="00DB46C0"/>
    <w:rsid w:val="00DB4866"/>
    <w:rsid w:val="00DB486B"/>
    <w:rsid w:val="00DB497D"/>
    <w:rsid w:val="00DB4BB5"/>
    <w:rsid w:val="00DB4C29"/>
    <w:rsid w:val="00DB4D4C"/>
    <w:rsid w:val="00DB5139"/>
    <w:rsid w:val="00DB55B8"/>
    <w:rsid w:val="00DB57ED"/>
    <w:rsid w:val="00DB5885"/>
    <w:rsid w:val="00DB5CB7"/>
    <w:rsid w:val="00DB5F94"/>
    <w:rsid w:val="00DB5FDE"/>
    <w:rsid w:val="00DB6307"/>
    <w:rsid w:val="00DB6494"/>
    <w:rsid w:val="00DB64CF"/>
    <w:rsid w:val="00DB6590"/>
    <w:rsid w:val="00DB66FE"/>
    <w:rsid w:val="00DB6CE5"/>
    <w:rsid w:val="00DB7016"/>
    <w:rsid w:val="00DB769F"/>
    <w:rsid w:val="00DB79E6"/>
    <w:rsid w:val="00DB7BBC"/>
    <w:rsid w:val="00DB7BE6"/>
    <w:rsid w:val="00DB7D3D"/>
    <w:rsid w:val="00DC03EB"/>
    <w:rsid w:val="00DC06EF"/>
    <w:rsid w:val="00DC090F"/>
    <w:rsid w:val="00DC09D5"/>
    <w:rsid w:val="00DC0CFB"/>
    <w:rsid w:val="00DC0EB0"/>
    <w:rsid w:val="00DC0F3B"/>
    <w:rsid w:val="00DC11E3"/>
    <w:rsid w:val="00DC12B1"/>
    <w:rsid w:val="00DC1574"/>
    <w:rsid w:val="00DC1859"/>
    <w:rsid w:val="00DC1EB4"/>
    <w:rsid w:val="00DC1EBC"/>
    <w:rsid w:val="00DC21D9"/>
    <w:rsid w:val="00DC239C"/>
    <w:rsid w:val="00DC2415"/>
    <w:rsid w:val="00DC2C15"/>
    <w:rsid w:val="00DC2CE1"/>
    <w:rsid w:val="00DC3032"/>
    <w:rsid w:val="00DC36E4"/>
    <w:rsid w:val="00DC38B3"/>
    <w:rsid w:val="00DC39F7"/>
    <w:rsid w:val="00DC3CE2"/>
    <w:rsid w:val="00DC4020"/>
    <w:rsid w:val="00DC4107"/>
    <w:rsid w:val="00DC429F"/>
    <w:rsid w:val="00DC42DC"/>
    <w:rsid w:val="00DC4421"/>
    <w:rsid w:val="00DC468A"/>
    <w:rsid w:val="00DC479A"/>
    <w:rsid w:val="00DC4B3F"/>
    <w:rsid w:val="00DC4CEF"/>
    <w:rsid w:val="00DC4DDF"/>
    <w:rsid w:val="00DC521A"/>
    <w:rsid w:val="00DC56D9"/>
    <w:rsid w:val="00DC5C9F"/>
    <w:rsid w:val="00DC5DBF"/>
    <w:rsid w:val="00DC5E78"/>
    <w:rsid w:val="00DC6071"/>
    <w:rsid w:val="00DC60C7"/>
    <w:rsid w:val="00DC6167"/>
    <w:rsid w:val="00DC623E"/>
    <w:rsid w:val="00DC6A1F"/>
    <w:rsid w:val="00DC6EE6"/>
    <w:rsid w:val="00DC6FB5"/>
    <w:rsid w:val="00DC6FBE"/>
    <w:rsid w:val="00DC702D"/>
    <w:rsid w:val="00DC7B22"/>
    <w:rsid w:val="00DC7C24"/>
    <w:rsid w:val="00DC7C4E"/>
    <w:rsid w:val="00DC7DA4"/>
    <w:rsid w:val="00DC7FCC"/>
    <w:rsid w:val="00DD02DA"/>
    <w:rsid w:val="00DD0301"/>
    <w:rsid w:val="00DD0607"/>
    <w:rsid w:val="00DD07ED"/>
    <w:rsid w:val="00DD09DB"/>
    <w:rsid w:val="00DD0F22"/>
    <w:rsid w:val="00DD103B"/>
    <w:rsid w:val="00DD13D9"/>
    <w:rsid w:val="00DD142D"/>
    <w:rsid w:val="00DD16E1"/>
    <w:rsid w:val="00DD172F"/>
    <w:rsid w:val="00DD18C8"/>
    <w:rsid w:val="00DD1AFC"/>
    <w:rsid w:val="00DD1BDA"/>
    <w:rsid w:val="00DD249C"/>
    <w:rsid w:val="00DD24AF"/>
    <w:rsid w:val="00DD2617"/>
    <w:rsid w:val="00DD2D89"/>
    <w:rsid w:val="00DD3331"/>
    <w:rsid w:val="00DD34A4"/>
    <w:rsid w:val="00DD3693"/>
    <w:rsid w:val="00DD3A0B"/>
    <w:rsid w:val="00DD3AE0"/>
    <w:rsid w:val="00DD3B35"/>
    <w:rsid w:val="00DD3C22"/>
    <w:rsid w:val="00DD3EBE"/>
    <w:rsid w:val="00DD4260"/>
    <w:rsid w:val="00DD46CB"/>
    <w:rsid w:val="00DD47DA"/>
    <w:rsid w:val="00DD4A60"/>
    <w:rsid w:val="00DD4B78"/>
    <w:rsid w:val="00DD4BE3"/>
    <w:rsid w:val="00DD4CAC"/>
    <w:rsid w:val="00DD513B"/>
    <w:rsid w:val="00DD5310"/>
    <w:rsid w:val="00DD562C"/>
    <w:rsid w:val="00DD57FE"/>
    <w:rsid w:val="00DD5CC5"/>
    <w:rsid w:val="00DD5D56"/>
    <w:rsid w:val="00DD6333"/>
    <w:rsid w:val="00DD6419"/>
    <w:rsid w:val="00DD641C"/>
    <w:rsid w:val="00DD68FD"/>
    <w:rsid w:val="00DD6E99"/>
    <w:rsid w:val="00DD6F7D"/>
    <w:rsid w:val="00DD718E"/>
    <w:rsid w:val="00DD7F8C"/>
    <w:rsid w:val="00DE02F4"/>
    <w:rsid w:val="00DE0721"/>
    <w:rsid w:val="00DE0798"/>
    <w:rsid w:val="00DE0A20"/>
    <w:rsid w:val="00DE115A"/>
    <w:rsid w:val="00DE13DB"/>
    <w:rsid w:val="00DE13F8"/>
    <w:rsid w:val="00DE1BAB"/>
    <w:rsid w:val="00DE1DD3"/>
    <w:rsid w:val="00DE1E2E"/>
    <w:rsid w:val="00DE1F05"/>
    <w:rsid w:val="00DE1F2D"/>
    <w:rsid w:val="00DE1F95"/>
    <w:rsid w:val="00DE24A4"/>
    <w:rsid w:val="00DE25A8"/>
    <w:rsid w:val="00DE2824"/>
    <w:rsid w:val="00DE2B6D"/>
    <w:rsid w:val="00DE2E0A"/>
    <w:rsid w:val="00DE2F88"/>
    <w:rsid w:val="00DE301B"/>
    <w:rsid w:val="00DE30E3"/>
    <w:rsid w:val="00DE3194"/>
    <w:rsid w:val="00DE38AA"/>
    <w:rsid w:val="00DE3ACD"/>
    <w:rsid w:val="00DE3B39"/>
    <w:rsid w:val="00DE3B67"/>
    <w:rsid w:val="00DE3CA8"/>
    <w:rsid w:val="00DE454A"/>
    <w:rsid w:val="00DE494E"/>
    <w:rsid w:val="00DE49D6"/>
    <w:rsid w:val="00DE4A12"/>
    <w:rsid w:val="00DE4B37"/>
    <w:rsid w:val="00DE4EBE"/>
    <w:rsid w:val="00DE5362"/>
    <w:rsid w:val="00DE55C4"/>
    <w:rsid w:val="00DE56F9"/>
    <w:rsid w:val="00DE5849"/>
    <w:rsid w:val="00DE5B1F"/>
    <w:rsid w:val="00DE5F58"/>
    <w:rsid w:val="00DE61BA"/>
    <w:rsid w:val="00DE65F5"/>
    <w:rsid w:val="00DE6675"/>
    <w:rsid w:val="00DE66F0"/>
    <w:rsid w:val="00DE6720"/>
    <w:rsid w:val="00DE6771"/>
    <w:rsid w:val="00DE680C"/>
    <w:rsid w:val="00DE6BC7"/>
    <w:rsid w:val="00DE719E"/>
    <w:rsid w:val="00DE71DE"/>
    <w:rsid w:val="00DE74AD"/>
    <w:rsid w:val="00DE7AEE"/>
    <w:rsid w:val="00DE7CA8"/>
    <w:rsid w:val="00DF00A8"/>
    <w:rsid w:val="00DF00E7"/>
    <w:rsid w:val="00DF02AB"/>
    <w:rsid w:val="00DF042B"/>
    <w:rsid w:val="00DF09A0"/>
    <w:rsid w:val="00DF0E31"/>
    <w:rsid w:val="00DF1017"/>
    <w:rsid w:val="00DF173B"/>
    <w:rsid w:val="00DF18A3"/>
    <w:rsid w:val="00DF1963"/>
    <w:rsid w:val="00DF1B8C"/>
    <w:rsid w:val="00DF1CE7"/>
    <w:rsid w:val="00DF1EC0"/>
    <w:rsid w:val="00DF1EFF"/>
    <w:rsid w:val="00DF1FA3"/>
    <w:rsid w:val="00DF2434"/>
    <w:rsid w:val="00DF269F"/>
    <w:rsid w:val="00DF2705"/>
    <w:rsid w:val="00DF28F2"/>
    <w:rsid w:val="00DF2983"/>
    <w:rsid w:val="00DF3905"/>
    <w:rsid w:val="00DF3E55"/>
    <w:rsid w:val="00DF3EA6"/>
    <w:rsid w:val="00DF3FDA"/>
    <w:rsid w:val="00DF473E"/>
    <w:rsid w:val="00DF4963"/>
    <w:rsid w:val="00DF4C85"/>
    <w:rsid w:val="00DF4CBA"/>
    <w:rsid w:val="00DF4F65"/>
    <w:rsid w:val="00DF514D"/>
    <w:rsid w:val="00DF54E7"/>
    <w:rsid w:val="00DF58BA"/>
    <w:rsid w:val="00DF5B99"/>
    <w:rsid w:val="00DF5BF4"/>
    <w:rsid w:val="00DF5F3E"/>
    <w:rsid w:val="00DF64A1"/>
    <w:rsid w:val="00DF6559"/>
    <w:rsid w:val="00DF6ACD"/>
    <w:rsid w:val="00DF6D8B"/>
    <w:rsid w:val="00DF6E19"/>
    <w:rsid w:val="00DF7009"/>
    <w:rsid w:val="00DF70DE"/>
    <w:rsid w:val="00DF7254"/>
    <w:rsid w:val="00DF7419"/>
    <w:rsid w:val="00DF796D"/>
    <w:rsid w:val="00DF7EC8"/>
    <w:rsid w:val="00DF7F10"/>
    <w:rsid w:val="00E000F3"/>
    <w:rsid w:val="00E001E2"/>
    <w:rsid w:val="00E00260"/>
    <w:rsid w:val="00E009F2"/>
    <w:rsid w:val="00E00A87"/>
    <w:rsid w:val="00E0144A"/>
    <w:rsid w:val="00E01CDB"/>
    <w:rsid w:val="00E01D59"/>
    <w:rsid w:val="00E021EA"/>
    <w:rsid w:val="00E022C1"/>
    <w:rsid w:val="00E02373"/>
    <w:rsid w:val="00E02428"/>
    <w:rsid w:val="00E024FA"/>
    <w:rsid w:val="00E025C5"/>
    <w:rsid w:val="00E02916"/>
    <w:rsid w:val="00E0294D"/>
    <w:rsid w:val="00E03230"/>
    <w:rsid w:val="00E0343F"/>
    <w:rsid w:val="00E03674"/>
    <w:rsid w:val="00E03855"/>
    <w:rsid w:val="00E03899"/>
    <w:rsid w:val="00E03C65"/>
    <w:rsid w:val="00E03E58"/>
    <w:rsid w:val="00E040DA"/>
    <w:rsid w:val="00E0411B"/>
    <w:rsid w:val="00E042DE"/>
    <w:rsid w:val="00E0435B"/>
    <w:rsid w:val="00E043BD"/>
    <w:rsid w:val="00E04E32"/>
    <w:rsid w:val="00E04EE0"/>
    <w:rsid w:val="00E050E0"/>
    <w:rsid w:val="00E05178"/>
    <w:rsid w:val="00E054CA"/>
    <w:rsid w:val="00E05502"/>
    <w:rsid w:val="00E05508"/>
    <w:rsid w:val="00E0569F"/>
    <w:rsid w:val="00E05785"/>
    <w:rsid w:val="00E0582B"/>
    <w:rsid w:val="00E05A73"/>
    <w:rsid w:val="00E06498"/>
    <w:rsid w:val="00E069F6"/>
    <w:rsid w:val="00E06BBD"/>
    <w:rsid w:val="00E077B0"/>
    <w:rsid w:val="00E07AA6"/>
    <w:rsid w:val="00E11302"/>
    <w:rsid w:val="00E11800"/>
    <w:rsid w:val="00E11B30"/>
    <w:rsid w:val="00E11D43"/>
    <w:rsid w:val="00E11ECA"/>
    <w:rsid w:val="00E12119"/>
    <w:rsid w:val="00E12180"/>
    <w:rsid w:val="00E123A4"/>
    <w:rsid w:val="00E125E6"/>
    <w:rsid w:val="00E12805"/>
    <w:rsid w:val="00E129B4"/>
    <w:rsid w:val="00E12A4D"/>
    <w:rsid w:val="00E12A60"/>
    <w:rsid w:val="00E13287"/>
    <w:rsid w:val="00E13353"/>
    <w:rsid w:val="00E133FD"/>
    <w:rsid w:val="00E133FF"/>
    <w:rsid w:val="00E13560"/>
    <w:rsid w:val="00E135DE"/>
    <w:rsid w:val="00E13B2A"/>
    <w:rsid w:val="00E13FCA"/>
    <w:rsid w:val="00E14CE5"/>
    <w:rsid w:val="00E150E0"/>
    <w:rsid w:val="00E152AF"/>
    <w:rsid w:val="00E1546F"/>
    <w:rsid w:val="00E154C3"/>
    <w:rsid w:val="00E1553D"/>
    <w:rsid w:val="00E15955"/>
    <w:rsid w:val="00E1596F"/>
    <w:rsid w:val="00E15A2F"/>
    <w:rsid w:val="00E15F46"/>
    <w:rsid w:val="00E15F5E"/>
    <w:rsid w:val="00E15F87"/>
    <w:rsid w:val="00E16187"/>
    <w:rsid w:val="00E166AB"/>
    <w:rsid w:val="00E167F2"/>
    <w:rsid w:val="00E1683A"/>
    <w:rsid w:val="00E1685D"/>
    <w:rsid w:val="00E168BB"/>
    <w:rsid w:val="00E16A12"/>
    <w:rsid w:val="00E16A85"/>
    <w:rsid w:val="00E16B40"/>
    <w:rsid w:val="00E16BD9"/>
    <w:rsid w:val="00E16CFA"/>
    <w:rsid w:val="00E16D8D"/>
    <w:rsid w:val="00E16FE3"/>
    <w:rsid w:val="00E171DC"/>
    <w:rsid w:val="00E17280"/>
    <w:rsid w:val="00E17439"/>
    <w:rsid w:val="00E175C6"/>
    <w:rsid w:val="00E175DD"/>
    <w:rsid w:val="00E177DF"/>
    <w:rsid w:val="00E17C5A"/>
    <w:rsid w:val="00E17DEE"/>
    <w:rsid w:val="00E17E4F"/>
    <w:rsid w:val="00E20266"/>
    <w:rsid w:val="00E2041C"/>
    <w:rsid w:val="00E2046C"/>
    <w:rsid w:val="00E206B5"/>
    <w:rsid w:val="00E206EC"/>
    <w:rsid w:val="00E20842"/>
    <w:rsid w:val="00E209E0"/>
    <w:rsid w:val="00E2114E"/>
    <w:rsid w:val="00E211D9"/>
    <w:rsid w:val="00E21311"/>
    <w:rsid w:val="00E217B3"/>
    <w:rsid w:val="00E21ECB"/>
    <w:rsid w:val="00E2260F"/>
    <w:rsid w:val="00E23749"/>
    <w:rsid w:val="00E238E8"/>
    <w:rsid w:val="00E24066"/>
    <w:rsid w:val="00E24108"/>
    <w:rsid w:val="00E24400"/>
    <w:rsid w:val="00E2447B"/>
    <w:rsid w:val="00E2449B"/>
    <w:rsid w:val="00E244BA"/>
    <w:rsid w:val="00E24C2E"/>
    <w:rsid w:val="00E24C90"/>
    <w:rsid w:val="00E24D98"/>
    <w:rsid w:val="00E24DC1"/>
    <w:rsid w:val="00E24FC5"/>
    <w:rsid w:val="00E252CF"/>
    <w:rsid w:val="00E25861"/>
    <w:rsid w:val="00E25B62"/>
    <w:rsid w:val="00E25B97"/>
    <w:rsid w:val="00E25C0E"/>
    <w:rsid w:val="00E25D40"/>
    <w:rsid w:val="00E25DB5"/>
    <w:rsid w:val="00E2624D"/>
    <w:rsid w:val="00E262F7"/>
    <w:rsid w:val="00E26408"/>
    <w:rsid w:val="00E265F1"/>
    <w:rsid w:val="00E267CD"/>
    <w:rsid w:val="00E268AE"/>
    <w:rsid w:val="00E26991"/>
    <w:rsid w:val="00E26B60"/>
    <w:rsid w:val="00E26D6B"/>
    <w:rsid w:val="00E26E9C"/>
    <w:rsid w:val="00E273BC"/>
    <w:rsid w:val="00E30014"/>
    <w:rsid w:val="00E30421"/>
    <w:rsid w:val="00E3085E"/>
    <w:rsid w:val="00E30A9E"/>
    <w:rsid w:val="00E30D72"/>
    <w:rsid w:val="00E31087"/>
    <w:rsid w:val="00E31119"/>
    <w:rsid w:val="00E31464"/>
    <w:rsid w:val="00E3174F"/>
    <w:rsid w:val="00E31906"/>
    <w:rsid w:val="00E31ABD"/>
    <w:rsid w:val="00E31BB9"/>
    <w:rsid w:val="00E31E9C"/>
    <w:rsid w:val="00E323AC"/>
    <w:rsid w:val="00E32488"/>
    <w:rsid w:val="00E3258F"/>
    <w:rsid w:val="00E32675"/>
    <w:rsid w:val="00E326B2"/>
    <w:rsid w:val="00E326B5"/>
    <w:rsid w:val="00E3288B"/>
    <w:rsid w:val="00E329D8"/>
    <w:rsid w:val="00E32B5C"/>
    <w:rsid w:val="00E3337E"/>
    <w:rsid w:val="00E337C3"/>
    <w:rsid w:val="00E33F97"/>
    <w:rsid w:val="00E34551"/>
    <w:rsid w:val="00E346FA"/>
    <w:rsid w:val="00E349F8"/>
    <w:rsid w:val="00E34A95"/>
    <w:rsid w:val="00E34AB3"/>
    <w:rsid w:val="00E34E26"/>
    <w:rsid w:val="00E350D9"/>
    <w:rsid w:val="00E35324"/>
    <w:rsid w:val="00E35BCA"/>
    <w:rsid w:val="00E35D74"/>
    <w:rsid w:val="00E35DB8"/>
    <w:rsid w:val="00E35E45"/>
    <w:rsid w:val="00E35E73"/>
    <w:rsid w:val="00E35FE9"/>
    <w:rsid w:val="00E36380"/>
    <w:rsid w:val="00E36507"/>
    <w:rsid w:val="00E367DE"/>
    <w:rsid w:val="00E36A26"/>
    <w:rsid w:val="00E36D6E"/>
    <w:rsid w:val="00E37418"/>
    <w:rsid w:val="00E376C1"/>
    <w:rsid w:val="00E37724"/>
    <w:rsid w:val="00E3798B"/>
    <w:rsid w:val="00E37D51"/>
    <w:rsid w:val="00E403AF"/>
    <w:rsid w:val="00E40405"/>
    <w:rsid w:val="00E40608"/>
    <w:rsid w:val="00E4064C"/>
    <w:rsid w:val="00E408FA"/>
    <w:rsid w:val="00E409DC"/>
    <w:rsid w:val="00E40A44"/>
    <w:rsid w:val="00E40FC6"/>
    <w:rsid w:val="00E41544"/>
    <w:rsid w:val="00E41687"/>
    <w:rsid w:val="00E419CE"/>
    <w:rsid w:val="00E419D6"/>
    <w:rsid w:val="00E41EF1"/>
    <w:rsid w:val="00E42081"/>
    <w:rsid w:val="00E42225"/>
    <w:rsid w:val="00E42506"/>
    <w:rsid w:val="00E42580"/>
    <w:rsid w:val="00E42A07"/>
    <w:rsid w:val="00E42D18"/>
    <w:rsid w:val="00E42F13"/>
    <w:rsid w:val="00E4319D"/>
    <w:rsid w:val="00E431AA"/>
    <w:rsid w:val="00E43446"/>
    <w:rsid w:val="00E43882"/>
    <w:rsid w:val="00E43955"/>
    <w:rsid w:val="00E43E5D"/>
    <w:rsid w:val="00E44327"/>
    <w:rsid w:val="00E443EA"/>
    <w:rsid w:val="00E4451A"/>
    <w:rsid w:val="00E44579"/>
    <w:rsid w:val="00E44638"/>
    <w:rsid w:val="00E44817"/>
    <w:rsid w:val="00E44A68"/>
    <w:rsid w:val="00E44BAD"/>
    <w:rsid w:val="00E44BBC"/>
    <w:rsid w:val="00E4545B"/>
    <w:rsid w:val="00E4577A"/>
    <w:rsid w:val="00E45DF2"/>
    <w:rsid w:val="00E46203"/>
    <w:rsid w:val="00E463C3"/>
    <w:rsid w:val="00E4661A"/>
    <w:rsid w:val="00E468E2"/>
    <w:rsid w:val="00E46C60"/>
    <w:rsid w:val="00E46D23"/>
    <w:rsid w:val="00E46FC1"/>
    <w:rsid w:val="00E4759B"/>
    <w:rsid w:val="00E477D2"/>
    <w:rsid w:val="00E477F0"/>
    <w:rsid w:val="00E47A94"/>
    <w:rsid w:val="00E47DCF"/>
    <w:rsid w:val="00E50192"/>
    <w:rsid w:val="00E5042C"/>
    <w:rsid w:val="00E50669"/>
    <w:rsid w:val="00E50749"/>
    <w:rsid w:val="00E50925"/>
    <w:rsid w:val="00E5095B"/>
    <w:rsid w:val="00E50DA1"/>
    <w:rsid w:val="00E50E8C"/>
    <w:rsid w:val="00E518B5"/>
    <w:rsid w:val="00E51D83"/>
    <w:rsid w:val="00E51DF6"/>
    <w:rsid w:val="00E5200B"/>
    <w:rsid w:val="00E5224B"/>
    <w:rsid w:val="00E522FE"/>
    <w:rsid w:val="00E523B8"/>
    <w:rsid w:val="00E5274F"/>
    <w:rsid w:val="00E527D1"/>
    <w:rsid w:val="00E5281F"/>
    <w:rsid w:val="00E52898"/>
    <w:rsid w:val="00E52AF1"/>
    <w:rsid w:val="00E52C7B"/>
    <w:rsid w:val="00E530D6"/>
    <w:rsid w:val="00E532AB"/>
    <w:rsid w:val="00E5393C"/>
    <w:rsid w:val="00E53942"/>
    <w:rsid w:val="00E539DB"/>
    <w:rsid w:val="00E53BFE"/>
    <w:rsid w:val="00E53D76"/>
    <w:rsid w:val="00E54091"/>
    <w:rsid w:val="00E5436E"/>
    <w:rsid w:val="00E549BC"/>
    <w:rsid w:val="00E54BED"/>
    <w:rsid w:val="00E5597B"/>
    <w:rsid w:val="00E55A15"/>
    <w:rsid w:val="00E5608C"/>
    <w:rsid w:val="00E5615F"/>
    <w:rsid w:val="00E56505"/>
    <w:rsid w:val="00E56509"/>
    <w:rsid w:val="00E5680E"/>
    <w:rsid w:val="00E57007"/>
    <w:rsid w:val="00E57050"/>
    <w:rsid w:val="00E57F92"/>
    <w:rsid w:val="00E57FD9"/>
    <w:rsid w:val="00E60087"/>
    <w:rsid w:val="00E603F0"/>
    <w:rsid w:val="00E60736"/>
    <w:rsid w:val="00E60C7B"/>
    <w:rsid w:val="00E60D3A"/>
    <w:rsid w:val="00E6102C"/>
    <w:rsid w:val="00E610A9"/>
    <w:rsid w:val="00E6122F"/>
    <w:rsid w:val="00E615B2"/>
    <w:rsid w:val="00E6161F"/>
    <w:rsid w:val="00E616B1"/>
    <w:rsid w:val="00E62408"/>
    <w:rsid w:val="00E62891"/>
    <w:rsid w:val="00E628EE"/>
    <w:rsid w:val="00E629FC"/>
    <w:rsid w:val="00E62BA2"/>
    <w:rsid w:val="00E62DCD"/>
    <w:rsid w:val="00E62FE6"/>
    <w:rsid w:val="00E63265"/>
    <w:rsid w:val="00E6333E"/>
    <w:rsid w:val="00E633F8"/>
    <w:rsid w:val="00E63898"/>
    <w:rsid w:val="00E638F3"/>
    <w:rsid w:val="00E63929"/>
    <w:rsid w:val="00E6393E"/>
    <w:rsid w:val="00E63C19"/>
    <w:rsid w:val="00E63D68"/>
    <w:rsid w:val="00E64103"/>
    <w:rsid w:val="00E64A5C"/>
    <w:rsid w:val="00E64A9D"/>
    <w:rsid w:val="00E65906"/>
    <w:rsid w:val="00E65A53"/>
    <w:rsid w:val="00E65A66"/>
    <w:rsid w:val="00E65B05"/>
    <w:rsid w:val="00E65BA6"/>
    <w:rsid w:val="00E65C7D"/>
    <w:rsid w:val="00E660FD"/>
    <w:rsid w:val="00E66374"/>
    <w:rsid w:val="00E66C2D"/>
    <w:rsid w:val="00E66C51"/>
    <w:rsid w:val="00E66DBB"/>
    <w:rsid w:val="00E67337"/>
    <w:rsid w:val="00E673E9"/>
    <w:rsid w:val="00E674AF"/>
    <w:rsid w:val="00E67532"/>
    <w:rsid w:val="00E67648"/>
    <w:rsid w:val="00E676A5"/>
    <w:rsid w:val="00E67713"/>
    <w:rsid w:val="00E678C0"/>
    <w:rsid w:val="00E678C2"/>
    <w:rsid w:val="00E679B9"/>
    <w:rsid w:val="00E67B3E"/>
    <w:rsid w:val="00E67E07"/>
    <w:rsid w:val="00E67EE7"/>
    <w:rsid w:val="00E70003"/>
    <w:rsid w:val="00E702F5"/>
    <w:rsid w:val="00E70462"/>
    <w:rsid w:val="00E70AE6"/>
    <w:rsid w:val="00E70B91"/>
    <w:rsid w:val="00E70C56"/>
    <w:rsid w:val="00E70F65"/>
    <w:rsid w:val="00E7100B"/>
    <w:rsid w:val="00E710E1"/>
    <w:rsid w:val="00E711E7"/>
    <w:rsid w:val="00E7137B"/>
    <w:rsid w:val="00E7175A"/>
    <w:rsid w:val="00E72071"/>
    <w:rsid w:val="00E72296"/>
    <w:rsid w:val="00E72778"/>
    <w:rsid w:val="00E7304D"/>
    <w:rsid w:val="00E73107"/>
    <w:rsid w:val="00E73527"/>
    <w:rsid w:val="00E73670"/>
    <w:rsid w:val="00E73962"/>
    <w:rsid w:val="00E73BEE"/>
    <w:rsid w:val="00E740BE"/>
    <w:rsid w:val="00E7425B"/>
    <w:rsid w:val="00E74260"/>
    <w:rsid w:val="00E7450E"/>
    <w:rsid w:val="00E7455D"/>
    <w:rsid w:val="00E748A2"/>
    <w:rsid w:val="00E74A35"/>
    <w:rsid w:val="00E7583B"/>
    <w:rsid w:val="00E759A7"/>
    <w:rsid w:val="00E75D19"/>
    <w:rsid w:val="00E75EA6"/>
    <w:rsid w:val="00E7646B"/>
    <w:rsid w:val="00E76473"/>
    <w:rsid w:val="00E76668"/>
    <w:rsid w:val="00E76826"/>
    <w:rsid w:val="00E76BBE"/>
    <w:rsid w:val="00E76C41"/>
    <w:rsid w:val="00E76D7C"/>
    <w:rsid w:val="00E76DB4"/>
    <w:rsid w:val="00E76DCC"/>
    <w:rsid w:val="00E76E59"/>
    <w:rsid w:val="00E76FF7"/>
    <w:rsid w:val="00E80259"/>
    <w:rsid w:val="00E80300"/>
    <w:rsid w:val="00E80AF1"/>
    <w:rsid w:val="00E80B47"/>
    <w:rsid w:val="00E80E39"/>
    <w:rsid w:val="00E80EEA"/>
    <w:rsid w:val="00E8158F"/>
    <w:rsid w:val="00E81654"/>
    <w:rsid w:val="00E8184B"/>
    <w:rsid w:val="00E81D46"/>
    <w:rsid w:val="00E81E20"/>
    <w:rsid w:val="00E821B0"/>
    <w:rsid w:val="00E82594"/>
    <w:rsid w:val="00E82690"/>
    <w:rsid w:val="00E82C5F"/>
    <w:rsid w:val="00E82F02"/>
    <w:rsid w:val="00E83035"/>
    <w:rsid w:val="00E83142"/>
    <w:rsid w:val="00E8320E"/>
    <w:rsid w:val="00E835B4"/>
    <w:rsid w:val="00E83FC0"/>
    <w:rsid w:val="00E8420F"/>
    <w:rsid w:val="00E84638"/>
    <w:rsid w:val="00E849D4"/>
    <w:rsid w:val="00E84B32"/>
    <w:rsid w:val="00E84B60"/>
    <w:rsid w:val="00E84F6A"/>
    <w:rsid w:val="00E85443"/>
    <w:rsid w:val="00E857AA"/>
    <w:rsid w:val="00E85DE0"/>
    <w:rsid w:val="00E85ECD"/>
    <w:rsid w:val="00E85F13"/>
    <w:rsid w:val="00E85F2A"/>
    <w:rsid w:val="00E86146"/>
    <w:rsid w:val="00E8616A"/>
    <w:rsid w:val="00E864F4"/>
    <w:rsid w:val="00E86F5A"/>
    <w:rsid w:val="00E8770B"/>
    <w:rsid w:val="00E8775F"/>
    <w:rsid w:val="00E87DBD"/>
    <w:rsid w:val="00E87DEE"/>
    <w:rsid w:val="00E90295"/>
    <w:rsid w:val="00E90808"/>
    <w:rsid w:val="00E9087A"/>
    <w:rsid w:val="00E908D3"/>
    <w:rsid w:val="00E909F5"/>
    <w:rsid w:val="00E90F3A"/>
    <w:rsid w:val="00E91228"/>
    <w:rsid w:val="00E91353"/>
    <w:rsid w:val="00E913C0"/>
    <w:rsid w:val="00E916F5"/>
    <w:rsid w:val="00E919FA"/>
    <w:rsid w:val="00E91BF8"/>
    <w:rsid w:val="00E91F0E"/>
    <w:rsid w:val="00E92052"/>
    <w:rsid w:val="00E92174"/>
    <w:rsid w:val="00E923FF"/>
    <w:rsid w:val="00E9240F"/>
    <w:rsid w:val="00E9261A"/>
    <w:rsid w:val="00E926BF"/>
    <w:rsid w:val="00E9282C"/>
    <w:rsid w:val="00E92861"/>
    <w:rsid w:val="00E92B2A"/>
    <w:rsid w:val="00E92C3A"/>
    <w:rsid w:val="00E92D96"/>
    <w:rsid w:val="00E92E4A"/>
    <w:rsid w:val="00E930DD"/>
    <w:rsid w:val="00E9339C"/>
    <w:rsid w:val="00E93A2F"/>
    <w:rsid w:val="00E93B83"/>
    <w:rsid w:val="00E93C42"/>
    <w:rsid w:val="00E93FF6"/>
    <w:rsid w:val="00E94160"/>
    <w:rsid w:val="00E94503"/>
    <w:rsid w:val="00E9483C"/>
    <w:rsid w:val="00E94E13"/>
    <w:rsid w:val="00E94F15"/>
    <w:rsid w:val="00E94F25"/>
    <w:rsid w:val="00E95450"/>
    <w:rsid w:val="00E95C86"/>
    <w:rsid w:val="00E960AD"/>
    <w:rsid w:val="00E961A9"/>
    <w:rsid w:val="00E961C5"/>
    <w:rsid w:val="00E97923"/>
    <w:rsid w:val="00E979B1"/>
    <w:rsid w:val="00E97C80"/>
    <w:rsid w:val="00E97CA8"/>
    <w:rsid w:val="00E97F23"/>
    <w:rsid w:val="00E97FF1"/>
    <w:rsid w:val="00EA01A5"/>
    <w:rsid w:val="00EA02D4"/>
    <w:rsid w:val="00EA040A"/>
    <w:rsid w:val="00EA04BC"/>
    <w:rsid w:val="00EA0B99"/>
    <w:rsid w:val="00EA10AB"/>
    <w:rsid w:val="00EA19B8"/>
    <w:rsid w:val="00EA206D"/>
    <w:rsid w:val="00EA218B"/>
    <w:rsid w:val="00EA256B"/>
    <w:rsid w:val="00EA26DF"/>
    <w:rsid w:val="00EA2D1E"/>
    <w:rsid w:val="00EA2DA1"/>
    <w:rsid w:val="00EA2DD7"/>
    <w:rsid w:val="00EA2F1F"/>
    <w:rsid w:val="00EA3239"/>
    <w:rsid w:val="00EA37AA"/>
    <w:rsid w:val="00EA39C3"/>
    <w:rsid w:val="00EA40E1"/>
    <w:rsid w:val="00EA4266"/>
    <w:rsid w:val="00EA47B7"/>
    <w:rsid w:val="00EA4885"/>
    <w:rsid w:val="00EA495D"/>
    <w:rsid w:val="00EA4A49"/>
    <w:rsid w:val="00EA4C6A"/>
    <w:rsid w:val="00EA4E95"/>
    <w:rsid w:val="00EA507D"/>
    <w:rsid w:val="00EA514A"/>
    <w:rsid w:val="00EA518F"/>
    <w:rsid w:val="00EA528A"/>
    <w:rsid w:val="00EA54E8"/>
    <w:rsid w:val="00EA56D2"/>
    <w:rsid w:val="00EA5FAE"/>
    <w:rsid w:val="00EA6589"/>
    <w:rsid w:val="00EA6625"/>
    <w:rsid w:val="00EA667C"/>
    <w:rsid w:val="00EA66AE"/>
    <w:rsid w:val="00EA67CF"/>
    <w:rsid w:val="00EA6849"/>
    <w:rsid w:val="00EA6A14"/>
    <w:rsid w:val="00EA6BD8"/>
    <w:rsid w:val="00EA7A4D"/>
    <w:rsid w:val="00EA7AF9"/>
    <w:rsid w:val="00EA7BCD"/>
    <w:rsid w:val="00EA7E0F"/>
    <w:rsid w:val="00EB05E1"/>
    <w:rsid w:val="00EB0636"/>
    <w:rsid w:val="00EB0C84"/>
    <w:rsid w:val="00EB0DC2"/>
    <w:rsid w:val="00EB0E65"/>
    <w:rsid w:val="00EB0EDD"/>
    <w:rsid w:val="00EB13AB"/>
    <w:rsid w:val="00EB181B"/>
    <w:rsid w:val="00EB1E19"/>
    <w:rsid w:val="00EB1EA3"/>
    <w:rsid w:val="00EB224D"/>
    <w:rsid w:val="00EB2642"/>
    <w:rsid w:val="00EB26C1"/>
    <w:rsid w:val="00EB2A5C"/>
    <w:rsid w:val="00EB2E8A"/>
    <w:rsid w:val="00EB3098"/>
    <w:rsid w:val="00EB3719"/>
    <w:rsid w:val="00EB3C13"/>
    <w:rsid w:val="00EB3D49"/>
    <w:rsid w:val="00EB3D7C"/>
    <w:rsid w:val="00EB3DB7"/>
    <w:rsid w:val="00EB3EAB"/>
    <w:rsid w:val="00EB3EDD"/>
    <w:rsid w:val="00EB4402"/>
    <w:rsid w:val="00EB4628"/>
    <w:rsid w:val="00EB4B66"/>
    <w:rsid w:val="00EB4D7D"/>
    <w:rsid w:val="00EB4DFC"/>
    <w:rsid w:val="00EB5021"/>
    <w:rsid w:val="00EB5242"/>
    <w:rsid w:val="00EB5328"/>
    <w:rsid w:val="00EB55AE"/>
    <w:rsid w:val="00EB6997"/>
    <w:rsid w:val="00EB6A21"/>
    <w:rsid w:val="00EB6C69"/>
    <w:rsid w:val="00EB6C86"/>
    <w:rsid w:val="00EB6DA0"/>
    <w:rsid w:val="00EB6DA8"/>
    <w:rsid w:val="00EB6FD2"/>
    <w:rsid w:val="00EB7497"/>
    <w:rsid w:val="00EB74EA"/>
    <w:rsid w:val="00EB7547"/>
    <w:rsid w:val="00EB7B9F"/>
    <w:rsid w:val="00EB7BC2"/>
    <w:rsid w:val="00EC024D"/>
    <w:rsid w:val="00EC0322"/>
    <w:rsid w:val="00EC08A2"/>
    <w:rsid w:val="00EC0D03"/>
    <w:rsid w:val="00EC0F68"/>
    <w:rsid w:val="00EC187F"/>
    <w:rsid w:val="00EC19A2"/>
    <w:rsid w:val="00EC1AF5"/>
    <w:rsid w:val="00EC1DA7"/>
    <w:rsid w:val="00EC1F52"/>
    <w:rsid w:val="00EC1F6B"/>
    <w:rsid w:val="00EC204F"/>
    <w:rsid w:val="00EC2130"/>
    <w:rsid w:val="00EC214D"/>
    <w:rsid w:val="00EC21A6"/>
    <w:rsid w:val="00EC239B"/>
    <w:rsid w:val="00EC2662"/>
    <w:rsid w:val="00EC2BC0"/>
    <w:rsid w:val="00EC2DFB"/>
    <w:rsid w:val="00EC2E73"/>
    <w:rsid w:val="00EC302C"/>
    <w:rsid w:val="00EC33B5"/>
    <w:rsid w:val="00EC3490"/>
    <w:rsid w:val="00EC36A8"/>
    <w:rsid w:val="00EC3A6C"/>
    <w:rsid w:val="00EC3E1A"/>
    <w:rsid w:val="00EC3F87"/>
    <w:rsid w:val="00EC4404"/>
    <w:rsid w:val="00EC44C9"/>
    <w:rsid w:val="00EC48A1"/>
    <w:rsid w:val="00EC49BC"/>
    <w:rsid w:val="00EC4BA7"/>
    <w:rsid w:val="00EC4ECD"/>
    <w:rsid w:val="00EC52AE"/>
    <w:rsid w:val="00EC58C6"/>
    <w:rsid w:val="00EC599A"/>
    <w:rsid w:val="00EC5BBC"/>
    <w:rsid w:val="00EC5DBF"/>
    <w:rsid w:val="00EC5DC1"/>
    <w:rsid w:val="00EC63AB"/>
    <w:rsid w:val="00EC6644"/>
    <w:rsid w:val="00EC6BCD"/>
    <w:rsid w:val="00EC6BD8"/>
    <w:rsid w:val="00EC6D32"/>
    <w:rsid w:val="00EC7007"/>
    <w:rsid w:val="00EC7061"/>
    <w:rsid w:val="00EC72EF"/>
    <w:rsid w:val="00EC746F"/>
    <w:rsid w:val="00EC7883"/>
    <w:rsid w:val="00EC7BAA"/>
    <w:rsid w:val="00EC7D06"/>
    <w:rsid w:val="00EC7E5B"/>
    <w:rsid w:val="00ED01B8"/>
    <w:rsid w:val="00ED02FA"/>
    <w:rsid w:val="00ED042A"/>
    <w:rsid w:val="00ED04D9"/>
    <w:rsid w:val="00ED081D"/>
    <w:rsid w:val="00ED0976"/>
    <w:rsid w:val="00ED09CF"/>
    <w:rsid w:val="00ED0A83"/>
    <w:rsid w:val="00ED0AF6"/>
    <w:rsid w:val="00ED0D0D"/>
    <w:rsid w:val="00ED12A6"/>
    <w:rsid w:val="00ED14EE"/>
    <w:rsid w:val="00ED19A3"/>
    <w:rsid w:val="00ED1AEC"/>
    <w:rsid w:val="00ED25E3"/>
    <w:rsid w:val="00ED2735"/>
    <w:rsid w:val="00ED27CA"/>
    <w:rsid w:val="00ED2811"/>
    <w:rsid w:val="00ED2983"/>
    <w:rsid w:val="00ED2A14"/>
    <w:rsid w:val="00ED2D22"/>
    <w:rsid w:val="00ED2E3F"/>
    <w:rsid w:val="00ED31EB"/>
    <w:rsid w:val="00ED34B6"/>
    <w:rsid w:val="00ED34EC"/>
    <w:rsid w:val="00ED3DB4"/>
    <w:rsid w:val="00ED3F97"/>
    <w:rsid w:val="00ED424F"/>
    <w:rsid w:val="00ED50AE"/>
    <w:rsid w:val="00ED52F7"/>
    <w:rsid w:val="00ED5358"/>
    <w:rsid w:val="00ED5873"/>
    <w:rsid w:val="00ED58C2"/>
    <w:rsid w:val="00ED58E9"/>
    <w:rsid w:val="00ED5DE8"/>
    <w:rsid w:val="00ED5E5B"/>
    <w:rsid w:val="00ED5F32"/>
    <w:rsid w:val="00ED6260"/>
    <w:rsid w:val="00ED6326"/>
    <w:rsid w:val="00ED63A9"/>
    <w:rsid w:val="00ED63E4"/>
    <w:rsid w:val="00ED6626"/>
    <w:rsid w:val="00ED6651"/>
    <w:rsid w:val="00ED68CB"/>
    <w:rsid w:val="00ED6AD6"/>
    <w:rsid w:val="00ED6D18"/>
    <w:rsid w:val="00ED7043"/>
    <w:rsid w:val="00ED7BBB"/>
    <w:rsid w:val="00ED7C20"/>
    <w:rsid w:val="00ED7D81"/>
    <w:rsid w:val="00ED7F1F"/>
    <w:rsid w:val="00ED7FE9"/>
    <w:rsid w:val="00EE0047"/>
    <w:rsid w:val="00EE06E5"/>
    <w:rsid w:val="00EE0D08"/>
    <w:rsid w:val="00EE0F2A"/>
    <w:rsid w:val="00EE0F85"/>
    <w:rsid w:val="00EE114C"/>
    <w:rsid w:val="00EE131F"/>
    <w:rsid w:val="00EE14DE"/>
    <w:rsid w:val="00EE172A"/>
    <w:rsid w:val="00EE1E46"/>
    <w:rsid w:val="00EE1F3D"/>
    <w:rsid w:val="00EE20B2"/>
    <w:rsid w:val="00EE2136"/>
    <w:rsid w:val="00EE2291"/>
    <w:rsid w:val="00EE22B2"/>
    <w:rsid w:val="00EE252A"/>
    <w:rsid w:val="00EE2606"/>
    <w:rsid w:val="00EE2916"/>
    <w:rsid w:val="00EE2A2B"/>
    <w:rsid w:val="00EE2C08"/>
    <w:rsid w:val="00EE2E1D"/>
    <w:rsid w:val="00EE2EEE"/>
    <w:rsid w:val="00EE30D7"/>
    <w:rsid w:val="00EE31B6"/>
    <w:rsid w:val="00EE3593"/>
    <w:rsid w:val="00EE3666"/>
    <w:rsid w:val="00EE3D36"/>
    <w:rsid w:val="00EE3D3A"/>
    <w:rsid w:val="00EE3EA2"/>
    <w:rsid w:val="00EE3F30"/>
    <w:rsid w:val="00EE44AA"/>
    <w:rsid w:val="00EE44F5"/>
    <w:rsid w:val="00EE46EE"/>
    <w:rsid w:val="00EE5221"/>
    <w:rsid w:val="00EE5557"/>
    <w:rsid w:val="00EE5566"/>
    <w:rsid w:val="00EE5583"/>
    <w:rsid w:val="00EE5587"/>
    <w:rsid w:val="00EE5985"/>
    <w:rsid w:val="00EE599D"/>
    <w:rsid w:val="00EE5B43"/>
    <w:rsid w:val="00EE610E"/>
    <w:rsid w:val="00EE6480"/>
    <w:rsid w:val="00EE65A7"/>
    <w:rsid w:val="00EE65A9"/>
    <w:rsid w:val="00EE683D"/>
    <w:rsid w:val="00EE68D6"/>
    <w:rsid w:val="00EE69A4"/>
    <w:rsid w:val="00EE6F44"/>
    <w:rsid w:val="00EE751F"/>
    <w:rsid w:val="00EE7670"/>
    <w:rsid w:val="00EE7811"/>
    <w:rsid w:val="00EE78AB"/>
    <w:rsid w:val="00EE7E08"/>
    <w:rsid w:val="00EE7E80"/>
    <w:rsid w:val="00EF07E3"/>
    <w:rsid w:val="00EF0A7E"/>
    <w:rsid w:val="00EF0AE8"/>
    <w:rsid w:val="00EF0BE0"/>
    <w:rsid w:val="00EF0F9F"/>
    <w:rsid w:val="00EF104C"/>
    <w:rsid w:val="00EF15F6"/>
    <w:rsid w:val="00EF18DD"/>
    <w:rsid w:val="00EF1967"/>
    <w:rsid w:val="00EF1A68"/>
    <w:rsid w:val="00EF1B31"/>
    <w:rsid w:val="00EF1C51"/>
    <w:rsid w:val="00EF22A3"/>
    <w:rsid w:val="00EF2527"/>
    <w:rsid w:val="00EF2CA0"/>
    <w:rsid w:val="00EF3088"/>
    <w:rsid w:val="00EF33CF"/>
    <w:rsid w:val="00EF3544"/>
    <w:rsid w:val="00EF3648"/>
    <w:rsid w:val="00EF36D4"/>
    <w:rsid w:val="00EF3C6D"/>
    <w:rsid w:val="00EF3D5E"/>
    <w:rsid w:val="00EF3FBC"/>
    <w:rsid w:val="00EF405D"/>
    <w:rsid w:val="00EF45A8"/>
    <w:rsid w:val="00EF4CFE"/>
    <w:rsid w:val="00EF4D82"/>
    <w:rsid w:val="00EF4FCD"/>
    <w:rsid w:val="00EF545B"/>
    <w:rsid w:val="00EF5F32"/>
    <w:rsid w:val="00EF6603"/>
    <w:rsid w:val="00EF6847"/>
    <w:rsid w:val="00EF6A4E"/>
    <w:rsid w:val="00EF7004"/>
    <w:rsid w:val="00EF71D0"/>
    <w:rsid w:val="00EF7538"/>
    <w:rsid w:val="00EF792D"/>
    <w:rsid w:val="00EF7A56"/>
    <w:rsid w:val="00EF7B46"/>
    <w:rsid w:val="00F0014F"/>
    <w:rsid w:val="00F00159"/>
    <w:rsid w:val="00F004CE"/>
    <w:rsid w:val="00F005B4"/>
    <w:rsid w:val="00F006D0"/>
    <w:rsid w:val="00F00791"/>
    <w:rsid w:val="00F0084B"/>
    <w:rsid w:val="00F00924"/>
    <w:rsid w:val="00F00D81"/>
    <w:rsid w:val="00F00FB3"/>
    <w:rsid w:val="00F01279"/>
    <w:rsid w:val="00F01410"/>
    <w:rsid w:val="00F017A3"/>
    <w:rsid w:val="00F01997"/>
    <w:rsid w:val="00F019C2"/>
    <w:rsid w:val="00F01C7C"/>
    <w:rsid w:val="00F01E81"/>
    <w:rsid w:val="00F02103"/>
    <w:rsid w:val="00F02108"/>
    <w:rsid w:val="00F022E4"/>
    <w:rsid w:val="00F02C2E"/>
    <w:rsid w:val="00F0337B"/>
    <w:rsid w:val="00F034F9"/>
    <w:rsid w:val="00F037B1"/>
    <w:rsid w:val="00F03A4F"/>
    <w:rsid w:val="00F03C1C"/>
    <w:rsid w:val="00F04373"/>
    <w:rsid w:val="00F0446D"/>
    <w:rsid w:val="00F04602"/>
    <w:rsid w:val="00F047AD"/>
    <w:rsid w:val="00F048F8"/>
    <w:rsid w:val="00F04F21"/>
    <w:rsid w:val="00F04F4C"/>
    <w:rsid w:val="00F04F79"/>
    <w:rsid w:val="00F05783"/>
    <w:rsid w:val="00F058A2"/>
    <w:rsid w:val="00F0594C"/>
    <w:rsid w:val="00F05CAC"/>
    <w:rsid w:val="00F06295"/>
    <w:rsid w:val="00F06797"/>
    <w:rsid w:val="00F06B6C"/>
    <w:rsid w:val="00F06C83"/>
    <w:rsid w:val="00F070D8"/>
    <w:rsid w:val="00F07CCF"/>
    <w:rsid w:val="00F07F6F"/>
    <w:rsid w:val="00F10001"/>
    <w:rsid w:val="00F1062F"/>
    <w:rsid w:val="00F10682"/>
    <w:rsid w:val="00F10A2C"/>
    <w:rsid w:val="00F10B0F"/>
    <w:rsid w:val="00F10CC6"/>
    <w:rsid w:val="00F10EBD"/>
    <w:rsid w:val="00F11097"/>
    <w:rsid w:val="00F110E3"/>
    <w:rsid w:val="00F1156F"/>
    <w:rsid w:val="00F11661"/>
    <w:rsid w:val="00F11A7A"/>
    <w:rsid w:val="00F11B07"/>
    <w:rsid w:val="00F11FC8"/>
    <w:rsid w:val="00F12124"/>
    <w:rsid w:val="00F124AF"/>
    <w:rsid w:val="00F1267D"/>
    <w:rsid w:val="00F12A45"/>
    <w:rsid w:val="00F12DC3"/>
    <w:rsid w:val="00F13095"/>
    <w:rsid w:val="00F13188"/>
    <w:rsid w:val="00F1323A"/>
    <w:rsid w:val="00F13276"/>
    <w:rsid w:val="00F1332F"/>
    <w:rsid w:val="00F138CD"/>
    <w:rsid w:val="00F13A28"/>
    <w:rsid w:val="00F13A2B"/>
    <w:rsid w:val="00F1427C"/>
    <w:rsid w:val="00F1428A"/>
    <w:rsid w:val="00F14351"/>
    <w:rsid w:val="00F14463"/>
    <w:rsid w:val="00F14586"/>
    <w:rsid w:val="00F1489D"/>
    <w:rsid w:val="00F14D0B"/>
    <w:rsid w:val="00F14F3F"/>
    <w:rsid w:val="00F14FE2"/>
    <w:rsid w:val="00F15053"/>
    <w:rsid w:val="00F15074"/>
    <w:rsid w:val="00F15270"/>
    <w:rsid w:val="00F155BC"/>
    <w:rsid w:val="00F155DF"/>
    <w:rsid w:val="00F159EE"/>
    <w:rsid w:val="00F15AB1"/>
    <w:rsid w:val="00F15D9D"/>
    <w:rsid w:val="00F15FC2"/>
    <w:rsid w:val="00F162CE"/>
    <w:rsid w:val="00F16AEC"/>
    <w:rsid w:val="00F16D96"/>
    <w:rsid w:val="00F16E50"/>
    <w:rsid w:val="00F16F36"/>
    <w:rsid w:val="00F16F37"/>
    <w:rsid w:val="00F17742"/>
    <w:rsid w:val="00F17809"/>
    <w:rsid w:val="00F17F27"/>
    <w:rsid w:val="00F201FE"/>
    <w:rsid w:val="00F20456"/>
    <w:rsid w:val="00F2079B"/>
    <w:rsid w:val="00F207BA"/>
    <w:rsid w:val="00F20818"/>
    <w:rsid w:val="00F20903"/>
    <w:rsid w:val="00F2099C"/>
    <w:rsid w:val="00F20A9B"/>
    <w:rsid w:val="00F20ED2"/>
    <w:rsid w:val="00F20F6A"/>
    <w:rsid w:val="00F212C5"/>
    <w:rsid w:val="00F21368"/>
    <w:rsid w:val="00F21632"/>
    <w:rsid w:val="00F216B1"/>
    <w:rsid w:val="00F216B8"/>
    <w:rsid w:val="00F21922"/>
    <w:rsid w:val="00F21932"/>
    <w:rsid w:val="00F2289C"/>
    <w:rsid w:val="00F22AC4"/>
    <w:rsid w:val="00F22D4F"/>
    <w:rsid w:val="00F22DE4"/>
    <w:rsid w:val="00F22EDE"/>
    <w:rsid w:val="00F233A4"/>
    <w:rsid w:val="00F236E3"/>
    <w:rsid w:val="00F23DA0"/>
    <w:rsid w:val="00F23E09"/>
    <w:rsid w:val="00F2406C"/>
    <w:rsid w:val="00F24111"/>
    <w:rsid w:val="00F2471C"/>
    <w:rsid w:val="00F24D9C"/>
    <w:rsid w:val="00F25F01"/>
    <w:rsid w:val="00F26475"/>
    <w:rsid w:val="00F26569"/>
    <w:rsid w:val="00F266C8"/>
    <w:rsid w:val="00F2683E"/>
    <w:rsid w:val="00F26A85"/>
    <w:rsid w:val="00F26C38"/>
    <w:rsid w:val="00F26DD5"/>
    <w:rsid w:val="00F275E2"/>
    <w:rsid w:val="00F2768C"/>
    <w:rsid w:val="00F277FB"/>
    <w:rsid w:val="00F278F9"/>
    <w:rsid w:val="00F2794E"/>
    <w:rsid w:val="00F27C9D"/>
    <w:rsid w:val="00F27EB1"/>
    <w:rsid w:val="00F30459"/>
    <w:rsid w:val="00F30586"/>
    <w:rsid w:val="00F305A6"/>
    <w:rsid w:val="00F306FA"/>
    <w:rsid w:val="00F309F6"/>
    <w:rsid w:val="00F30B2D"/>
    <w:rsid w:val="00F31A2D"/>
    <w:rsid w:val="00F31A61"/>
    <w:rsid w:val="00F31B27"/>
    <w:rsid w:val="00F32248"/>
    <w:rsid w:val="00F32529"/>
    <w:rsid w:val="00F3254A"/>
    <w:rsid w:val="00F329B3"/>
    <w:rsid w:val="00F32B08"/>
    <w:rsid w:val="00F33051"/>
    <w:rsid w:val="00F3338D"/>
    <w:rsid w:val="00F33472"/>
    <w:rsid w:val="00F33962"/>
    <w:rsid w:val="00F33DFF"/>
    <w:rsid w:val="00F34249"/>
    <w:rsid w:val="00F34535"/>
    <w:rsid w:val="00F3491A"/>
    <w:rsid w:val="00F34B71"/>
    <w:rsid w:val="00F35518"/>
    <w:rsid w:val="00F35635"/>
    <w:rsid w:val="00F356A0"/>
    <w:rsid w:val="00F357A5"/>
    <w:rsid w:val="00F35C02"/>
    <w:rsid w:val="00F35D5B"/>
    <w:rsid w:val="00F35DC9"/>
    <w:rsid w:val="00F3605E"/>
    <w:rsid w:val="00F362DD"/>
    <w:rsid w:val="00F36477"/>
    <w:rsid w:val="00F365BE"/>
    <w:rsid w:val="00F36F1C"/>
    <w:rsid w:val="00F370E8"/>
    <w:rsid w:val="00F373F4"/>
    <w:rsid w:val="00F37DF1"/>
    <w:rsid w:val="00F402F9"/>
    <w:rsid w:val="00F40504"/>
    <w:rsid w:val="00F40D8C"/>
    <w:rsid w:val="00F40E34"/>
    <w:rsid w:val="00F411F3"/>
    <w:rsid w:val="00F4136C"/>
    <w:rsid w:val="00F41388"/>
    <w:rsid w:val="00F41708"/>
    <w:rsid w:val="00F41824"/>
    <w:rsid w:val="00F419D8"/>
    <w:rsid w:val="00F41B73"/>
    <w:rsid w:val="00F42181"/>
    <w:rsid w:val="00F42597"/>
    <w:rsid w:val="00F427AA"/>
    <w:rsid w:val="00F42936"/>
    <w:rsid w:val="00F42A83"/>
    <w:rsid w:val="00F4330C"/>
    <w:rsid w:val="00F43353"/>
    <w:rsid w:val="00F43475"/>
    <w:rsid w:val="00F4378B"/>
    <w:rsid w:val="00F4399A"/>
    <w:rsid w:val="00F43AB5"/>
    <w:rsid w:val="00F43B7D"/>
    <w:rsid w:val="00F440E9"/>
    <w:rsid w:val="00F44286"/>
    <w:rsid w:val="00F44704"/>
    <w:rsid w:val="00F447C9"/>
    <w:rsid w:val="00F448BB"/>
    <w:rsid w:val="00F44BC7"/>
    <w:rsid w:val="00F44E9E"/>
    <w:rsid w:val="00F450FB"/>
    <w:rsid w:val="00F45256"/>
    <w:rsid w:val="00F452E8"/>
    <w:rsid w:val="00F4536D"/>
    <w:rsid w:val="00F456A9"/>
    <w:rsid w:val="00F458A3"/>
    <w:rsid w:val="00F45B13"/>
    <w:rsid w:val="00F45B48"/>
    <w:rsid w:val="00F46033"/>
    <w:rsid w:val="00F46063"/>
    <w:rsid w:val="00F46090"/>
    <w:rsid w:val="00F462C3"/>
    <w:rsid w:val="00F46388"/>
    <w:rsid w:val="00F463C8"/>
    <w:rsid w:val="00F46542"/>
    <w:rsid w:val="00F46B8E"/>
    <w:rsid w:val="00F46D20"/>
    <w:rsid w:val="00F46D6E"/>
    <w:rsid w:val="00F46DAB"/>
    <w:rsid w:val="00F46F2E"/>
    <w:rsid w:val="00F470C4"/>
    <w:rsid w:val="00F4711D"/>
    <w:rsid w:val="00F47469"/>
    <w:rsid w:val="00F477D6"/>
    <w:rsid w:val="00F477DD"/>
    <w:rsid w:val="00F47B63"/>
    <w:rsid w:val="00F50395"/>
    <w:rsid w:val="00F503DA"/>
    <w:rsid w:val="00F504CE"/>
    <w:rsid w:val="00F50577"/>
    <w:rsid w:val="00F50C17"/>
    <w:rsid w:val="00F50D6A"/>
    <w:rsid w:val="00F50ECE"/>
    <w:rsid w:val="00F51030"/>
    <w:rsid w:val="00F513FB"/>
    <w:rsid w:val="00F514B3"/>
    <w:rsid w:val="00F515E8"/>
    <w:rsid w:val="00F516E7"/>
    <w:rsid w:val="00F51CAB"/>
    <w:rsid w:val="00F51E1A"/>
    <w:rsid w:val="00F51FE3"/>
    <w:rsid w:val="00F51FF7"/>
    <w:rsid w:val="00F52077"/>
    <w:rsid w:val="00F524F6"/>
    <w:rsid w:val="00F528F8"/>
    <w:rsid w:val="00F52B24"/>
    <w:rsid w:val="00F52E2D"/>
    <w:rsid w:val="00F530A8"/>
    <w:rsid w:val="00F535FE"/>
    <w:rsid w:val="00F5372A"/>
    <w:rsid w:val="00F5394B"/>
    <w:rsid w:val="00F53D42"/>
    <w:rsid w:val="00F54031"/>
    <w:rsid w:val="00F5443A"/>
    <w:rsid w:val="00F544CB"/>
    <w:rsid w:val="00F5463C"/>
    <w:rsid w:val="00F54AF4"/>
    <w:rsid w:val="00F54C35"/>
    <w:rsid w:val="00F54EB0"/>
    <w:rsid w:val="00F54FD3"/>
    <w:rsid w:val="00F550AA"/>
    <w:rsid w:val="00F5544B"/>
    <w:rsid w:val="00F55521"/>
    <w:rsid w:val="00F55701"/>
    <w:rsid w:val="00F55749"/>
    <w:rsid w:val="00F55C65"/>
    <w:rsid w:val="00F55FE9"/>
    <w:rsid w:val="00F56575"/>
    <w:rsid w:val="00F565A7"/>
    <w:rsid w:val="00F56806"/>
    <w:rsid w:val="00F56B25"/>
    <w:rsid w:val="00F56C81"/>
    <w:rsid w:val="00F56DA8"/>
    <w:rsid w:val="00F56DE8"/>
    <w:rsid w:val="00F56FD3"/>
    <w:rsid w:val="00F57300"/>
    <w:rsid w:val="00F57364"/>
    <w:rsid w:val="00F576CE"/>
    <w:rsid w:val="00F577AD"/>
    <w:rsid w:val="00F57DBE"/>
    <w:rsid w:val="00F6003E"/>
    <w:rsid w:val="00F6026D"/>
    <w:rsid w:val="00F60479"/>
    <w:rsid w:val="00F604E2"/>
    <w:rsid w:val="00F6051C"/>
    <w:rsid w:val="00F6052E"/>
    <w:rsid w:val="00F606E5"/>
    <w:rsid w:val="00F6076A"/>
    <w:rsid w:val="00F60860"/>
    <w:rsid w:val="00F60A30"/>
    <w:rsid w:val="00F60AFF"/>
    <w:rsid w:val="00F60D36"/>
    <w:rsid w:val="00F615B1"/>
    <w:rsid w:val="00F616B9"/>
    <w:rsid w:val="00F61B23"/>
    <w:rsid w:val="00F61D05"/>
    <w:rsid w:val="00F61FAF"/>
    <w:rsid w:val="00F6218F"/>
    <w:rsid w:val="00F621F7"/>
    <w:rsid w:val="00F62743"/>
    <w:rsid w:val="00F628B8"/>
    <w:rsid w:val="00F62CBB"/>
    <w:rsid w:val="00F62CF8"/>
    <w:rsid w:val="00F62F12"/>
    <w:rsid w:val="00F63105"/>
    <w:rsid w:val="00F63558"/>
    <w:rsid w:val="00F63714"/>
    <w:rsid w:val="00F6390C"/>
    <w:rsid w:val="00F63A38"/>
    <w:rsid w:val="00F63ACE"/>
    <w:rsid w:val="00F63C8F"/>
    <w:rsid w:val="00F63DCA"/>
    <w:rsid w:val="00F63EA0"/>
    <w:rsid w:val="00F63FE6"/>
    <w:rsid w:val="00F6441D"/>
    <w:rsid w:val="00F64597"/>
    <w:rsid w:val="00F64815"/>
    <w:rsid w:val="00F64AE0"/>
    <w:rsid w:val="00F64DF1"/>
    <w:rsid w:val="00F64F58"/>
    <w:rsid w:val="00F65433"/>
    <w:rsid w:val="00F65653"/>
    <w:rsid w:val="00F65847"/>
    <w:rsid w:val="00F65860"/>
    <w:rsid w:val="00F65A03"/>
    <w:rsid w:val="00F65AF3"/>
    <w:rsid w:val="00F65AF5"/>
    <w:rsid w:val="00F65B8E"/>
    <w:rsid w:val="00F662B7"/>
    <w:rsid w:val="00F66900"/>
    <w:rsid w:val="00F66BA0"/>
    <w:rsid w:val="00F66DE2"/>
    <w:rsid w:val="00F66E17"/>
    <w:rsid w:val="00F670C0"/>
    <w:rsid w:val="00F673D7"/>
    <w:rsid w:val="00F67501"/>
    <w:rsid w:val="00F7036B"/>
    <w:rsid w:val="00F706C0"/>
    <w:rsid w:val="00F7083C"/>
    <w:rsid w:val="00F70871"/>
    <w:rsid w:val="00F7097B"/>
    <w:rsid w:val="00F714F2"/>
    <w:rsid w:val="00F7165C"/>
    <w:rsid w:val="00F71A18"/>
    <w:rsid w:val="00F71A21"/>
    <w:rsid w:val="00F71AA8"/>
    <w:rsid w:val="00F71B9F"/>
    <w:rsid w:val="00F71DED"/>
    <w:rsid w:val="00F721EF"/>
    <w:rsid w:val="00F72473"/>
    <w:rsid w:val="00F725FF"/>
    <w:rsid w:val="00F72715"/>
    <w:rsid w:val="00F72832"/>
    <w:rsid w:val="00F732A6"/>
    <w:rsid w:val="00F73512"/>
    <w:rsid w:val="00F73A22"/>
    <w:rsid w:val="00F73B45"/>
    <w:rsid w:val="00F73F3E"/>
    <w:rsid w:val="00F74028"/>
    <w:rsid w:val="00F74171"/>
    <w:rsid w:val="00F7496F"/>
    <w:rsid w:val="00F74AD0"/>
    <w:rsid w:val="00F74C99"/>
    <w:rsid w:val="00F750A3"/>
    <w:rsid w:val="00F7510B"/>
    <w:rsid w:val="00F75116"/>
    <w:rsid w:val="00F751D6"/>
    <w:rsid w:val="00F7550F"/>
    <w:rsid w:val="00F75C72"/>
    <w:rsid w:val="00F75C9F"/>
    <w:rsid w:val="00F75DE5"/>
    <w:rsid w:val="00F761BD"/>
    <w:rsid w:val="00F7643B"/>
    <w:rsid w:val="00F76694"/>
    <w:rsid w:val="00F767EB"/>
    <w:rsid w:val="00F76852"/>
    <w:rsid w:val="00F7693E"/>
    <w:rsid w:val="00F7695B"/>
    <w:rsid w:val="00F76CEA"/>
    <w:rsid w:val="00F76DF7"/>
    <w:rsid w:val="00F76E2A"/>
    <w:rsid w:val="00F77099"/>
    <w:rsid w:val="00F7711E"/>
    <w:rsid w:val="00F771B1"/>
    <w:rsid w:val="00F77522"/>
    <w:rsid w:val="00F77905"/>
    <w:rsid w:val="00F77B9C"/>
    <w:rsid w:val="00F77D5C"/>
    <w:rsid w:val="00F77FC0"/>
    <w:rsid w:val="00F80319"/>
    <w:rsid w:val="00F8050F"/>
    <w:rsid w:val="00F80571"/>
    <w:rsid w:val="00F80782"/>
    <w:rsid w:val="00F807E6"/>
    <w:rsid w:val="00F80923"/>
    <w:rsid w:val="00F81169"/>
    <w:rsid w:val="00F8121E"/>
    <w:rsid w:val="00F812F6"/>
    <w:rsid w:val="00F8142F"/>
    <w:rsid w:val="00F8176D"/>
    <w:rsid w:val="00F81E44"/>
    <w:rsid w:val="00F81F29"/>
    <w:rsid w:val="00F821A1"/>
    <w:rsid w:val="00F8224D"/>
    <w:rsid w:val="00F82285"/>
    <w:rsid w:val="00F824EB"/>
    <w:rsid w:val="00F82738"/>
    <w:rsid w:val="00F8273E"/>
    <w:rsid w:val="00F82C25"/>
    <w:rsid w:val="00F83237"/>
    <w:rsid w:val="00F8341C"/>
    <w:rsid w:val="00F83A2C"/>
    <w:rsid w:val="00F83CC8"/>
    <w:rsid w:val="00F83DAB"/>
    <w:rsid w:val="00F84042"/>
    <w:rsid w:val="00F8406D"/>
    <w:rsid w:val="00F841E3"/>
    <w:rsid w:val="00F844C9"/>
    <w:rsid w:val="00F84571"/>
    <w:rsid w:val="00F84806"/>
    <w:rsid w:val="00F84FDC"/>
    <w:rsid w:val="00F852E0"/>
    <w:rsid w:val="00F85FCF"/>
    <w:rsid w:val="00F8626F"/>
    <w:rsid w:val="00F864FC"/>
    <w:rsid w:val="00F86619"/>
    <w:rsid w:val="00F86734"/>
    <w:rsid w:val="00F86D68"/>
    <w:rsid w:val="00F86DCF"/>
    <w:rsid w:val="00F86E62"/>
    <w:rsid w:val="00F87628"/>
    <w:rsid w:val="00F901FF"/>
    <w:rsid w:val="00F902AE"/>
    <w:rsid w:val="00F902D4"/>
    <w:rsid w:val="00F903CE"/>
    <w:rsid w:val="00F90E12"/>
    <w:rsid w:val="00F90FD6"/>
    <w:rsid w:val="00F91270"/>
    <w:rsid w:val="00F914E6"/>
    <w:rsid w:val="00F91727"/>
    <w:rsid w:val="00F91A3C"/>
    <w:rsid w:val="00F91A40"/>
    <w:rsid w:val="00F91C26"/>
    <w:rsid w:val="00F91DEF"/>
    <w:rsid w:val="00F91F85"/>
    <w:rsid w:val="00F91FEC"/>
    <w:rsid w:val="00F920B7"/>
    <w:rsid w:val="00F924A8"/>
    <w:rsid w:val="00F92E05"/>
    <w:rsid w:val="00F93009"/>
    <w:rsid w:val="00F9346C"/>
    <w:rsid w:val="00F935C1"/>
    <w:rsid w:val="00F9360C"/>
    <w:rsid w:val="00F938F5"/>
    <w:rsid w:val="00F93A47"/>
    <w:rsid w:val="00F93B6D"/>
    <w:rsid w:val="00F93C3B"/>
    <w:rsid w:val="00F93C5A"/>
    <w:rsid w:val="00F9432A"/>
    <w:rsid w:val="00F94D58"/>
    <w:rsid w:val="00F952C9"/>
    <w:rsid w:val="00F9576C"/>
    <w:rsid w:val="00F962E5"/>
    <w:rsid w:val="00F9659A"/>
    <w:rsid w:val="00F967BA"/>
    <w:rsid w:val="00F96A64"/>
    <w:rsid w:val="00F96EDF"/>
    <w:rsid w:val="00F96F94"/>
    <w:rsid w:val="00F97053"/>
    <w:rsid w:val="00F970BA"/>
    <w:rsid w:val="00F976B0"/>
    <w:rsid w:val="00F976C7"/>
    <w:rsid w:val="00F979D3"/>
    <w:rsid w:val="00F97B86"/>
    <w:rsid w:val="00FA0048"/>
    <w:rsid w:val="00FA09BB"/>
    <w:rsid w:val="00FA0BFF"/>
    <w:rsid w:val="00FA0CD5"/>
    <w:rsid w:val="00FA0D87"/>
    <w:rsid w:val="00FA1498"/>
    <w:rsid w:val="00FA159B"/>
    <w:rsid w:val="00FA15BB"/>
    <w:rsid w:val="00FA161F"/>
    <w:rsid w:val="00FA1680"/>
    <w:rsid w:val="00FA1ADB"/>
    <w:rsid w:val="00FA1AF4"/>
    <w:rsid w:val="00FA1BEF"/>
    <w:rsid w:val="00FA1EF1"/>
    <w:rsid w:val="00FA20D6"/>
    <w:rsid w:val="00FA216A"/>
    <w:rsid w:val="00FA2570"/>
    <w:rsid w:val="00FA270D"/>
    <w:rsid w:val="00FA2A6C"/>
    <w:rsid w:val="00FA2AF8"/>
    <w:rsid w:val="00FA2CD7"/>
    <w:rsid w:val="00FA2D4E"/>
    <w:rsid w:val="00FA3009"/>
    <w:rsid w:val="00FA3150"/>
    <w:rsid w:val="00FA31B8"/>
    <w:rsid w:val="00FA320B"/>
    <w:rsid w:val="00FA3505"/>
    <w:rsid w:val="00FA35C1"/>
    <w:rsid w:val="00FA3650"/>
    <w:rsid w:val="00FA36DE"/>
    <w:rsid w:val="00FA3749"/>
    <w:rsid w:val="00FA3AD9"/>
    <w:rsid w:val="00FA3CE2"/>
    <w:rsid w:val="00FA4108"/>
    <w:rsid w:val="00FA41DF"/>
    <w:rsid w:val="00FA4273"/>
    <w:rsid w:val="00FA43F6"/>
    <w:rsid w:val="00FA447A"/>
    <w:rsid w:val="00FA468B"/>
    <w:rsid w:val="00FA496B"/>
    <w:rsid w:val="00FA5B9B"/>
    <w:rsid w:val="00FA6116"/>
    <w:rsid w:val="00FA6600"/>
    <w:rsid w:val="00FA670A"/>
    <w:rsid w:val="00FA6A0B"/>
    <w:rsid w:val="00FA6A32"/>
    <w:rsid w:val="00FA6D19"/>
    <w:rsid w:val="00FA71AD"/>
    <w:rsid w:val="00FA731D"/>
    <w:rsid w:val="00FA7401"/>
    <w:rsid w:val="00FA7961"/>
    <w:rsid w:val="00FA7B15"/>
    <w:rsid w:val="00FA7C43"/>
    <w:rsid w:val="00FA7E3A"/>
    <w:rsid w:val="00FA7FEB"/>
    <w:rsid w:val="00FB0125"/>
    <w:rsid w:val="00FB0354"/>
    <w:rsid w:val="00FB04AC"/>
    <w:rsid w:val="00FB07E4"/>
    <w:rsid w:val="00FB0800"/>
    <w:rsid w:val="00FB085B"/>
    <w:rsid w:val="00FB103D"/>
    <w:rsid w:val="00FB159D"/>
    <w:rsid w:val="00FB15DF"/>
    <w:rsid w:val="00FB166C"/>
    <w:rsid w:val="00FB16C0"/>
    <w:rsid w:val="00FB1C1C"/>
    <w:rsid w:val="00FB1D71"/>
    <w:rsid w:val="00FB20F1"/>
    <w:rsid w:val="00FB21EB"/>
    <w:rsid w:val="00FB2350"/>
    <w:rsid w:val="00FB2387"/>
    <w:rsid w:val="00FB248E"/>
    <w:rsid w:val="00FB296F"/>
    <w:rsid w:val="00FB2979"/>
    <w:rsid w:val="00FB2B46"/>
    <w:rsid w:val="00FB2E76"/>
    <w:rsid w:val="00FB2F51"/>
    <w:rsid w:val="00FB30AD"/>
    <w:rsid w:val="00FB347E"/>
    <w:rsid w:val="00FB34C8"/>
    <w:rsid w:val="00FB363D"/>
    <w:rsid w:val="00FB37B8"/>
    <w:rsid w:val="00FB3DA4"/>
    <w:rsid w:val="00FB3DBC"/>
    <w:rsid w:val="00FB3FCE"/>
    <w:rsid w:val="00FB3FE7"/>
    <w:rsid w:val="00FB4133"/>
    <w:rsid w:val="00FB418B"/>
    <w:rsid w:val="00FB4310"/>
    <w:rsid w:val="00FB4435"/>
    <w:rsid w:val="00FB44C6"/>
    <w:rsid w:val="00FB45A4"/>
    <w:rsid w:val="00FB4647"/>
    <w:rsid w:val="00FB4AF6"/>
    <w:rsid w:val="00FB4DA3"/>
    <w:rsid w:val="00FB4FAE"/>
    <w:rsid w:val="00FB51BE"/>
    <w:rsid w:val="00FB51E8"/>
    <w:rsid w:val="00FB53AF"/>
    <w:rsid w:val="00FB53FC"/>
    <w:rsid w:val="00FB545B"/>
    <w:rsid w:val="00FB573E"/>
    <w:rsid w:val="00FB5767"/>
    <w:rsid w:val="00FB578E"/>
    <w:rsid w:val="00FB5A27"/>
    <w:rsid w:val="00FB5F35"/>
    <w:rsid w:val="00FB6516"/>
    <w:rsid w:val="00FB6A2D"/>
    <w:rsid w:val="00FB6A8D"/>
    <w:rsid w:val="00FB6DFD"/>
    <w:rsid w:val="00FB72AD"/>
    <w:rsid w:val="00FB74FA"/>
    <w:rsid w:val="00FB7A88"/>
    <w:rsid w:val="00FB7E63"/>
    <w:rsid w:val="00FC10DC"/>
    <w:rsid w:val="00FC158E"/>
    <w:rsid w:val="00FC1C52"/>
    <w:rsid w:val="00FC1CE3"/>
    <w:rsid w:val="00FC1CE5"/>
    <w:rsid w:val="00FC1D74"/>
    <w:rsid w:val="00FC1DF0"/>
    <w:rsid w:val="00FC1E7A"/>
    <w:rsid w:val="00FC1F84"/>
    <w:rsid w:val="00FC249F"/>
    <w:rsid w:val="00FC255F"/>
    <w:rsid w:val="00FC264C"/>
    <w:rsid w:val="00FC2A19"/>
    <w:rsid w:val="00FC2B92"/>
    <w:rsid w:val="00FC2C2E"/>
    <w:rsid w:val="00FC2E58"/>
    <w:rsid w:val="00FC2E87"/>
    <w:rsid w:val="00FC3340"/>
    <w:rsid w:val="00FC368F"/>
    <w:rsid w:val="00FC38C9"/>
    <w:rsid w:val="00FC3C4D"/>
    <w:rsid w:val="00FC3E13"/>
    <w:rsid w:val="00FC3F83"/>
    <w:rsid w:val="00FC4047"/>
    <w:rsid w:val="00FC4244"/>
    <w:rsid w:val="00FC4603"/>
    <w:rsid w:val="00FC4639"/>
    <w:rsid w:val="00FC47E9"/>
    <w:rsid w:val="00FC4966"/>
    <w:rsid w:val="00FC4F5C"/>
    <w:rsid w:val="00FC51EE"/>
    <w:rsid w:val="00FC5662"/>
    <w:rsid w:val="00FC57A7"/>
    <w:rsid w:val="00FC5D0A"/>
    <w:rsid w:val="00FC60CC"/>
    <w:rsid w:val="00FC6129"/>
    <w:rsid w:val="00FC6AE3"/>
    <w:rsid w:val="00FC6BF3"/>
    <w:rsid w:val="00FC6DD3"/>
    <w:rsid w:val="00FC6E29"/>
    <w:rsid w:val="00FC7110"/>
    <w:rsid w:val="00FC731B"/>
    <w:rsid w:val="00FC7332"/>
    <w:rsid w:val="00FD0576"/>
    <w:rsid w:val="00FD085B"/>
    <w:rsid w:val="00FD087B"/>
    <w:rsid w:val="00FD0AE5"/>
    <w:rsid w:val="00FD0BFA"/>
    <w:rsid w:val="00FD0CB2"/>
    <w:rsid w:val="00FD0D1E"/>
    <w:rsid w:val="00FD0F7B"/>
    <w:rsid w:val="00FD10AB"/>
    <w:rsid w:val="00FD120B"/>
    <w:rsid w:val="00FD159F"/>
    <w:rsid w:val="00FD1779"/>
    <w:rsid w:val="00FD1904"/>
    <w:rsid w:val="00FD1AF8"/>
    <w:rsid w:val="00FD1E2D"/>
    <w:rsid w:val="00FD1F18"/>
    <w:rsid w:val="00FD20B7"/>
    <w:rsid w:val="00FD20D0"/>
    <w:rsid w:val="00FD2211"/>
    <w:rsid w:val="00FD251C"/>
    <w:rsid w:val="00FD25B5"/>
    <w:rsid w:val="00FD269F"/>
    <w:rsid w:val="00FD26B0"/>
    <w:rsid w:val="00FD2BC3"/>
    <w:rsid w:val="00FD2C09"/>
    <w:rsid w:val="00FD2DD1"/>
    <w:rsid w:val="00FD3015"/>
    <w:rsid w:val="00FD303C"/>
    <w:rsid w:val="00FD30A1"/>
    <w:rsid w:val="00FD31F9"/>
    <w:rsid w:val="00FD327C"/>
    <w:rsid w:val="00FD3825"/>
    <w:rsid w:val="00FD3ACC"/>
    <w:rsid w:val="00FD3AD3"/>
    <w:rsid w:val="00FD3D02"/>
    <w:rsid w:val="00FD3E8D"/>
    <w:rsid w:val="00FD4045"/>
    <w:rsid w:val="00FD4489"/>
    <w:rsid w:val="00FD468E"/>
    <w:rsid w:val="00FD4AE5"/>
    <w:rsid w:val="00FD4ED6"/>
    <w:rsid w:val="00FD4F91"/>
    <w:rsid w:val="00FD52D6"/>
    <w:rsid w:val="00FD5461"/>
    <w:rsid w:val="00FD5512"/>
    <w:rsid w:val="00FD581F"/>
    <w:rsid w:val="00FD5D57"/>
    <w:rsid w:val="00FD5F0C"/>
    <w:rsid w:val="00FD603A"/>
    <w:rsid w:val="00FD6208"/>
    <w:rsid w:val="00FD624F"/>
    <w:rsid w:val="00FD62A9"/>
    <w:rsid w:val="00FD62EC"/>
    <w:rsid w:val="00FD6440"/>
    <w:rsid w:val="00FD6456"/>
    <w:rsid w:val="00FD64C0"/>
    <w:rsid w:val="00FD6587"/>
    <w:rsid w:val="00FD6590"/>
    <w:rsid w:val="00FD6F04"/>
    <w:rsid w:val="00FD7239"/>
    <w:rsid w:val="00FD7711"/>
    <w:rsid w:val="00FD7D9E"/>
    <w:rsid w:val="00FD7DE8"/>
    <w:rsid w:val="00FD7E01"/>
    <w:rsid w:val="00FE02B2"/>
    <w:rsid w:val="00FE0333"/>
    <w:rsid w:val="00FE0599"/>
    <w:rsid w:val="00FE068D"/>
    <w:rsid w:val="00FE074A"/>
    <w:rsid w:val="00FE0A02"/>
    <w:rsid w:val="00FE0C2D"/>
    <w:rsid w:val="00FE0E41"/>
    <w:rsid w:val="00FE131F"/>
    <w:rsid w:val="00FE17B9"/>
    <w:rsid w:val="00FE1C10"/>
    <w:rsid w:val="00FE1DA4"/>
    <w:rsid w:val="00FE228C"/>
    <w:rsid w:val="00FE22AD"/>
    <w:rsid w:val="00FE294F"/>
    <w:rsid w:val="00FE2B48"/>
    <w:rsid w:val="00FE2EE8"/>
    <w:rsid w:val="00FE3754"/>
    <w:rsid w:val="00FE38AF"/>
    <w:rsid w:val="00FE3B27"/>
    <w:rsid w:val="00FE3C7E"/>
    <w:rsid w:val="00FE3C81"/>
    <w:rsid w:val="00FE3F87"/>
    <w:rsid w:val="00FE451C"/>
    <w:rsid w:val="00FE486B"/>
    <w:rsid w:val="00FE48E9"/>
    <w:rsid w:val="00FE4AE4"/>
    <w:rsid w:val="00FE4B64"/>
    <w:rsid w:val="00FE509F"/>
    <w:rsid w:val="00FE52F2"/>
    <w:rsid w:val="00FE5659"/>
    <w:rsid w:val="00FE57EE"/>
    <w:rsid w:val="00FE6123"/>
    <w:rsid w:val="00FE61CD"/>
    <w:rsid w:val="00FE64CE"/>
    <w:rsid w:val="00FE64FB"/>
    <w:rsid w:val="00FE65BC"/>
    <w:rsid w:val="00FE6D65"/>
    <w:rsid w:val="00FE6E04"/>
    <w:rsid w:val="00FE6F2C"/>
    <w:rsid w:val="00FE7016"/>
    <w:rsid w:val="00FE73FB"/>
    <w:rsid w:val="00FE7547"/>
    <w:rsid w:val="00FE76A1"/>
    <w:rsid w:val="00FE77D4"/>
    <w:rsid w:val="00FF05DB"/>
    <w:rsid w:val="00FF07C8"/>
    <w:rsid w:val="00FF0C4A"/>
    <w:rsid w:val="00FF0F75"/>
    <w:rsid w:val="00FF16D8"/>
    <w:rsid w:val="00FF2142"/>
    <w:rsid w:val="00FF28EE"/>
    <w:rsid w:val="00FF2920"/>
    <w:rsid w:val="00FF314B"/>
    <w:rsid w:val="00FF33BE"/>
    <w:rsid w:val="00FF371B"/>
    <w:rsid w:val="00FF3D6F"/>
    <w:rsid w:val="00FF41F3"/>
    <w:rsid w:val="00FF43BD"/>
    <w:rsid w:val="00FF4A79"/>
    <w:rsid w:val="00FF4ACC"/>
    <w:rsid w:val="00FF51AF"/>
    <w:rsid w:val="00FF55F3"/>
    <w:rsid w:val="00FF58F0"/>
    <w:rsid w:val="00FF5FD4"/>
    <w:rsid w:val="00FF67F3"/>
    <w:rsid w:val="00FF6A87"/>
    <w:rsid w:val="00FF6E89"/>
    <w:rsid w:val="00FF741A"/>
    <w:rsid w:val="00FF7740"/>
    <w:rsid w:val="00FF77EC"/>
    <w:rsid w:val="00FF798E"/>
    <w:rsid w:val="00FF7BFC"/>
    <w:rsid w:val="00FF7C3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5:docId w15:val="{8DA4DF03-63BE-40F5-B44A-67A333CCB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5BB1"/>
    <w:rPr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1D052A"/>
    <w:pPr>
      <w:keepNext/>
      <w:spacing w:before="240" w:after="60" w:line="300" w:lineRule="exact"/>
      <w:ind w:right="3401"/>
      <w:jc w:val="both"/>
      <w:outlineLvl w:val="1"/>
    </w:pPr>
    <w:rPr>
      <w:rFonts w:cs="Times New Roman"/>
      <w:b/>
      <w:i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135BB1"/>
    <w:rPr>
      <w:color w:val="0000FF"/>
      <w:u w:val="single"/>
    </w:rPr>
  </w:style>
  <w:style w:type="paragraph" w:customStyle="1" w:styleId="Absenderadresse">
    <w:name w:val="Absenderadresse"/>
    <w:basedOn w:val="Standard"/>
    <w:rsid w:val="00135BB1"/>
    <w:pPr>
      <w:spacing w:line="200" w:lineRule="exact"/>
    </w:pPr>
    <w:rPr>
      <w:sz w:val="16"/>
      <w:szCs w:val="16"/>
    </w:rPr>
  </w:style>
  <w:style w:type="table" w:styleId="Tabellenraster">
    <w:name w:val="Table Grid"/>
    <w:basedOn w:val="NormaleTabelle"/>
    <w:rsid w:val="00135B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5942A8"/>
    <w:pPr>
      <w:tabs>
        <w:tab w:val="center" w:pos="4536"/>
        <w:tab w:val="right" w:pos="9072"/>
      </w:tabs>
      <w:spacing w:line="240" w:lineRule="atLeast"/>
      <w:jc w:val="both"/>
    </w:pPr>
    <w:rPr>
      <w:rFonts w:cs="Times New Roman"/>
      <w:sz w:val="22"/>
      <w:szCs w:val="20"/>
    </w:rPr>
  </w:style>
  <w:style w:type="character" w:customStyle="1" w:styleId="KopfzeileZchn">
    <w:name w:val="Kopfzeile Zchn"/>
    <w:basedOn w:val="Absatz-Standardschriftart"/>
    <w:link w:val="Kopfzeile"/>
    <w:rsid w:val="005942A8"/>
    <w:rPr>
      <w:rFonts w:cs="Times New Roman"/>
      <w:sz w:val="22"/>
    </w:rPr>
  </w:style>
  <w:style w:type="paragraph" w:styleId="NurText">
    <w:name w:val="Plain Text"/>
    <w:basedOn w:val="Standard"/>
    <w:link w:val="NurTextZchn"/>
    <w:uiPriority w:val="99"/>
    <w:semiHidden/>
    <w:unhideWhenUsed/>
    <w:rsid w:val="00344D6F"/>
    <w:rPr>
      <w:rFonts w:eastAsiaTheme="minorHAnsi" w:cstheme="minorBidi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344D6F"/>
    <w:rPr>
      <w:rFonts w:eastAsiaTheme="minorHAnsi" w:cstheme="minorBidi"/>
      <w:sz w:val="22"/>
      <w:szCs w:val="21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72A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72AD"/>
    <w:rPr>
      <w:rFonts w:ascii="Tahoma" w:hAnsi="Tahoma" w:cs="Tahoma"/>
      <w:sz w:val="16"/>
      <w:szCs w:val="16"/>
    </w:rPr>
  </w:style>
  <w:style w:type="paragraph" w:customStyle="1" w:styleId="Empfngeradresse">
    <w:name w:val="Empfängeradresse"/>
    <w:basedOn w:val="Standard"/>
    <w:rsid w:val="00920EAC"/>
    <w:pPr>
      <w:spacing w:line="240" w:lineRule="exact"/>
    </w:pPr>
    <w:rPr>
      <w:rFonts w:cs="Times New Roman"/>
      <w:sz w:val="22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A637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6370C"/>
    <w:rPr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rsid w:val="001D052A"/>
    <w:rPr>
      <w:rFonts w:cs="Times New Roman"/>
      <w:b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0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rk-westfalen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9000\9010\Logobogen%20Vorstand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Logobogen Vorstand</Template>
  <TotalTime>0</TotalTime>
  <Pages>1</Pages>
  <Words>213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DRK-Landesverband</vt:lpstr>
    </vt:vector>
  </TitlesOfParts>
  <Company>DRK Landesverband-Westfalen Lippe e.V.</Company>
  <LinksUpToDate>false</LinksUpToDate>
  <CharactersWithSpaces>1555</CharactersWithSpaces>
  <SharedDoc>false</SharedDoc>
  <HLinks>
    <vt:vector size="6" baseType="variant">
      <vt:variant>
        <vt:i4>6029396</vt:i4>
      </vt:variant>
      <vt:variant>
        <vt:i4>2</vt:i4>
      </vt:variant>
      <vt:variant>
        <vt:i4>0</vt:i4>
      </vt:variant>
      <vt:variant>
        <vt:i4>5</vt:i4>
      </vt:variant>
      <vt:variant>
        <vt:lpwstr>http://www.lv-westfalen-lippe.drk.de/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DRK-Landesverband</dc:title>
  <dc:creator>Baese, Mareen</dc:creator>
  <cp:lastModifiedBy>Wiethölter, Anne</cp:lastModifiedBy>
  <cp:revision>2</cp:revision>
  <cp:lastPrinted>2017-05-17T11:46:00Z</cp:lastPrinted>
  <dcterms:created xsi:type="dcterms:W3CDTF">2017-07-04T11:43:00Z</dcterms:created>
  <dcterms:modified xsi:type="dcterms:W3CDTF">2017-07-04T11:43:00Z</dcterms:modified>
</cp:coreProperties>
</file>